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3D2" w:rsidRDefault="00CF71E5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-169545</wp:posOffset>
                </wp:positionH>
                <wp:positionV relativeFrom="paragraph">
                  <wp:posOffset>-650875</wp:posOffset>
                </wp:positionV>
                <wp:extent cx="6616065" cy="807720"/>
                <wp:effectExtent l="0" t="0" r="13335" b="1143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16065" cy="807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351CD" w:rsidRPr="0099630D" w:rsidRDefault="009351CD" w:rsidP="009351CD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9630D"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</w:rPr>
                              <w:t>UNIVERSITY OF RUHUNA</w:t>
                            </w:r>
                          </w:p>
                          <w:p w:rsidR="009351CD" w:rsidRPr="0099630D" w:rsidRDefault="009351CD" w:rsidP="009351CD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9630D"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</w:rPr>
                              <w:t>FACULTY OF MANAGEMENT AND FINANCE</w:t>
                            </w:r>
                          </w:p>
                          <w:p w:rsidR="009351CD" w:rsidRPr="0099630D" w:rsidRDefault="009351CD" w:rsidP="009351CD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99630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Bachelor of Business Administration Degree Programme</w:t>
                            </w:r>
                          </w:p>
                          <w:p w:rsidR="009351CD" w:rsidRPr="0099630D" w:rsidRDefault="009351CD" w:rsidP="009351CD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Notification of </w:t>
                            </w:r>
                            <w:r w:rsidR="00794977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="00794977" w:rsidRPr="0099630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Examination</w:t>
                            </w:r>
                            <w:r w:rsidRPr="0099630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Results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3.35pt;margin-top:-51.25pt;width:520.95pt;height:63.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" fillcolor="window" strokeweight=".5pt">
                <v:path arrowok="t"/>
                <v:textbox>
                  <w:txbxContent>
                    <w:p w:rsidR="009351CD" w:rsidRPr="0099630D" w:rsidRDefault="009351CD" w:rsidP="009351CD">
                      <w:pPr>
                        <w:spacing w:after="0" w:line="240" w:lineRule="auto"/>
                        <w:ind w:left="720" w:firstLine="720"/>
                        <w:rPr>
                          <w:rFonts w:ascii="Cambria" w:hAnsi="Cambria"/>
                          <w:b/>
                          <w:bCs/>
                          <w:sz w:val="24"/>
                          <w:szCs w:val="24"/>
                        </w:rPr>
                      </w:pPr>
                      <w:r w:rsidRPr="0099630D">
                        <w:rPr>
                          <w:rFonts w:ascii="Cambria" w:hAnsi="Cambria"/>
                          <w:b/>
                          <w:bCs/>
                          <w:sz w:val="24"/>
                          <w:szCs w:val="24"/>
                        </w:rPr>
                        <w:t>UNIVERSITY OF RUHUNA</w:t>
                      </w:r>
                    </w:p>
                    <w:p w:rsidR="009351CD" w:rsidRPr="0099630D" w:rsidRDefault="009351CD" w:rsidP="009351CD">
                      <w:pPr>
                        <w:spacing w:after="0" w:line="240" w:lineRule="auto"/>
                        <w:ind w:left="720" w:firstLine="720"/>
                        <w:rPr>
                          <w:rFonts w:ascii="Cambria" w:hAnsi="Cambria"/>
                          <w:b/>
                          <w:bCs/>
                          <w:sz w:val="24"/>
                          <w:szCs w:val="24"/>
                        </w:rPr>
                      </w:pPr>
                      <w:r w:rsidRPr="0099630D">
                        <w:rPr>
                          <w:rFonts w:ascii="Cambria" w:hAnsi="Cambria"/>
                          <w:b/>
                          <w:bCs/>
                          <w:sz w:val="24"/>
                          <w:szCs w:val="24"/>
                        </w:rPr>
                        <w:t>FACULTY OF MANAGEMENT AND FINANCE</w:t>
                      </w:r>
                    </w:p>
                    <w:p w:rsidR="009351CD" w:rsidRPr="0099630D" w:rsidRDefault="009351CD" w:rsidP="009351CD">
                      <w:pPr>
                        <w:spacing w:after="0" w:line="240" w:lineRule="auto"/>
                        <w:ind w:left="720" w:firstLine="72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99630D">
                        <w:rPr>
                          <w:rFonts w:ascii="Cambria" w:hAnsi="Cambria"/>
                          <w:sz w:val="24"/>
                          <w:szCs w:val="24"/>
                        </w:rPr>
                        <w:t>Bachelor of Business Administration Degree Programme</w:t>
                      </w:r>
                    </w:p>
                    <w:p w:rsidR="009351CD" w:rsidRPr="0099630D" w:rsidRDefault="009351CD" w:rsidP="009351CD">
                      <w:pPr>
                        <w:spacing w:after="0" w:line="240" w:lineRule="auto"/>
                        <w:ind w:left="720" w:firstLine="72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Notification of </w:t>
                      </w:r>
                      <w:r w:rsidR="00794977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the </w:t>
                      </w:r>
                      <w:r w:rsidR="00794977" w:rsidRPr="0099630D">
                        <w:rPr>
                          <w:rFonts w:ascii="Cambria" w:hAnsi="Cambria"/>
                          <w:sz w:val="24"/>
                          <w:szCs w:val="24"/>
                        </w:rPr>
                        <w:t>Examination</w:t>
                      </w:r>
                      <w:r w:rsidRPr="0099630D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Results</w:t>
                      </w:r>
                    </w:p>
                  </w:txbxContent>
                </v:textbox>
              </v:shape>
            </w:pict>
          </mc:Fallback>
        </mc:AlternateContent>
      </w:r>
      <w:r w:rsidR="009351C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-624840</wp:posOffset>
            </wp:positionV>
            <wp:extent cx="512445" cy="701040"/>
            <wp:effectExtent l="19050" t="0" r="1905" b="0"/>
            <wp:wrapNone/>
            <wp:docPr id="3" name="Picture 2" descr="Description: RuhunaL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RuhunaLH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5227320</wp:posOffset>
                </wp:positionH>
                <wp:positionV relativeFrom="paragraph">
                  <wp:posOffset>-650875</wp:posOffset>
                </wp:positionV>
                <wp:extent cx="1219200" cy="330835"/>
                <wp:effectExtent l="0" t="0" r="19050" b="1206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47B" w:rsidRPr="00E6547B" w:rsidRDefault="00E654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6547B">
                              <w:rPr>
                                <w:sz w:val="32"/>
                                <w:szCs w:val="32"/>
                              </w:rPr>
                              <w:t>Office copy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11.6pt;margin-top:-51.25pt;width:96pt;height:2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">
                <v:textbox>
                  <w:txbxContent>
                    <w:p w:rsidR="00E6547B" w:rsidRPr="00E6547B" w:rsidRDefault="00E6547B">
                      <w:pPr>
                        <w:rPr>
                          <w:sz w:val="32"/>
                          <w:szCs w:val="32"/>
                        </w:rPr>
                      </w:pPr>
                      <w:r w:rsidRPr="00E6547B">
                        <w:rPr>
                          <w:sz w:val="32"/>
                          <w:szCs w:val="32"/>
                        </w:rPr>
                        <w:t>Office copy</w:t>
                      </w:r>
                    </w:p>
                  </w:txbxContent>
                </v:textbox>
              </v:shape>
            </w:pict>
          </mc:Fallback>
        </mc:AlternateContent>
      </w:r>
      <w:r w:rsidR="00B875E5">
        <w:rPr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1" type="#_x0000_t201" style="position:absolute;margin-left:113.6pt;margin-top:23.2pt;width:379.5pt;height:22.5pt;z-index:-251655168;mso-position-horizontal-relative:text;mso-position-vertical-relative:text;mso-width-relative:page;mso-height-relative:page" o:preferrelative="t" filled="f" stroked="f">
            <v:imagedata r:id="rId7" o:title=""/>
            <o:lock v:ext="edit" aspectratio="t"/>
          </v:shape>
          <w:control r:id="rId8" w:name="TextBox1" w:shapeid="_x0000_s1031"/>
        </w:pict>
      </w:r>
    </w:p>
    <w:p w:rsidR="008873D2" w:rsidRDefault="00B875E5" w:rsidP="00684D22">
      <w:pPr>
        <w:ind w:hanging="426"/>
      </w:pPr>
      <w:r>
        <w:rPr>
          <w:noProof/>
        </w:rPr>
        <w:pict>
          <v:shape id="_x0000_s1032" type="#_x0000_t201" style="position:absolute;margin-left:160.45pt;margin-top:23.6pt;width:109.5pt;height:17.25pt;z-index:-251653120;mso-position-horizontal-relative:text;mso-position-vertical-relative:text;mso-width-relative:page;mso-height-relative:page" o:preferrelative="t" filled="f" stroked="f">
            <v:imagedata r:id="rId9" o:title=""/>
            <o:lock v:ext="edit" aspectratio="t"/>
          </v:shape>
          <w:control r:id="rId10" w:name="TextBox2" w:shapeid="_x0000_s1032"/>
        </w:pict>
      </w:r>
      <w:r w:rsidR="008873D2">
        <w:t xml:space="preserve">Name of the Students </w:t>
      </w:r>
      <w:r w:rsidR="008873D2">
        <w:tab/>
        <w:t>:</w:t>
      </w:r>
      <w:r w:rsidR="008873D2">
        <w:tab/>
      </w:r>
      <w:sdt>
        <w:sdtPr>
          <w:id w:val="-1129772236"/>
          <w:placeholder>
            <w:docPart w:val="6E03B78BDEFF4F2F931AC276C3C5621A"/>
          </w:placeholder>
          <w:showingPlcHdr/>
          <w:dropDownList>
            <w:listItem w:value="Choose an item."/>
          </w:dropDownList>
        </w:sdtPr>
        <w:sdtEndPr/>
        <w:sdtContent>
          <w:r w:rsidR="00960320" w:rsidRPr="00AE771E">
            <w:rPr>
              <w:rStyle w:val="PlaceholderText"/>
            </w:rPr>
            <w:t>Choose an item.</w:t>
          </w:r>
        </w:sdtContent>
      </w:sdt>
    </w:p>
    <w:p w:rsidR="008873D2" w:rsidRDefault="008873D2" w:rsidP="00684D22">
      <w:pPr>
        <w:ind w:hanging="426"/>
      </w:pPr>
      <w:r>
        <w:t>Student’s Registration No</w:t>
      </w:r>
      <w:r>
        <w:tab/>
        <w:t>:</w:t>
      </w:r>
      <w:r w:rsidR="00794977">
        <w:t xml:space="preserve"> </w:t>
      </w:r>
      <w:r>
        <w:t>MF/</w:t>
      </w:r>
      <w:sdt>
        <w:sdtPr>
          <w:id w:val="8390641"/>
          <w:placeholder>
            <w:docPart w:val="A483D7A9801F48A7A0133A6FBFE5D64B"/>
          </w:placeholder>
          <w:dropDownList>
            <w:listItem w:displayText="Year" w:value="Year"/>
            <w:listItem w:displayText="2017/" w:value="2017/"/>
            <w:listItem w:displayText="2018/" w:value="2018/"/>
            <w:listItem w:displayText="2019/" w:value="2019/"/>
            <w:listItem w:displayText="2020/" w:value="2020/"/>
            <w:listItem w:displayText="2021/" w:value="2021/"/>
            <w:listItem w:displayText="2022/" w:value="2022/"/>
            <w:listItem w:displayText="2023/" w:value="2023/"/>
          </w:dropDownList>
        </w:sdtPr>
        <w:sdtEndPr/>
        <w:sdtContent>
          <w:r w:rsidR="00E423A2">
            <w:t>2017/</w:t>
          </w:r>
        </w:sdtContent>
      </w:sdt>
      <w:r>
        <w:tab/>
      </w:r>
    </w:p>
    <w:p w:rsidR="008873D2" w:rsidRDefault="008873D2" w:rsidP="00F72F84">
      <w:pPr>
        <w:tabs>
          <w:tab w:val="left" w:pos="720"/>
          <w:tab w:val="left" w:pos="1440"/>
          <w:tab w:val="left" w:pos="2160"/>
          <w:tab w:val="left" w:pos="2880"/>
          <w:tab w:val="left" w:pos="3261"/>
          <w:tab w:val="center" w:pos="3969"/>
          <w:tab w:val="left" w:pos="5103"/>
          <w:tab w:val="right" w:pos="9851"/>
        </w:tabs>
        <w:ind w:left="-426" w:right="-563"/>
      </w:pPr>
      <w:r>
        <w:t xml:space="preserve">This is to certify that, this student has obtained the following results, </w:t>
      </w:r>
      <w:r w:rsidR="00DF63A9">
        <w:t>at</w:t>
      </w:r>
      <w:r>
        <w:t xml:space="preserve"> the following semester examinations.</w:t>
      </w:r>
    </w:p>
    <w:tbl>
      <w:tblPr>
        <w:tblStyle w:val="TableGrid"/>
        <w:tblW w:w="10349" w:type="dxa"/>
        <w:tblLook w:val="04A0" w:firstRow="1" w:lastRow="0" w:firstColumn="1" w:lastColumn="0" w:noHBand="0" w:noVBand="1"/>
      </w:tblPr>
      <w:tblGrid>
        <w:gridCol w:w="1236"/>
        <w:gridCol w:w="7048"/>
        <w:gridCol w:w="2065"/>
      </w:tblGrid>
      <w:tr w:rsidR="008873D2" w:rsidRPr="0099630D" w:rsidTr="00FB5AA6">
        <w:tc>
          <w:tcPr>
            <w:tcW w:w="10349" w:type="dxa"/>
            <w:gridSpan w:val="3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rPr>
                <w:b/>
                <w:bCs/>
              </w:rPr>
            </w:pPr>
            <w:r w:rsidRPr="0099630D">
              <w:rPr>
                <w:b/>
                <w:bCs/>
              </w:rPr>
              <w:t>1000 Level – Semester I</w:t>
            </w:r>
          </w:p>
        </w:tc>
      </w:tr>
      <w:tr w:rsidR="00FB5AA6" w:rsidRPr="0099630D" w:rsidTr="001143F6">
        <w:tc>
          <w:tcPr>
            <w:tcW w:w="1236" w:type="dxa"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  <w:rPr>
                <w:b/>
                <w:bCs/>
              </w:rPr>
            </w:pPr>
            <w:r w:rsidRPr="0099630D">
              <w:rPr>
                <w:b/>
                <w:bCs/>
              </w:rPr>
              <w:t>Year</w:t>
            </w:r>
          </w:p>
        </w:tc>
        <w:tc>
          <w:tcPr>
            <w:tcW w:w="7048" w:type="dxa"/>
          </w:tcPr>
          <w:p w:rsidR="00FB5AA6" w:rsidRPr="00E42931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rPr>
                <w:b/>
                <w:bCs/>
              </w:rPr>
            </w:pPr>
            <w:r w:rsidRPr="00E42931">
              <w:rPr>
                <w:b/>
                <w:bCs/>
              </w:rPr>
              <w:t>Course Code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ab/>
            </w:r>
            <w:r w:rsidRPr="00E42931">
              <w:rPr>
                <w:b/>
                <w:bCs/>
              </w:rPr>
              <w:t>Course Title</w:t>
            </w:r>
          </w:p>
        </w:tc>
        <w:tc>
          <w:tcPr>
            <w:tcW w:w="2065" w:type="dxa"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  <w:rPr>
                <w:b/>
                <w:bCs/>
              </w:rPr>
            </w:pPr>
            <w:r w:rsidRPr="0099630D">
              <w:rPr>
                <w:b/>
                <w:bCs/>
              </w:rPr>
              <w:t>Grade</w:t>
            </w:r>
          </w:p>
        </w:tc>
      </w:tr>
      <w:tr w:rsidR="00FB5AA6" w:rsidRPr="0099630D" w:rsidTr="005970E7">
        <w:tc>
          <w:tcPr>
            <w:tcW w:w="1236" w:type="dxa"/>
            <w:vMerge w:val="restart"/>
          </w:tcPr>
          <w:sdt>
            <w:sdtPr>
              <w:id w:val="8390644"/>
              <w:placeholder>
                <w:docPart w:val="C0A95F856D15425F820619A29B285417"/>
              </w:placeholder>
              <w:dropDownList>
                <w:listItem w:displayText="Year" w:value="Year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FB5AA6" w:rsidRPr="0099630D" w:rsidRDefault="00FB5AA6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 w:rsidRPr="0099630D">
              <w:t>BBA 1101</w:t>
            </w:r>
            <w:r>
              <w:t xml:space="preserve">3 </w:t>
            </w:r>
            <w:r>
              <w:tab/>
              <w:t>Principles of Management</w:t>
            </w:r>
          </w:p>
        </w:tc>
        <w:sdt>
          <w:sdtPr>
            <w:id w:val="8390645"/>
            <w:placeholder>
              <w:docPart w:val="7CEF3B9C31F84CF3BFC5CBA658A7E29D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6E2CAF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 w:rsidRPr="0099630D">
              <w:t>BBA 1102</w:t>
            </w:r>
            <w:r>
              <w:t xml:space="preserve">3 </w:t>
            </w:r>
            <w:r>
              <w:tab/>
              <w:t>Business Mathematics and Statistics</w:t>
            </w:r>
          </w:p>
        </w:tc>
        <w:sdt>
          <w:sdtPr>
            <w:id w:val="8390647"/>
            <w:placeholder>
              <w:docPart w:val="496BDBAAB24A4C8EBD26321F5BCECD15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5F5D4F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 w:rsidRPr="0099630D">
              <w:t>BBA 1103</w:t>
            </w:r>
            <w:r>
              <w:t xml:space="preserve">3 </w:t>
            </w:r>
            <w:r>
              <w:tab/>
              <w:t>Microeconomics</w:t>
            </w:r>
          </w:p>
        </w:tc>
        <w:sdt>
          <w:sdtPr>
            <w:id w:val="8390648"/>
            <w:placeholder>
              <w:docPart w:val="9B98774523A24BA2AA691111A2F1777E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F1565D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 w:rsidRPr="0099630D">
              <w:t>BBA 1104</w:t>
            </w:r>
            <w:r>
              <w:t xml:space="preserve">3 </w:t>
            </w:r>
            <w:r>
              <w:tab/>
              <w:t>Information and Communication Technology</w:t>
            </w:r>
          </w:p>
        </w:tc>
        <w:sdt>
          <w:sdtPr>
            <w:id w:val="8390649"/>
            <w:placeholder>
              <w:docPart w:val="63C216DF66DE46DCA6DE2545450ED95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D75883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 w:rsidRPr="0099630D">
              <w:t>BBA 1105</w:t>
            </w:r>
            <w:r>
              <w:t xml:space="preserve">3 </w:t>
            </w:r>
            <w:r>
              <w:tab/>
              <w:t>Business English</w:t>
            </w:r>
          </w:p>
        </w:tc>
        <w:sdt>
          <w:sdtPr>
            <w:id w:val="8390650"/>
            <w:placeholder>
              <w:docPart w:val="51A2E1CA91E94F43AFDD4360E2430A83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FB5AA6">
        <w:tc>
          <w:tcPr>
            <w:tcW w:w="10349" w:type="dxa"/>
            <w:gridSpan w:val="3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 w:rsidRPr="0099630D">
              <w:rPr>
                <w:b/>
                <w:bCs/>
              </w:rPr>
              <w:t>1000 Level – Semester I</w:t>
            </w:r>
            <w:r>
              <w:rPr>
                <w:b/>
                <w:bCs/>
              </w:rPr>
              <w:t>I</w:t>
            </w:r>
          </w:p>
        </w:tc>
      </w:tr>
      <w:tr w:rsidR="00FB5AA6" w:rsidRPr="0099630D" w:rsidTr="006D3A6C">
        <w:tc>
          <w:tcPr>
            <w:tcW w:w="1236" w:type="dxa"/>
            <w:vMerge w:val="restart"/>
          </w:tcPr>
          <w:sdt>
            <w:sdtPr>
              <w:id w:val="8390654"/>
              <w:placeholder>
                <w:docPart w:val="18D7A00D1A824137AC7D67DEB2A2A67E"/>
              </w:placeholder>
              <w:dropDownList>
                <w:listItem w:displayText="Year" w:value="Year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FB5AA6" w:rsidRDefault="00FB5AA6" w:rsidP="004F23D9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  <w:p w:rsidR="00FB5AA6" w:rsidRPr="0099630D" w:rsidRDefault="00FB5AA6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12013 </w:t>
            </w:r>
            <w:r>
              <w:tab/>
              <w:t xml:space="preserve">Entrepreneurship </w:t>
            </w:r>
          </w:p>
        </w:tc>
        <w:sdt>
          <w:sdtPr>
            <w:id w:val="8390659"/>
            <w:placeholder>
              <w:docPart w:val="DDAF0C25FB0B4DBA92F8457E2E5820F3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EA205E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12023 </w:t>
            </w:r>
            <w:r>
              <w:tab/>
              <w:t>Financial Accounting</w:t>
            </w:r>
          </w:p>
        </w:tc>
        <w:sdt>
          <w:sdtPr>
            <w:id w:val="8390660"/>
            <w:placeholder>
              <w:docPart w:val="D8055C840E4D47B083A0B016580CC4B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2144DB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12033 </w:t>
            </w:r>
            <w:r>
              <w:tab/>
              <w:t>Human Resource Management</w:t>
            </w:r>
          </w:p>
        </w:tc>
        <w:sdt>
          <w:sdtPr>
            <w:id w:val="8390661"/>
            <w:placeholder>
              <w:docPart w:val="B0A7D2ED74414AA59FBACFE9DDDAB4EB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D31E56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12043 </w:t>
            </w:r>
            <w:r>
              <w:tab/>
              <w:t>Introductory Finance</w:t>
            </w:r>
          </w:p>
        </w:tc>
        <w:sdt>
          <w:sdtPr>
            <w:id w:val="8390662"/>
            <w:placeholder>
              <w:docPart w:val="ABC19D549C464796BF9A1B78D930735A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A81AEC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12053 </w:t>
            </w:r>
            <w:r>
              <w:tab/>
              <w:t>Marketing Management</w:t>
            </w:r>
          </w:p>
        </w:tc>
        <w:sdt>
          <w:sdtPr>
            <w:id w:val="8390663"/>
            <w:placeholder>
              <w:docPart w:val="12749BE07E2340D199E66484D8DEFAE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D7F1C" w:rsidRPr="0099630D" w:rsidTr="00FB5AA6">
        <w:tc>
          <w:tcPr>
            <w:tcW w:w="10349" w:type="dxa"/>
            <w:gridSpan w:val="3"/>
          </w:tcPr>
          <w:p w:rsidR="00FD7F1C" w:rsidRPr="0099630D" w:rsidRDefault="00FD7F1C" w:rsidP="00CF3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rPr>
                <w:b/>
                <w:bCs/>
              </w:rPr>
              <w:t>2</w:t>
            </w:r>
            <w:r w:rsidRPr="0099630D">
              <w:rPr>
                <w:b/>
                <w:bCs/>
              </w:rPr>
              <w:t>000 Level – Semester I</w:t>
            </w:r>
          </w:p>
        </w:tc>
      </w:tr>
      <w:tr w:rsidR="00FB5AA6" w:rsidRPr="0099630D" w:rsidTr="007A70BE">
        <w:tc>
          <w:tcPr>
            <w:tcW w:w="1236" w:type="dxa"/>
            <w:vMerge w:val="restart"/>
          </w:tcPr>
          <w:sdt>
            <w:sdtPr>
              <w:id w:val="8390665"/>
              <w:placeholder>
                <w:docPart w:val="2E9E4EB7F1894D798C4B86035EEF0DDC"/>
              </w:placeholder>
              <w:dropDownList>
                <w:listItem w:displayText="Year" w:value="Year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FB5AA6" w:rsidRDefault="00FB5AA6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  <w:p w:rsidR="00FB5AA6" w:rsidRPr="0099630D" w:rsidRDefault="00FB5AA6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21013 </w:t>
            </w:r>
            <w:r>
              <w:tab/>
              <w:t>Cost and Management Accounting</w:t>
            </w:r>
          </w:p>
        </w:tc>
        <w:sdt>
          <w:sdtPr>
            <w:id w:val="8390667"/>
            <w:placeholder>
              <w:docPart w:val="3DC50B3FE03040B7894BF4E22C86B0A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032AA7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E648B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21023 </w:t>
            </w:r>
            <w:r>
              <w:tab/>
              <w:t>Macroeconomics</w:t>
            </w:r>
          </w:p>
        </w:tc>
        <w:sdt>
          <w:sdtPr>
            <w:id w:val="8390668"/>
            <w:placeholder>
              <w:docPart w:val="CD73D1BB70BD41B8AB67E6E3F9EE62C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A82188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E648B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21033 </w:t>
            </w:r>
            <w:r>
              <w:tab/>
              <w:t>Organizational Behavior</w:t>
            </w:r>
          </w:p>
        </w:tc>
        <w:sdt>
          <w:sdtPr>
            <w:id w:val="8390669"/>
            <w:placeholder>
              <w:docPart w:val="ABD995016FBF4C31B14ED7620B81D85E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1F0B77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CF3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21043 </w:t>
            </w:r>
            <w:r>
              <w:tab/>
              <w:t>Operations Research</w:t>
            </w:r>
          </w:p>
        </w:tc>
        <w:sdt>
          <w:sdtPr>
            <w:id w:val="8390670"/>
            <w:placeholder>
              <w:docPart w:val="AC79AA5706F64451AC3569C464E30333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862A77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21053 </w:t>
            </w:r>
            <w:r>
              <w:tab/>
              <w:t>Advanced Business English</w:t>
            </w:r>
          </w:p>
        </w:tc>
        <w:sdt>
          <w:sdtPr>
            <w:id w:val="8390671"/>
            <w:placeholder>
              <w:docPart w:val="B01EFF7417E74D9B9592A088CAD674B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2A04AE" w:rsidRPr="0099630D" w:rsidTr="00FB5AA6">
        <w:tc>
          <w:tcPr>
            <w:tcW w:w="10349" w:type="dxa"/>
            <w:gridSpan w:val="3"/>
          </w:tcPr>
          <w:p w:rsidR="002A04AE" w:rsidRPr="0099630D" w:rsidRDefault="002A04AE" w:rsidP="001277F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rPr>
                <w:b/>
                <w:bCs/>
              </w:rPr>
              <w:t>2</w:t>
            </w:r>
            <w:r w:rsidRPr="0099630D">
              <w:rPr>
                <w:b/>
                <w:bCs/>
              </w:rPr>
              <w:t>000 Level – Semester I</w:t>
            </w:r>
            <w:r>
              <w:rPr>
                <w:b/>
                <w:bCs/>
              </w:rPr>
              <w:t>I</w:t>
            </w:r>
            <w:sdt>
              <w:sdtPr>
                <w:rPr>
                  <w:b/>
                  <w:bCs/>
                </w:rPr>
                <w:id w:val="3681109"/>
                <w:placeholder>
                  <w:docPart w:val="98536EBB4BDD4069815A60CC665AD8C9"/>
                </w:placeholder>
                <w:dropDownList>
                  <w:listItem w:displayText="Select Specialization Area" w:value="Select Specialization Area"/>
                  <w:listItem w:displayText="Specilization Area - Accounting" w:value="Specilization Area - Accounting"/>
                  <w:listItem w:displayText="Specilization Area - Human Resource Management" w:value="Specilization Area - Human Resource Management"/>
                  <w:listItem w:displayText="Specilization Area - Marketing" w:value="Specilization Area - Marketing"/>
                  <w:listItem w:displayText="Specilization Area - Entrepreneurship" w:value="Specilization Area - Entrepreneurship"/>
                  <w:listItem w:displayText="Specilization Area - Business Management" w:value="Specilization Area - Business Management"/>
                  <w:listItem w:displayText="Specilization Area - Finance" w:value="Specilization Area - Finance"/>
                </w:dropDownList>
              </w:sdtPr>
              <w:sdtEndPr/>
              <w:sdtContent>
                <w:r w:rsidR="00411DA8">
                  <w:rPr>
                    <w:b/>
                    <w:bCs/>
                  </w:rPr>
                  <w:t>Select Specialization Area</w:t>
                </w:r>
              </w:sdtContent>
            </w:sdt>
          </w:p>
        </w:tc>
      </w:tr>
      <w:tr w:rsidR="00FB5AA6" w:rsidRPr="0099630D" w:rsidTr="0006555F">
        <w:tc>
          <w:tcPr>
            <w:tcW w:w="1236" w:type="dxa"/>
            <w:vMerge w:val="restart"/>
          </w:tcPr>
          <w:sdt>
            <w:sdtPr>
              <w:id w:val="8390673"/>
              <w:placeholder>
                <w:docPart w:val="2D5C0E441017441BBD4623464BC832D8"/>
              </w:placeholder>
              <w:dropDownList>
                <w:listItem w:displayText="Year" w:value="Year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FB5AA6" w:rsidRDefault="00FB5AA6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  <w:p w:rsidR="00FB5AA6" w:rsidRPr="0099630D" w:rsidRDefault="00FB5AA6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</w:pPr>
          </w:p>
        </w:tc>
        <w:tc>
          <w:tcPr>
            <w:tcW w:w="7048" w:type="dxa"/>
          </w:tcPr>
          <w:p w:rsidR="00FB5AA6" w:rsidRPr="0099630D" w:rsidRDefault="00FB5AA6" w:rsidP="00CF3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22013 </w:t>
            </w:r>
            <w:r>
              <w:tab/>
              <w:t>Business Law</w:t>
            </w:r>
          </w:p>
        </w:tc>
        <w:sdt>
          <w:sdtPr>
            <w:id w:val="8390855"/>
            <w:placeholder>
              <w:docPart w:val="288D79B218774C5884D6B021069B54EE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8A46F4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22023 </w:t>
            </w:r>
            <w:r>
              <w:tab/>
              <w:t>Operation Management</w:t>
            </w:r>
          </w:p>
        </w:tc>
        <w:sdt>
          <w:sdtPr>
            <w:id w:val="8390856"/>
            <w:placeholder>
              <w:docPart w:val="0792174068E14FB3995AAC6EBB9D4073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E42931" w:rsidRPr="0099630D" w:rsidTr="00FB5AA6">
        <w:trPr>
          <w:trHeight w:val="293"/>
        </w:trPr>
        <w:tc>
          <w:tcPr>
            <w:tcW w:w="1236" w:type="dxa"/>
            <w:vMerge/>
          </w:tcPr>
          <w:p w:rsidR="00E42931" w:rsidRPr="0099630D" w:rsidRDefault="00E4293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8390675"/>
            <w:placeholder>
              <w:docPart w:val="F16789E8EF474E06A93258B88E594204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22103          Computer Application in Accounting" w:value="ACC 22103          Computer Application in Accounting"/>
              <w:listItem w:displayText="ENT 22203          Creativity and innovation" w:value="ENT 22203          Creativity and innovation"/>
              <w:listItem w:displayText="HRM 22403        Career Management" w:value="HRM 22403        Career Management"/>
              <w:listItem w:displayText="MKT 22503         Sales and Retail Management" w:value="MKT 22503         Sales and Retail Management"/>
              <w:listItem w:displayText="MGT 22603        Creativity and Innovation" w:value="MGT 22603        Creativity and Innovation"/>
              <w:listItem w:displayText="FIN 22303           Corporate Finance" w:value="FIN 22303           Corporate Finance"/>
            </w:dropDownList>
          </w:sdtPr>
          <w:sdtEndPr/>
          <w:sdtContent>
            <w:tc>
              <w:tcPr>
                <w:tcW w:w="7048" w:type="dxa"/>
              </w:tcPr>
              <w:p w:rsidR="00E42931" w:rsidRPr="00E55104" w:rsidRDefault="00CF36F9" w:rsidP="00FB5AA6">
                <w:pPr>
                  <w:tabs>
                    <w:tab w:val="left" w:pos="216"/>
                    <w:tab w:val="left" w:pos="1440"/>
                    <w:tab w:val="left" w:pos="1602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252" w:hanging="252"/>
                </w:pPr>
                <w:r>
                  <w:t>FIN 22303           Corporate Finance</w:t>
                </w:r>
              </w:p>
            </w:tc>
          </w:sdtContent>
        </w:sdt>
        <w:sdt>
          <w:sdtPr>
            <w:id w:val="8390857"/>
            <w:placeholder>
              <w:docPart w:val="0779EEC1B6BE48D0BC695655C1FD0407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E42931" w:rsidRPr="0099630D" w:rsidRDefault="00233CE1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E42931" w:rsidRPr="0099630D" w:rsidTr="00FB5AA6">
        <w:tc>
          <w:tcPr>
            <w:tcW w:w="1236" w:type="dxa"/>
            <w:vMerge/>
          </w:tcPr>
          <w:p w:rsidR="00E42931" w:rsidRPr="0099630D" w:rsidRDefault="00E4293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793410732"/>
            <w:placeholder>
              <w:docPart w:val="A5F313FC55F242E8B3F6B10F8F18CCCE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22113          Introductory Econometrics" w:value="ACC 22113          Introductory Econometrics"/>
              <w:listItem w:displayText="ENT 22213          Entrepreneurial Finance" w:value="ENT 22213          Entrepreneurial Finance"/>
              <w:listItem w:displayText="HRM 22413        Employee Safety and Health Management" w:value="HRM 22413        Employee Safety and Health Management"/>
              <w:listItem w:displayText="MKT 22513         Services Marketing" w:value="MKT 22513         Services Marketing"/>
              <w:listItem w:displayText="MGT 22613        Career Management" w:value="MGT 22613        Career Management"/>
              <w:listItem w:displayText="FIN 22313           Introductory Econometrics" w:value="FIN 22313           Introductory Econometrics"/>
            </w:dropDownList>
          </w:sdtPr>
          <w:sdtEndPr/>
          <w:sdtContent>
            <w:tc>
              <w:tcPr>
                <w:tcW w:w="7048" w:type="dxa"/>
              </w:tcPr>
              <w:p w:rsidR="00E42931" w:rsidRPr="00E55104" w:rsidRDefault="00CF36F9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252" w:hanging="252"/>
                </w:pPr>
                <w:r>
                  <w:t>FIN 22313           Introductory Econometrics</w:t>
                </w:r>
              </w:p>
            </w:tc>
          </w:sdtContent>
        </w:sdt>
        <w:sdt>
          <w:sdtPr>
            <w:id w:val="8390858"/>
            <w:placeholder>
              <w:docPart w:val="7F5297D6BA8C411EBEB63A2B37B506A6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E42931" w:rsidRPr="0099630D" w:rsidRDefault="00F77FA3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E42931" w:rsidRPr="0099630D" w:rsidTr="00FB5AA6">
        <w:tc>
          <w:tcPr>
            <w:tcW w:w="1236" w:type="dxa"/>
            <w:vMerge/>
          </w:tcPr>
          <w:p w:rsidR="00E42931" w:rsidRPr="0099630D" w:rsidRDefault="00E4293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1884751909"/>
            <w:placeholder>
              <w:docPart w:val="2351CA226DF04A27B73017BBF163B4D6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22123          Taxation" w:value="ACC 22123          Taxation"/>
              <w:listItem w:displayText="ENT 22223          Venture Creation" w:value="ENT 22223          Venture Creation"/>
              <w:listItem w:displayText="HRM 22423        People Resourcing" w:value="HRM 22423        People Resourcing"/>
              <w:listItem w:displayText="MKT 22523         Social Pschology" w:value="MKT 22523         Social Pschology"/>
              <w:listItem w:displayText="MGT 22623        Taxation" w:value="MGT 22623        Taxation"/>
              <w:listItem w:displayText="FIN 22323           Micro Finance" w:value="FIN 22323           Micro Finance"/>
            </w:dropDownList>
          </w:sdtPr>
          <w:sdtEndPr/>
          <w:sdtContent>
            <w:tc>
              <w:tcPr>
                <w:tcW w:w="7048" w:type="dxa"/>
              </w:tcPr>
              <w:p w:rsidR="00E42931" w:rsidRPr="00E55104" w:rsidRDefault="00CF36F9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252" w:hanging="252"/>
                </w:pPr>
                <w:r>
                  <w:t>FIN 22323           Micro Finance</w:t>
                </w:r>
              </w:p>
            </w:tc>
          </w:sdtContent>
        </w:sdt>
        <w:sdt>
          <w:sdtPr>
            <w:id w:val="8390859"/>
            <w:placeholder>
              <w:docPart w:val="AF361A6E69014BAB930D24A112A69335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E42931" w:rsidRPr="0099630D" w:rsidRDefault="00F77FA3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0A02EE" w:rsidRPr="0099630D" w:rsidTr="00FB5AA6">
        <w:tc>
          <w:tcPr>
            <w:tcW w:w="10349" w:type="dxa"/>
            <w:gridSpan w:val="3"/>
          </w:tcPr>
          <w:p w:rsidR="000A02EE" w:rsidRPr="0099630D" w:rsidRDefault="000A02EE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rPr>
                <w:b/>
                <w:bCs/>
              </w:rPr>
              <w:t>3</w:t>
            </w:r>
            <w:r w:rsidRPr="0099630D">
              <w:rPr>
                <w:b/>
                <w:bCs/>
              </w:rPr>
              <w:t>000 Level – Semester I</w:t>
            </w:r>
          </w:p>
        </w:tc>
      </w:tr>
      <w:tr w:rsidR="00FB5AA6" w:rsidRPr="0099630D" w:rsidTr="00FC19FA">
        <w:tc>
          <w:tcPr>
            <w:tcW w:w="1236" w:type="dxa"/>
            <w:vMerge w:val="restart"/>
          </w:tcPr>
          <w:p w:rsidR="00FB5AA6" w:rsidRDefault="00B875E5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</w:pPr>
            <w:sdt>
              <w:sdtPr>
                <w:id w:val="8390898"/>
                <w:placeholder>
                  <w:docPart w:val="3E197335C0424A0DA46D99871A04F576"/>
                </w:placeholder>
                <w:dropDownList>
                  <w:listItem w:displayText="Year" w:value="Year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</w:dropDownList>
              </w:sdtPr>
              <w:sdtEndPr/>
              <w:sdtContent>
                <w:r w:rsidR="00FB5AA6">
                  <w:t>Year</w:t>
                </w:r>
              </w:sdtContent>
            </w:sdt>
          </w:p>
          <w:p w:rsidR="00FB5AA6" w:rsidRPr="0099630D" w:rsidRDefault="00FB5AA6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31013 </w:t>
            </w:r>
            <w:r>
              <w:tab/>
            </w:r>
            <w:r w:rsidRPr="001C7238">
              <w:t>Management Information Systems</w:t>
            </w:r>
          </w:p>
        </w:tc>
        <w:sdt>
          <w:sdtPr>
            <w:id w:val="8390899"/>
            <w:placeholder>
              <w:docPart w:val="058387E2DF744FDCB59EB06CB6F30AE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6803DB" w:rsidRPr="0099630D" w:rsidTr="00FB5AA6">
        <w:tc>
          <w:tcPr>
            <w:tcW w:w="1236" w:type="dxa"/>
            <w:vMerge/>
          </w:tcPr>
          <w:p w:rsidR="006803DB" w:rsidRPr="0099630D" w:rsidRDefault="006803DB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8390915"/>
            <w:placeholder>
              <w:docPart w:val="D11BE6B304904835969D72FD7BE4185A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1103          Accounting Theory and Practice" w:value="ACC 31103          Accounting Theory and Practice"/>
              <w:listItem w:displayText="ENT 31203          Legal Aspects of Entrepreneurship" w:value="ENT 31203          Legal Aspects of Entrepreneurship"/>
              <w:listItem w:displayText="HRM 31403        Human Resource Development" w:value="HRM 31403        Human Resource Development"/>
              <w:listItem w:displayText="MKT 31503         Consumer Behavior" w:value="MKT 31503         Consumer Behavior"/>
              <w:listItem w:displayText="MGT 31603        Project Management" w:value="MGT 31603        Project Management"/>
              <w:listItem w:displayText="FIN 31303          Financial Markets and Institutions" w:value="FIN 31303          Financial Markets and Institutions"/>
            </w:dropDownList>
          </w:sdtPr>
          <w:sdtEndPr/>
          <w:sdtContent>
            <w:tc>
              <w:tcPr>
                <w:tcW w:w="7048" w:type="dxa"/>
              </w:tcPr>
              <w:p w:rsidR="006803DB" w:rsidRPr="0099630D" w:rsidRDefault="00B77A9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252" w:hanging="252"/>
                </w:pPr>
                <w:r>
                  <w:t>MKT 31503         Consumer Behavior</w:t>
                </w:r>
              </w:p>
            </w:tc>
          </w:sdtContent>
        </w:sdt>
        <w:sdt>
          <w:sdtPr>
            <w:id w:val="8390901"/>
            <w:placeholder>
              <w:docPart w:val="E140F9300AEB424297346C07877BCA75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6803DB" w:rsidRPr="0099630D" w:rsidRDefault="006803DB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6803DB" w:rsidRPr="0099630D" w:rsidTr="00FB5AA6">
        <w:tc>
          <w:tcPr>
            <w:tcW w:w="1236" w:type="dxa"/>
            <w:vMerge/>
          </w:tcPr>
          <w:p w:rsidR="006803DB" w:rsidRPr="0099630D" w:rsidRDefault="006803DB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1792780641"/>
            <w:placeholder>
              <w:docPart w:val="FCD9B1B4BA204B89A04C5B839DFF0E75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1113          Advanced Taxation and Corporate Law" w:value="ACC 31113          Advanced Taxation and Corporate Law"/>
              <w:listItem w:displayText="ENT 31213          Microfinance" w:value="ENT 31213          Microfinance"/>
              <w:listItem w:displayText="HRM 31413        Industrial Relaton and Labour Law" w:value="HRM 31413        Industrial Relaton and Labour Law"/>
              <w:listItem w:displayText="MKT 31513         Event Marketing" w:value="MKT 31513         Event Marketing"/>
              <w:listItem w:displayText="FIN 31313          Investment Analysis and portfolio Management I" w:value="FIN 31313          Investment Analysis and portfolio Management I"/>
              <w:listItem w:displayText="MGT 31613        International Business" w:value="MGT 31613        International Business"/>
            </w:dropDownList>
          </w:sdtPr>
          <w:sdtEndPr/>
          <w:sdtContent>
            <w:tc>
              <w:tcPr>
                <w:tcW w:w="7048" w:type="dxa"/>
              </w:tcPr>
              <w:p w:rsidR="006803DB" w:rsidRPr="0099630D" w:rsidRDefault="00B77A9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252" w:hanging="252"/>
                </w:pPr>
                <w:r>
                  <w:t>MKT 31513         Event Marketing</w:t>
                </w:r>
              </w:p>
            </w:tc>
          </w:sdtContent>
        </w:sdt>
        <w:sdt>
          <w:sdtPr>
            <w:id w:val="8390902"/>
            <w:placeholder>
              <w:docPart w:val="040C59E9B4304ACE9875213FDED7E20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6803DB" w:rsidRPr="0099630D" w:rsidRDefault="006803DB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6803DB" w:rsidRPr="0099630D" w:rsidTr="00FB5AA6">
        <w:tc>
          <w:tcPr>
            <w:tcW w:w="1236" w:type="dxa"/>
            <w:vMerge/>
          </w:tcPr>
          <w:p w:rsidR="006803DB" w:rsidRPr="0099630D" w:rsidRDefault="006803DB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1815217090"/>
            <w:placeholder>
              <w:docPart w:val="EC3B87D09A714D78918640995EE40018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1123          Financial Information Analysis" w:value="ACC 31123          Financial Information Analysis"/>
              <w:listItem w:displayText="ENT 31223         Taxation for Venture" w:value="ENT 31223         Taxation for Venture"/>
              <w:listItem w:displayText="HRM 31423        Performance Management" w:value="HRM 31423        Performance Management"/>
              <w:listItem w:displayText="MKT 31523         Integrated Marketing Communications" w:value="MKT 31523         Integrated Marketing Communications"/>
              <w:listItem w:displayText="FIN 31323            Financial Information Analysis" w:value="FIN 31323            Financial Information Analysis"/>
              <w:listItem w:displayText="MGT 31623          Customer Relationship Management" w:value="MGT 31623          Customer Relationship Management"/>
            </w:dropDownList>
          </w:sdtPr>
          <w:sdtEndPr/>
          <w:sdtContent>
            <w:tc>
              <w:tcPr>
                <w:tcW w:w="7048" w:type="dxa"/>
              </w:tcPr>
              <w:p w:rsidR="006803DB" w:rsidRPr="0099630D" w:rsidRDefault="00B77A9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252" w:hanging="252"/>
                </w:pPr>
                <w:r>
                  <w:t>MKT 31523         Integrated Marketing Communications</w:t>
                </w:r>
              </w:p>
            </w:tc>
          </w:sdtContent>
        </w:sdt>
        <w:sdt>
          <w:sdtPr>
            <w:id w:val="8390903"/>
            <w:placeholder>
              <w:docPart w:val="4D31CCCB5FF749418EFE42C32B0CEA1B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6803DB" w:rsidRPr="0099630D" w:rsidRDefault="006803DB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6803DB" w:rsidRPr="0099630D" w:rsidTr="00FB5AA6">
        <w:tc>
          <w:tcPr>
            <w:tcW w:w="1236" w:type="dxa"/>
            <w:vMerge/>
          </w:tcPr>
          <w:p w:rsidR="006803DB" w:rsidRPr="0099630D" w:rsidRDefault="006803DB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2114779018"/>
            <w:placeholder>
              <w:docPart w:val="2DB328E7A18E442C8784AB9B845F59EB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1133          Project Management" w:value="ACC 31133          Project Management"/>
              <w:listItem w:displayText="ENT 31233          Project Management" w:value="ENT 31233          Project Management"/>
              <w:listItem w:displayText="HRM 31433        Project Management" w:value="HRM 31433        Project Management"/>
              <w:listItem w:displayText="MKT 31533         Tourism Management" w:value="MKT 31533         Tourism Management"/>
              <w:listItem w:displayText="FIN 31333          Personal Finance and Financial Planning" w:value="FIN 31333          Personal Finance and Financial Planning"/>
              <w:listItem w:displayText="MGT 31633        E- Commerce" w:value="MGT 31633        E- Commerce"/>
            </w:dropDownList>
          </w:sdtPr>
          <w:sdtEndPr/>
          <w:sdtContent>
            <w:tc>
              <w:tcPr>
                <w:tcW w:w="7048" w:type="dxa"/>
              </w:tcPr>
              <w:p w:rsidR="006803DB" w:rsidRDefault="00B77A9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252" w:hanging="252"/>
                </w:pPr>
                <w:r>
                  <w:t>MKT 31533         Tourism Management</w:t>
                </w:r>
              </w:p>
            </w:tc>
          </w:sdtContent>
        </w:sdt>
        <w:sdt>
          <w:sdtPr>
            <w:id w:val="-567963392"/>
            <w:placeholder>
              <w:docPart w:val="02997AE0C8F649DCA182E5D5829FC6A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6803DB" w:rsidRPr="0099630D" w:rsidRDefault="006803DB" w:rsidP="00CB683D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684D22" w:rsidRPr="0099630D" w:rsidTr="00FB5AA6">
        <w:tc>
          <w:tcPr>
            <w:tcW w:w="10349" w:type="dxa"/>
            <w:gridSpan w:val="3"/>
          </w:tcPr>
          <w:p w:rsidR="00684D22" w:rsidRPr="0099630D" w:rsidRDefault="00684D2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rPr>
                <w:b/>
                <w:bCs/>
              </w:rPr>
              <w:t>3</w:t>
            </w:r>
            <w:r w:rsidRPr="0099630D">
              <w:rPr>
                <w:b/>
                <w:bCs/>
              </w:rPr>
              <w:t>000 Level – Semester I</w:t>
            </w:r>
            <w:r w:rsidR="00A77FA6">
              <w:rPr>
                <w:b/>
                <w:bCs/>
              </w:rPr>
              <w:t>I</w:t>
            </w:r>
          </w:p>
        </w:tc>
      </w:tr>
      <w:tr w:rsidR="00FB5AA6" w:rsidRPr="0099630D" w:rsidTr="007B6BCE">
        <w:tc>
          <w:tcPr>
            <w:tcW w:w="1236" w:type="dxa"/>
            <w:vMerge w:val="restart"/>
          </w:tcPr>
          <w:sdt>
            <w:sdtPr>
              <w:id w:val="8390944"/>
              <w:placeholder>
                <w:docPart w:val="7555703BE6534D01AF841D319CE1361A"/>
              </w:placeholder>
              <w:dropDownList>
                <w:listItem w:displayText="Year" w:value="Year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FB5AA6" w:rsidRDefault="00FB5AA6" w:rsidP="00A77F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  <w:p w:rsidR="00FB5AA6" w:rsidRPr="0099630D" w:rsidRDefault="00FB5AA6" w:rsidP="00A77F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32013 </w:t>
            </w:r>
            <w:r>
              <w:tab/>
              <w:t xml:space="preserve">Strategic Management </w:t>
            </w:r>
          </w:p>
        </w:tc>
        <w:sdt>
          <w:sdtPr>
            <w:id w:val="8390953"/>
            <w:placeholder>
              <w:docPart w:val="B54363DAE85D439B9E437A730CAE34F2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8390946"/>
            <w:placeholder>
              <w:docPart w:val="08EF296D86EB44E1B8555FEEF5A61EDF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2103          Audit and Assurance" w:value="ACC 32103          Audit and Assurance"/>
              <w:listItem w:displayText="ENT 32203           Business Development Services and Consultancy Skill" w:value="ENT 32203           Business Development Services and Consultancy Skill"/>
              <w:listItem w:displayText="HRM 32403          Compensation Management" w:value="HRM 32403          Compensation Management"/>
              <w:listItem w:displayText="MKT 32503          Brand Management" w:value="MKT 32503          Brand Management"/>
              <w:listItem w:displayText="MGT 32603         Research Methodology" w:value="MGT 32603         Research Methodology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191183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HRM 32403          Compensation Management</w:t>
                </w:r>
              </w:p>
            </w:tc>
          </w:sdtContent>
        </w:sdt>
        <w:sdt>
          <w:sdtPr>
            <w:id w:val="8390958"/>
            <w:placeholder>
              <w:docPart w:val="10D7828743944AE79AD9B41AE78A51F8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12585224"/>
            <w:placeholder>
              <w:docPart w:val="3B98039134AD42B88729FFB8CE99A503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2113           Corporate Governance" w:value="ACC 32113           Corporate Governance"/>
              <w:listItem w:displayText="ENT 32213           Social and Green Entrepreneurship" w:value="ENT 32213           Social and Green Entrepreneurship"/>
              <w:listItem w:displayText="HRM 32413          International Human Resources Management" w:value="HRM 32413          International Human Resources Management"/>
              <w:listItem w:displayText="MKT 32513          Digital Marketing" w:value="MKT 32513          Digital Marketing"/>
              <w:listItem w:displayText="MGT 32613         Audit and Assurance" w:value="MGT 32613         Audit and Assurance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191183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HRM 32413          International Human Resources Management</w:t>
                </w:r>
              </w:p>
            </w:tc>
          </w:sdtContent>
        </w:sdt>
        <w:sdt>
          <w:sdtPr>
            <w:id w:val="8390959"/>
            <w:placeholder>
              <w:docPart w:val="3A6617682C254CF88785A6CCF7DA7773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-1898732092"/>
            <w:placeholder>
              <w:docPart w:val="3E807BBC4D99406D8441D8E72087FF58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2123           Financial Reporting" w:value="ACC 32123           Financial Reporting"/>
              <w:listItem w:displayText="ENT 32223           Tourism Entrepreneurship" w:value="ENT 32223           Tourism Entrepreneurship"/>
              <w:listItem w:displayText="HRM 32423          Workplace Councelling" w:value="HRM 32423          Workplace Councelling"/>
              <w:listItem w:displayText="MKT 32523          International Marketing" w:value="MKT 32523          International Marketing"/>
              <w:listItem w:displayText="MGT 32623          Industrial Sociology and Social psychology" w:value="MGT 32623          Industrial Sociology and Social psychology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191183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HRM 32423          Workplace Councelling</w:t>
                </w:r>
              </w:p>
            </w:tc>
          </w:sdtContent>
        </w:sdt>
        <w:sdt>
          <w:sdtPr>
            <w:id w:val="8390960"/>
            <w:placeholder>
              <w:docPart w:val="D42A040E56484DE6B14E790D1F8C1362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125743420"/>
            <w:placeholder>
              <w:docPart w:val="5D42B589B43C43EAA106ECB658F7B388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2133          Strategic Management Accounting" w:value="ACC 32133          Strategic Management Accounting"/>
              <w:listItem w:displayText="ENT 32233           Venture Strategies" w:value="ENT 32233           Venture Strategies"/>
              <w:listItem w:displayText="HRM 32433          Research Methodology" w:value="HRM 32433          Research Methodology"/>
              <w:listItem w:displayText="MKT 32533          Reseach Methodology" w:value="MKT 32533          Reseach Methodology"/>
              <w:listItem w:displayText="MGT 32633         Knowledge Management" w:value="MGT 32633         Knowledge Management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191183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HRM 32433          Research Methodology</w:t>
                </w:r>
              </w:p>
            </w:tc>
          </w:sdtContent>
        </w:sdt>
        <w:sdt>
          <w:sdtPr>
            <w:id w:val="-1412541894"/>
            <w:placeholder>
              <w:docPart w:val="B1A935CEF31B4042A3882963DDB3AFE4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CB683D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0349" w:type="dxa"/>
            <w:gridSpan w:val="3"/>
          </w:tcPr>
          <w:p w:rsidR="00F521A2" w:rsidRPr="00146EFE" w:rsidRDefault="00F521A2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146EFE">
              <w:rPr>
                <w:b/>
                <w:bCs/>
              </w:rPr>
              <w:t>000 Level – Semester I</w:t>
            </w:r>
          </w:p>
        </w:tc>
      </w:tr>
      <w:tr w:rsidR="00FB5AA6" w:rsidRPr="0099630D" w:rsidTr="0004725B">
        <w:tc>
          <w:tcPr>
            <w:tcW w:w="1236" w:type="dxa"/>
            <w:vMerge w:val="restart"/>
          </w:tcPr>
          <w:sdt>
            <w:sdtPr>
              <w:id w:val="8390971"/>
              <w:placeholder>
                <w:docPart w:val="321E972EEDE84FD0BBC23EA592A40F6E"/>
              </w:placeholder>
              <w:dropDownList>
                <w:listItem w:displayText="Year" w:value="Year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FB5AA6" w:rsidRDefault="00FB5AA6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  <w:p w:rsidR="00FB5AA6" w:rsidRPr="0099630D" w:rsidRDefault="00FB5AA6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41013 </w:t>
            </w:r>
            <w:r>
              <w:tab/>
              <w:t>Logistics and Supply Chain Management</w:t>
            </w:r>
          </w:p>
        </w:tc>
        <w:sdt>
          <w:sdtPr>
            <w:id w:val="8391017"/>
            <w:placeholder>
              <w:docPart w:val="7A2140C13F1F4E37B917EDCD3730E347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8391011"/>
            <w:placeholder>
              <w:docPart w:val="ADD3F4F805094187B1A746907EECF4D8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41103           Corporate Reporting" w:value="ACC 41103           Corporate Reporting"/>
              <w:listItem w:displayText="ENT 41203           Corporate Entrepreneurship" w:value="ENT 41203           Corporate Entrepreneurship"/>
              <w:listItem w:displayText="HRM 41403          Data Analysis for Research" w:value="HRM 41403          Data Analysis for Research"/>
              <w:listItem w:displayText="MKT 41503          Marketing Engineering" w:value="MKT 41503          Marketing Engineering"/>
              <w:listItem w:displayText="MGT 41603         Productivity and Quality Management" w:value="MGT 41603         Productivity and Quality Management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BF3FBD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ACC 41103           Corporate Reporting</w:t>
                </w:r>
              </w:p>
            </w:tc>
          </w:sdtContent>
        </w:sdt>
        <w:sdt>
          <w:sdtPr>
            <w:id w:val="8391019"/>
            <w:placeholder>
              <w:docPart w:val="35D65903C2B7463AB216FE37D1D6246D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429329553"/>
            <w:placeholder>
              <w:docPart w:val="273D04D4DA0D4039ABF19479CD0DF1B0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41113           Public Sector Accounting and Finance" w:value="ACC 41113           Public Sector Accounting and Finance"/>
              <w:listItem w:displayText="ENT 41213           Entrepreneurship and Regional Development" w:value="ENT 41213           Entrepreneurship and Regional Development"/>
              <w:listItem w:displayText="HRM 41413          Human Resource and Total Quality Management" w:value="HRM 41413          Human Resource and Total Quality Management"/>
              <w:listItem w:displayText="MKT 41513          Marketing Ethics" w:value="MKT 41513          Marketing Ethics"/>
              <w:listItem w:displayText="MGT 41613          Corporate Culture and Leadership" w:value="MGT 41613          Corporate Culture and Leadership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BF3FBD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ACC 41113           Public Sector Accounting and Finance</w:t>
                </w:r>
              </w:p>
            </w:tc>
          </w:sdtContent>
        </w:sdt>
        <w:sdt>
          <w:sdtPr>
            <w:id w:val="8391020"/>
            <w:placeholder>
              <w:docPart w:val="65A5CBD93E4F437BBF10E6F7CFC39900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-962878909"/>
            <w:placeholder>
              <w:docPart w:val="AFFDD26730774DEE939790B605590C3E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41123           Research Methodology" w:value="ACC 41123           Research Methodology"/>
              <w:listItem w:displayText="ENT 41223           Research Methodology" w:value="ENT 41223           Research Methodology"/>
              <w:listItem w:displayText="HRM 41423          Personal Economics" w:value="HRM 41423          Personal Economics"/>
              <w:listItem w:displayText="MKT 41523          Marketing Research Analysis" w:value="MKT 41523          Marketing Research Analysis"/>
              <w:listItem w:displayText="MGT 41623         Enterprise Resource Planning" w:value="MGT 41623         Enterprise Resource Planning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BF3FBD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ACC 41123           Research Methodology</w:t>
                </w:r>
              </w:p>
            </w:tc>
          </w:sdtContent>
        </w:sdt>
        <w:sdt>
          <w:sdtPr>
            <w:id w:val="8391021"/>
            <w:placeholder>
              <w:docPart w:val="2897FEE30B2E41E2BBAF39585A8AF99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1472948719"/>
            <w:placeholder>
              <w:docPart w:val="32523863085E4E93A91178C4826D6841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41133           Strategic Finance" w:value="ACC 41133           Strategic Finance"/>
              <w:listItem w:displayText="ENT 41233           International Entrepreneurship" w:value="ENT 41233           International Entrepreneurship"/>
              <w:listItem w:displayText="HRM 41433          Strategic Human Resource Management" w:value="HRM 41433          Strategic Human Resource Management"/>
              <w:listItem w:displayText="MKT 41533          Strategic Marketing" w:value="MKT 41533          Strategic Marketing"/>
              <w:listItem w:displayText="MGT 41623         Enterprise Resource Planning" w:value="MGT 41623         Enterprise Resource Planning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BF3FBD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ACC 41133           Strategic Finance</w:t>
                </w:r>
              </w:p>
            </w:tc>
          </w:sdtContent>
        </w:sdt>
        <w:sdt>
          <w:sdtPr>
            <w:id w:val="8391022"/>
            <w:placeholder>
              <w:docPart w:val="D482C04985B24AB48A2027DC92871D1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0349" w:type="dxa"/>
            <w:gridSpan w:val="3"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rPr>
                <w:b/>
                <w:bCs/>
              </w:rPr>
              <w:t>4</w:t>
            </w:r>
            <w:r w:rsidRPr="00146EFE">
              <w:rPr>
                <w:b/>
                <w:bCs/>
              </w:rPr>
              <w:t>000 Level – Semester I</w:t>
            </w:r>
            <w:r>
              <w:rPr>
                <w:b/>
                <w:bCs/>
              </w:rPr>
              <w:t>I</w:t>
            </w:r>
          </w:p>
        </w:tc>
      </w:tr>
      <w:tr w:rsidR="00FB5AA6" w:rsidRPr="0099630D" w:rsidTr="008E3C6F">
        <w:tc>
          <w:tcPr>
            <w:tcW w:w="1236" w:type="dxa"/>
            <w:vMerge w:val="restart"/>
          </w:tcPr>
          <w:sdt>
            <w:sdtPr>
              <w:id w:val="8391070"/>
              <w:placeholder>
                <w:docPart w:val="7BDE6CE8DC58454585848C93344D2078"/>
              </w:placeholder>
              <w:dropDownList>
                <w:listItem w:displayText="Year" w:value="Year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FB5AA6" w:rsidRPr="0099630D" w:rsidRDefault="00FB5AA6" w:rsidP="00F72F8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42019 </w:t>
            </w:r>
            <w:r>
              <w:tab/>
              <w:t xml:space="preserve">Dissertation  </w:t>
            </w:r>
          </w:p>
        </w:tc>
        <w:sdt>
          <w:sdtPr>
            <w:id w:val="8391080"/>
            <w:placeholder>
              <w:docPart w:val="BD63ED24DD104380A99943E37A96920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F72F8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D42317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42026 </w:t>
            </w:r>
            <w:r>
              <w:tab/>
              <w:t xml:space="preserve">Internship </w:t>
            </w:r>
          </w:p>
        </w:tc>
        <w:sdt>
          <w:sdtPr>
            <w:id w:val="8391081"/>
            <w:placeholder>
              <w:docPart w:val="CEA9DCECA2BC46A287EDB38EDD0330CD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F72F8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rPr>
          <w:trHeight w:val="2218"/>
        </w:trPr>
        <w:tc>
          <w:tcPr>
            <w:tcW w:w="10349" w:type="dxa"/>
            <w:gridSpan w:val="3"/>
          </w:tcPr>
          <w:p w:rsidR="00F521A2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0AB560" wp14:editId="48DCED14">
                      <wp:simplePos x="0" y="0"/>
                      <wp:positionH relativeFrom="column">
                        <wp:posOffset>2842717</wp:posOffset>
                      </wp:positionH>
                      <wp:positionV relativeFrom="paragraph">
                        <wp:posOffset>7850</wp:posOffset>
                      </wp:positionV>
                      <wp:extent cx="2694305" cy="234086"/>
                      <wp:effectExtent l="0" t="0" r="0" b="0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4305" cy="2340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21A2" w:rsidRPr="0049008C" w:rsidRDefault="00F521A2">
                                  <w:pP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49008C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Particulars of Marks &amp; Grades: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0AB560" id="Text Box 10" o:spid="_x0000_s1028" type="#_x0000_t202" style="position:absolute;margin-left:223.85pt;margin-top:.6pt;width:212.15pt;height:18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" stroked="f">
                      <v:textbox>
                        <w:txbxContent>
                          <w:p w:rsidR="00F521A2" w:rsidRPr="0049008C" w:rsidRDefault="00F521A2">
                            <w:pPr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49008C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Particulars of Marks &amp; Grades: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21A2" w:rsidRDefault="00BD1C8A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E8003DC" wp14:editId="702108D4">
                      <wp:simplePos x="0" y="0"/>
                      <wp:positionH relativeFrom="column">
                        <wp:posOffset>2868930</wp:posOffset>
                      </wp:positionH>
                      <wp:positionV relativeFrom="paragraph">
                        <wp:posOffset>73990</wp:posOffset>
                      </wp:positionV>
                      <wp:extent cx="3642360" cy="1590675"/>
                      <wp:effectExtent l="0" t="0" r="15240" b="28575"/>
                      <wp:wrapNone/>
                      <wp:docPr id="1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42360" cy="1590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36"/>
                                    <w:gridCol w:w="936"/>
                                    <w:gridCol w:w="936"/>
                                    <w:gridCol w:w="936"/>
                                    <w:gridCol w:w="936"/>
                                    <w:gridCol w:w="936"/>
                                  </w:tblGrid>
                                  <w:tr w:rsidR="00F521A2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Marks Range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Grade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Grade Point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Marks Range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Grade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Grade Point</w:t>
                                        </w:r>
                                      </w:p>
                                    </w:tc>
                                  </w:tr>
                                  <w:tr w:rsidR="00F521A2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00-24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0.0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50-54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B-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2.7</w:t>
                                        </w:r>
                                      </w:p>
                                    </w:tc>
                                  </w:tr>
                                  <w:tr w:rsidR="00F521A2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25-29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1.0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55-59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B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3.0</w:t>
                                        </w:r>
                                      </w:p>
                                    </w:tc>
                                  </w:tr>
                                  <w:tr w:rsidR="00F521A2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30-34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D+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1.3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60-64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B+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3.3</w:t>
                                        </w:r>
                                      </w:p>
                                    </w:tc>
                                  </w:tr>
                                  <w:tr w:rsidR="00F521A2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35-39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C-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1.7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65-69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A-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3.7</w:t>
                                        </w:r>
                                      </w:p>
                                    </w:tc>
                                  </w:tr>
                                  <w:tr w:rsidR="00F521A2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40-44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2.0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70-84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4.0</w:t>
                                        </w:r>
                                      </w:p>
                                    </w:tc>
                                  </w:tr>
                                  <w:tr w:rsidR="00F521A2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45-49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C+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2.3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85-100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A+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4.0</w:t>
                                        </w:r>
                                      </w:p>
                                    </w:tc>
                                  </w:tr>
                                </w:tbl>
                                <w:p w:rsidR="00F521A2" w:rsidRPr="00017B96" w:rsidRDefault="00F521A2" w:rsidP="00017B96">
                                  <w:pPr>
                                    <w:tabs>
                                      <w:tab w:val="left" w:pos="2160"/>
                                      <w:tab w:val="left" w:pos="2700"/>
                                    </w:tabs>
                                    <w:spacing w:after="0" w:line="240" w:lineRule="auto"/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>* “MC”: Medical Certificate,</w:t>
                                  </w:r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</w:p>
                                <w:p w:rsidR="00F521A2" w:rsidRPr="00017B96" w:rsidRDefault="00F521A2" w:rsidP="00017B96">
                                  <w:pPr>
                                    <w:tabs>
                                      <w:tab w:val="left" w:pos="2160"/>
                                      <w:tab w:val="left" w:pos="2700"/>
                                    </w:tabs>
                                    <w:spacing w:after="0" w:line="240" w:lineRule="auto"/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>* “Ab”: Absent</w:t>
                                  </w:r>
                                </w:p>
                                <w:p w:rsidR="00F521A2" w:rsidRDefault="00F521A2" w:rsidP="00017B96">
                                  <w:pPr>
                                    <w:tabs>
                                      <w:tab w:val="left" w:pos="2160"/>
                                      <w:tab w:val="left" w:pos="2700"/>
                                    </w:tabs>
                                    <w:spacing w:after="0"/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>*  C</w:t>
                                  </w:r>
                                  <w:proofErr w:type="gramEnd"/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 xml:space="preserve">-, D+, D and E are considered as failure grades. </w:t>
                                  </w:r>
                                </w:p>
                                <w:p w:rsidR="00F521A2" w:rsidRPr="00017B96" w:rsidRDefault="00F521A2" w:rsidP="00017B96">
                                  <w:pPr>
                                    <w:rPr>
                                      <w:rFonts w:ascii="Cambria" w:eastAsia="Times New Roman" w:hAnsi="Cambria" w:cs="Arial"/>
                                      <w:sz w:val="18"/>
                                      <w:szCs w:val="18"/>
                                    </w:rPr>
                                  </w:pPr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4"/>
                                      <w:szCs w:val="14"/>
                                    </w:rPr>
                                    <w:t>* "IC"</w:t>
                                  </w:r>
                                  <w:r w:rsidRPr="00017B96">
                                    <w:rPr>
                                      <w:rFonts w:ascii="Cambria" w:eastAsia="Times New Roman" w:hAnsi="Cambria" w:cs="Arial"/>
                                      <w:sz w:val="18"/>
                                      <w:szCs w:val="18"/>
                                    </w:rPr>
                                    <w:t xml:space="preserve"> part of the course is not completed</w:t>
                                  </w:r>
                                </w:p>
                                <w:p w:rsidR="00F521A2" w:rsidRPr="00017B96" w:rsidRDefault="00F521A2" w:rsidP="00017B96">
                                  <w:pPr>
                                    <w:tabs>
                                      <w:tab w:val="left" w:pos="2160"/>
                                      <w:tab w:val="left" w:pos="2700"/>
                                    </w:tabs>
                                    <w:spacing w:after="0"/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521A2" w:rsidRDefault="00F521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8003DC" id="Text Box 9" o:spid="_x0000_s1029" type="#_x0000_t202" style="position:absolute;margin-left:225.9pt;margin-top:5.85pt;width:286.8pt;height:12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36"/>
                              <w:gridCol w:w="936"/>
                              <w:gridCol w:w="936"/>
                              <w:gridCol w:w="936"/>
                              <w:gridCol w:w="936"/>
                              <w:gridCol w:w="936"/>
                            </w:tblGrid>
                            <w:tr w:rsidR="00F521A2" w:rsidTr="0055185B"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Marks Range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Grade Point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Marks Range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Grade Point</w:t>
                                  </w:r>
                                </w:p>
                              </w:tc>
                            </w:tr>
                            <w:tr w:rsidR="00F521A2" w:rsidTr="0055185B"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00-24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0.0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50-54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B-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2.7</w:t>
                                  </w:r>
                                </w:p>
                              </w:tc>
                            </w:tr>
                            <w:tr w:rsidR="00F521A2" w:rsidTr="0055185B"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25-29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1.0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55-59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3.0</w:t>
                                  </w:r>
                                </w:p>
                              </w:tc>
                            </w:tr>
                            <w:tr w:rsidR="00F521A2" w:rsidTr="0055185B"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30-34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D+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60-64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B+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3.3</w:t>
                                  </w:r>
                                </w:p>
                              </w:tc>
                            </w:tr>
                            <w:tr w:rsidR="00F521A2" w:rsidTr="0055185B"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35-39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C-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1.7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65-69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A-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3.7</w:t>
                                  </w:r>
                                </w:p>
                              </w:tc>
                            </w:tr>
                            <w:tr w:rsidR="00F521A2" w:rsidTr="0055185B"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40-44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2.0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70-84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4.0</w:t>
                                  </w:r>
                                </w:p>
                              </w:tc>
                            </w:tr>
                            <w:tr w:rsidR="00F521A2" w:rsidTr="0055185B"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45-49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C+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2.3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85-100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A+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4.0</w:t>
                                  </w:r>
                                </w:p>
                              </w:tc>
                            </w:tr>
                          </w:tbl>
                          <w:p w:rsidR="00F521A2" w:rsidRPr="00017B96" w:rsidRDefault="00F521A2" w:rsidP="00017B96">
                            <w:pPr>
                              <w:tabs>
                                <w:tab w:val="left" w:pos="2160"/>
                                <w:tab w:val="left" w:pos="2700"/>
                              </w:tabs>
                              <w:spacing w:after="0" w:line="240" w:lineRule="auto"/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</w:pPr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>* “MC”: Medical Certificate,</w:t>
                            </w:r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521A2" w:rsidRPr="00017B96" w:rsidRDefault="00F521A2" w:rsidP="00017B96">
                            <w:pPr>
                              <w:tabs>
                                <w:tab w:val="left" w:pos="2160"/>
                                <w:tab w:val="left" w:pos="2700"/>
                              </w:tabs>
                              <w:spacing w:after="0" w:line="240" w:lineRule="auto"/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</w:pPr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>* “Ab”: Absent</w:t>
                            </w:r>
                          </w:p>
                          <w:p w:rsidR="00F521A2" w:rsidRDefault="00F521A2" w:rsidP="00017B96">
                            <w:pPr>
                              <w:tabs>
                                <w:tab w:val="left" w:pos="2160"/>
                                <w:tab w:val="left" w:pos="2700"/>
                              </w:tabs>
                              <w:spacing w:after="0"/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>*  C</w:t>
                            </w:r>
                            <w:proofErr w:type="gramEnd"/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 xml:space="preserve">-, D+, D and E are considered as failure grades. </w:t>
                            </w:r>
                          </w:p>
                          <w:p w:rsidR="00F521A2" w:rsidRPr="00017B96" w:rsidRDefault="00F521A2" w:rsidP="00017B96">
                            <w:pPr>
                              <w:rPr>
                                <w:rFonts w:ascii="Cambria" w:eastAsia="Times New Roman" w:hAnsi="Cambria" w:cs="Arial"/>
                                <w:sz w:val="18"/>
                                <w:szCs w:val="18"/>
                              </w:rPr>
                            </w:pPr>
                            <w:r w:rsidRPr="00017B96">
                              <w:rPr>
                                <w:rFonts w:ascii="Palatino" w:hAnsi="Palatino"/>
                                <w:b/>
                                <w:sz w:val="14"/>
                                <w:szCs w:val="14"/>
                              </w:rPr>
                              <w:t>* "IC"</w:t>
                            </w:r>
                            <w:r w:rsidRPr="00017B96">
                              <w:rPr>
                                <w:rFonts w:ascii="Cambria" w:eastAsia="Times New Roman" w:hAnsi="Cambria" w:cs="Arial"/>
                                <w:sz w:val="18"/>
                                <w:szCs w:val="18"/>
                              </w:rPr>
                              <w:t xml:space="preserve"> part of the course is not completed</w:t>
                            </w:r>
                          </w:p>
                          <w:p w:rsidR="00F521A2" w:rsidRPr="00017B96" w:rsidRDefault="00F521A2" w:rsidP="00017B96">
                            <w:pPr>
                              <w:tabs>
                                <w:tab w:val="left" w:pos="2160"/>
                                <w:tab w:val="left" w:pos="2700"/>
                              </w:tabs>
                              <w:spacing w:after="0"/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521A2" w:rsidRDefault="00F521A2"/>
                        </w:txbxContent>
                      </v:textbox>
                    </v:shape>
                  </w:pict>
                </mc:Fallback>
              </mc:AlternateContent>
            </w:r>
            <w:r w:rsidR="00F521A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E5C9B29" wp14:editId="01B94E30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151765</wp:posOffset>
                      </wp:positionV>
                      <wp:extent cx="2712720" cy="1028700"/>
                      <wp:effectExtent l="0" t="0" r="11430" b="19050"/>
                      <wp:wrapNone/>
                      <wp:docPr id="6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272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21A2" w:rsidRPr="00683C57" w:rsidRDefault="00F521A2" w:rsidP="00683C57">
                                  <w:pPr>
                                    <w:rPr>
                                      <w:sz w:val="86"/>
                                      <w:szCs w:val="86"/>
                                    </w:rPr>
                                  </w:pPr>
                                  <w:r w:rsidRPr="00683C57">
                                    <w:rPr>
                                      <w:sz w:val="86"/>
                                      <w:szCs w:val="86"/>
                                    </w:rPr>
                                    <w:t>Office copy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5C9B29" id="_x0000_s1030" type="#_x0000_t202" style="position:absolute;margin-left:-2.7pt;margin-top:11.95pt;width:213.6pt;height:8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">
                      <v:textbox>
                        <w:txbxContent>
                          <w:p w:rsidR="00F521A2" w:rsidRPr="00683C57" w:rsidRDefault="00F521A2" w:rsidP="00683C57">
                            <w:pPr>
                              <w:rPr>
                                <w:sz w:val="86"/>
                                <w:szCs w:val="86"/>
                              </w:rPr>
                            </w:pPr>
                            <w:r w:rsidRPr="00683C57">
                              <w:rPr>
                                <w:sz w:val="86"/>
                                <w:szCs w:val="86"/>
                              </w:rPr>
                              <w:t>Office copy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21A2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Assistant Registrar </w:t>
            </w:r>
          </w:p>
          <w:p w:rsidR="00F521A2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fldChar w:fldCharType="begin"/>
            </w:r>
            <w:r>
              <w:instrText xml:space="preserve"> DATE \@ "M/d/yyyy" </w:instrText>
            </w:r>
            <w:r>
              <w:fldChar w:fldCharType="separate"/>
            </w:r>
            <w:r w:rsidR="00CE71D3">
              <w:rPr>
                <w:noProof/>
              </w:rPr>
              <w:t>8/27/2024</w:t>
            </w:r>
            <w:r>
              <w:fldChar w:fldCharType="end"/>
            </w:r>
          </w:p>
          <w:p w:rsidR="00F521A2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  <w:p w:rsidR="00F521A2" w:rsidRPr="004E64A2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rPr>
                <w:sz w:val="12"/>
                <w:szCs w:val="12"/>
              </w:rPr>
            </w:pPr>
          </w:p>
          <w:p w:rsidR="00F521A2" w:rsidRPr="0099630D" w:rsidRDefault="00F521A2" w:rsidP="004E64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</w:tr>
      <w:tr w:rsidR="00F521A2" w:rsidRPr="0099630D" w:rsidTr="00FB5AA6">
        <w:trPr>
          <w:trHeight w:val="620"/>
        </w:trPr>
        <w:tc>
          <w:tcPr>
            <w:tcW w:w="10349" w:type="dxa"/>
            <w:gridSpan w:val="3"/>
          </w:tcPr>
          <w:sdt>
            <w:sdtPr>
              <w:alias w:val="Remarks"/>
              <w:tag w:val="Remarks"/>
              <w:id w:val="2046560434"/>
              <w:placeholder>
                <w:docPart w:val="F9772080F6B34BF3A305B7EA27ECB190"/>
              </w:placeholder>
              <w:showingPlcHdr/>
            </w:sdtPr>
            <w:sdtEndPr/>
            <w:sdtContent>
              <w:p w:rsidR="00F521A2" w:rsidRDefault="00F521A2" w:rsidP="00683C57">
                <w:r w:rsidRPr="00177A8A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F521A2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</w:tr>
    </w:tbl>
    <w:p w:rsidR="003F3831" w:rsidRPr="008873D2" w:rsidRDefault="003F3831" w:rsidP="008873D2"/>
    <w:sectPr w:rsidR="003F3831" w:rsidRPr="008873D2" w:rsidSect="00F72F84">
      <w:pgSz w:w="12240" w:h="20160" w:code="5"/>
      <w:pgMar w:top="1440" w:right="90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659C8"/>
    <w:multiLevelType w:val="hybridMultilevel"/>
    <w:tmpl w:val="52FE50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8371CC"/>
    <w:multiLevelType w:val="hybridMultilevel"/>
    <w:tmpl w:val="006C980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formatting="1"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BB7"/>
    <w:rsid w:val="00012A1D"/>
    <w:rsid w:val="00017B96"/>
    <w:rsid w:val="00022688"/>
    <w:rsid w:val="00027EB1"/>
    <w:rsid w:val="00047F01"/>
    <w:rsid w:val="000A02EE"/>
    <w:rsid w:val="000B185F"/>
    <w:rsid w:val="000C5EFF"/>
    <w:rsid w:val="000D7D4A"/>
    <w:rsid w:val="001277F6"/>
    <w:rsid w:val="00146EFE"/>
    <w:rsid w:val="00153B67"/>
    <w:rsid w:val="00181A4A"/>
    <w:rsid w:val="00183D62"/>
    <w:rsid w:val="00191183"/>
    <w:rsid w:val="001C7238"/>
    <w:rsid w:val="001E01DA"/>
    <w:rsid w:val="001E2A5A"/>
    <w:rsid w:val="00212B20"/>
    <w:rsid w:val="00233CE1"/>
    <w:rsid w:val="00272557"/>
    <w:rsid w:val="002A04AE"/>
    <w:rsid w:val="002D50AC"/>
    <w:rsid w:val="002D5AF3"/>
    <w:rsid w:val="002E45D4"/>
    <w:rsid w:val="00304BDF"/>
    <w:rsid w:val="00305C61"/>
    <w:rsid w:val="003211AE"/>
    <w:rsid w:val="00341F09"/>
    <w:rsid w:val="00383630"/>
    <w:rsid w:val="00392368"/>
    <w:rsid w:val="003D7EA7"/>
    <w:rsid w:val="003F3831"/>
    <w:rsid w:val="00411DA8"/>
    <w:rsid w:val="004152A9"/>
    <w:rsid w:val="00472C6D"/>
    <w:rsid w:val="0049008C"/>
    <w:rsid w:val="004E64A2"/>
    <w:rsid w:val="004F23D9"/>
    <w:rsid w:val="005148C8"/>
    <w:rsid w:val="0055185B"/>
    <w:rsid w:val="005A2B04"/>
    <w:rsid w:val="005A68F9"/>
    <w:rsid w:val="005C11AD"/>
    <w:rsid w:val="005D15E8"/>
    <w:rsid w:val="005F14DA"/>
    <w:rsid w:val="00632F06"/>
    <w:rsid w:val="006466E1"/>
    <w:rsid w:val="0068032B"/>
    <w:rsid w:val="006803DB"/>
    <w:rsid w:val="006834EF"/>
    <w:rsid w:val="00683C57"/>
    <w:rsid w:val="00684D22"/>
    <w:rsid w:val="006B3D13"/>
    <w:rsid w:val="00726CF6"/>
    <w:rsid w:val="007347D9"/>
    <w:rsid w:val="00763DDF"/>
    <w:rsid w:val="00790732"/>
    <w:rsid w:val="00794977"/>
    <w:rsid w:val="007A0D9C"/>
    <w:rsid w:val="007C7B50"/>
    <w:rsid w:val="00813041"/>
    <w:rsid w:val="00844E78"/>
    <w:rsid w:val="0085084B"/>
    <w:rsid w:val="00867346"/>
    <w:rsid w:val="0087345F"/>
    <w:rsid w:val="0087413A"/>
    <w:rsid w:val="008873D2"/>
    <w:rsid w:val="008E01F2"/>
    <w:rsid w:val="009160D1"/>
    <w:rsid w:val="009161E1"/>
    <w:rsid w:val="009351CD"/>
    <w:rsid w:val="00960320"/>
    <w:rsid w:val="0098301E"/>
    <w:rsid w:val="0099100C"/>
    <w:rsid w:val="009D1605"/>
    <w:rsid w:val="00A026B9"/>
    <w:rsid w:val="00A02E00"/>
    <w:rsid w:val="00A1776C"/>
    <w:rsid w:val="00A639EF"/>
    <w:rsid w:val="00A77FA6"/>
    <w:rsid w:val="00AA2355"/>
    <w:rsid w:val="00AD2B95"/>
    <w:rsid w:val="00AE133A"/>
    <w:rsid w:val="00B016A7"/>
    <w:rsid w:val="00B177E5"/>
    <w:rsid w:val="00B24902"/>
    <w:rsid w:val="00B40E4C"/>
    <w:rsid w:val="00B77A9E"/>
    <w:rsid w:val="00B875E5"/>
    <w:rsid w:val="00B87DE2"/>
    <w:rsid w:val="00BC67EA"/>
    <w:rsid w:val="00BD1C8A"/>
    <w:rsid w:val="00BE4544"/>
    <w:rsid w:val="00BF33B2"/>
    <w:rsid w:val="00BF3FBD"/>
    <w:rsid w:val="00C06269"/>
    <w:rsid w:val="00C40E90"/>
    <w:rsid w:val="00C452C8"/>
    <w:rsid w:val="00C52C09"/>
    <w:rsid w:val="00C827D8"/>
    <w:rsid w:val="00CA5081"/>
    <w:rsid w:val="00CA6BA5"/>
    <w:rsid w:val="00CE71D3"/>
    <w:rsid w:val="00CF1FE0"/>
    <w:rsid w:val="00CF36F9"/>
    <w:rsid w:val="00CF71E5"/>
    <w:rsid w:val="00D00922"/>
    <w:rsid w:val="00D22730"/>
    <w:rsid w:val="00D40FF4"/>
    <w:rsid w:val="00D579D7"/>
    <w:rsid w:val="00D660C0"/>
    <w:rsid w:val="00D70BB7"/>
    <w:rsid w:val="00D728B9"/>
    <w:rsid w:val="00D75D6C"/>
    <w:rsid w:val="00DA087F"/>
    <w:rsid w:val="00DA463B"/>
    <w:rsid w:val="00DE158C"/>
    <w:rsid w:val="00DE571D"/>
    <w:rsid w:val="00DF63A9"/>
    <w:rsid w:val="00E2623B"/>
    <w:rsid w:val="00E357A3"/>
    <w:rsid w:val="00E423A2"/>
    <w:rsid w:val="00E42931"/>
    <w:rsid w:val="00E454C1"/>
    <w:rsid w:val="00E52E68"/>
    <w:rsid w:val="00E55104"/>
    <w:rsid w:val="00E60AEA"/>
    <w:rsid w:val="00E648BD"/>
    <w:rsid w:val="00E6547B"/>
    <w:rsid w:val="00E870B9"/>
    <w:rsid w:val="00E9213F"/>
    <w:rsid w:val="00ED4805"/>
    <w:rsid w:val="00EE0CCE"/>
    <w:rsid w:val="00EF14D6"/>
    <w:rsid w:val="00EF2641"/>
    <w:rsid w:val="00F26E26"/>
    <w:rsid w:val="00F521A2"/>
    <w:rsid w:val="00F63F8C"/>
    <w:rsid w:val="00F72F84"/>
    <w:rsid w:val="00F77FA3"/>
    <w:rsid w:val="00F86EFD"/>
    <w:rsid w:val="00FA7D21"/>
    <w:rsid w:val="00FB5AA6"/>
    <w:rsid w:val="00FB6264"/>
    <w:rsid w:val="00FD7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964A099F-D084-4057-A5EA-9A9C7B800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73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3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7B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F38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3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ffice\Examination\Result%20Sheets\New%20folder\Certificate%20new%20MF2017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483D7A9801F48A7A0133A6FBFE5D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B53625-2C1E-48CB-921F-37C56F2F9265}"/>
      </w:docPartPr>
      <w:docPartBody>
        <w:p w:rsidR="00AD4992" w:rsidRDefault="00D36467">
          <w:pPr>
            <w:pStyle w:val="A483D7A9801F48A7A0133A6FBFE5D64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8536EBB4BDD4069815A60CC665AD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EBE64-E20B-4AF6-A466-8D9A466FE53F}"/>
      </w:docPartPr>
      <w:docPartBody>
        <w:p w:rsidR="00AD4992" w:rsidRDefault="00D36467">
          <w:pPr>
            <w:pStyle w:val="98536EBB4BDD4069815A60CC665AD8C9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16789E8EF474E06A93258B88E594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049FC-1A81-4371-B75B-762AA147834E}"/>
      </w:docPartPr>
      <w:docPartBody>
        <w:p w:rsidR="00AD4992" w:rsidRDefault="00D36467">
          <w:pPr>
            <w:pStyle w:val="F16789E8EF474E06A93258B88E59420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779EEC1B6BE48D0BC695655C1FD0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CC5E4-CD0E-4476-8E45-6832FB3A9538}"/>
      </w:docPartPr>
      <w:docPartBody>
        <w:p w:rsidR="00AD4992" w:rsidRDefault="00D36467">
          <w:pPr>
            <w:pStyle w:val="0779EEC1B6BE48D0BC695655C1FD0407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7F5297D6BA8C411EBEB63A2B37B50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4071F-8BFF-42A7-B5B5-2275E2ABEEFD}"/>
      </w:docPartPr>
      <w:docPartBody>
        <w:p w:rsidR="00AD4992" w:rsidRDefault="00D36467">
          <w:pPr>
            <w:pStyle w:val="7F5297D6BA8C411EBEB63A2B37B506A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F361A6E69014BAB930D24A112A693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1E65D2-A57D-4126-BA63-D3E6885E5B9C}"/>
      </w:docPartPr>
      <w:docPartBody>
        <w:p w:rsidR="00AD4992" w:rsidRDefault="00D36467">
          <w:pPr>
            <w:pStyle w:val="AF361A6E69014BAB930D24A112A6933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5F313FC55F242E8B3F6B10F8F18CC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3965A-BB75-40A2-A18D-4990C7E669C3}"/>
      </w:docPartPr>
      <w:docPartBody>
        <w:p w:rsidR="00AD4992" w:rsidRDefault="00D36467" w:rsidP="00D36467">
          <w:pPr>
            <w:pStyle w:val="A5F313FC55F242E8B3F6B10F8F18CCC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351CA226DF04A27B73017BBF163B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4F054F-ED72-46A7-8DB3-2F0E238E216A}"/>
      </w:docPartPr>
      <w:docPartBody>
        <w:p w:rsidR="00AD4992" w:rsidRDefault="00D36467" w:rsidP="00D36467">
          <w:pPr>
            <w:pStyle w:val="2351CA226DF04A27B73017BBF163B4D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11BE6B304904835969D72FD7BE418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B76E5B-1F2F-4EFA-8F93-7A1E8F41E600}"/>
      </w:docPartPr>
      <w:docPartBody>
        <w:p w:rsidR="00AD4992" w:rsidRDefault="00D36467" w:rsidP="00D36467">
          <w:pPr>
            <w:pStyle w:val="D11BE6B304904835969D72FD7BE4185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E140F9300AEB424297346C07877BC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6F02F-93F3-406E-AD7C-AB18E67A53CD}"/>
      </w:docPartPr>
      <w:docPartBody>
        <w:p w:rsidR="00AD4992" w:rsidRDefault="00D36467" w:rsidP="00D36467">
          <w:pPr>
            <w:pStyle w:val="E140F9300AEB424297346C07877BCA7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40C59E9B4304ACE9875213FDED7E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14A75-BF3F-4688-BBDE-6A6FCD0CFF2F}"/>
      </w:docPartPr>
      <w:docPartBody>
        <w:p w:rsidR="00AD4992" w:rsidRDefault="00D36467" w:rsidP="00D36467">
          <w:pPr>
            <w:pStyle w:val="040C59E9B4304ACE9875213FDED7E20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D31CCCB5FF749418EFE42C32B0CE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4A3A70-A15A-4D7C-A9C2-A0E23215F737}"/>
      </w:docPartPr>
      <w:docPartBody>
        <w:p w:rsidR="00AD4992" w:rsidRDefault="00D36467" w:rsidP="00D36467">
          <w:pPr>
            <w:pStyle w:val="4D31CCCB5FF749418EFE42C32B0CEA1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2997AE0C8F649DCA182E5D5829FC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99645-775E-4DCF-A0FC-8A9F850DEF24}"/>
      </w:docPartPr>
      <w:docPartBody>
        <w:p w:rsidR="00AD4992" w:rsidRDefault="00D36467" w:rsidP="00D36467">
          <w:pPr>
            <w:pStyle w:val="02997AE0C8F649DCA182E5D5829FC6A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8EF296D86EB44E1B8555FEEF5A61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42081-093C-49E1-902F-D08A01CD127C}"/>
      </w:docPartPr>
      <w:docPartBody>
        <w:p w:rsidR="00AD4992" w:rsidRDefault="00D36467" w:rsidP="00D36467">
          <w:pPr>
            <w:pStyle w:val="08EF296D86EB44E1B8555FEEF5A61ED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10D7828743944AE79AD9B41AE78A5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D31CB-7C55-4148-ACE2-8E91D17C3008}"/>
      </w:docPartPr>
      <w:docPartBody>
        <w:p w:rsidR="00AD4992" w:rsidRDefault="00D36467" w:rsidP="00D36467">
          <w:pPr>
            <w:pStyle w:val="10D7828743944AE79AD9B41AE78A51F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A6617682C254CF88785A6CCF7DA7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71FFC3-CF43-4D53-81D9-16D23A295E9C}"/>
      </w:docPartPr>
      <w:docPartBody>
        <w:p w:rsidR="00AD4992" w:rsidRDefault="00D36467" w:rsidP="00D36467">
          <w:pPr>
            <w:pStyle w:val="3A6617682C254CF88785A6CCF7DA777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42A040E56484DE6B14E790D1F8C1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6103E-CA28-4D46-8536-FCE5F576BF47}"/>
      </w:docPartPr>
      <w:docPartBody>
        <w:p w:rsidR="00AD4992" w:rsidRDefault="00D36467" w:rsidP="00D36467">
          <w:pPr>
            <w:pStyle w:val="D42A040E56484DE6B14E790D1F8C136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1A935CEF31B4042A3882963DDB3A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D2295-C302-4FC3-B491-A74CAE1AFAFD}"/>
      </w:docPartPr>
      <w:docPartBody>
        <w:p w:rsidR="00AD4992" w:rsidRDefault="00D36467" w:rsidP="00D36467">
          <w:pPr>
            <w:pStyle w:val="B1A935CEF31B4042A3882963DDB3AFE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DD3F4F805094187B1A746907EECF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14359-DC07-4315-8130-AF89C87FF9F6}"/>
      </w:docPartPr>
      <w:docPartBody>
        <w:p w:rsidR="00AD4992" w:rsidRDefault="00D36467" w:rsidP="00D36467">
          <w:pPr>
            <w:pStyle w:val="ADD3F4F805094187B1A746907EECF4D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5D65903C2B7463AB216FE37D1D62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F623A-8ECC-4A5E-8282-0D70C61C4377}"/>
      </w:docPartPr>
      <w:docPartBody>
        <w:p w:rsidR="00AD4992" w:rsidRDefault="00D36467" w:rsidP="00D36467">
          <w:pPr>
            <w:pStyle w:val="35D65903C2B7463AB216FE37D1D6246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5A5CBD93E4F437BBF10E6F7CFC39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AC04E-1BF8-4426-BC55-D1EF8E4BE913}"/>
      </w:docPartPr>
      <w:docPartBody>
        <w:p w:rsidR="00AD4992" w:rsidRDefault="00D36467" w:rsidP="00D36467">
          <w:pPr>
            <w:pStyle w:val="65A5CBD93E4F437BBF10E6F7CFC39900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897FEE30B2E41E2BBAF39585A8AF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FFA5A-D020-474E-9375-CEAF832C2170}"/>
      </w:docPartPr>
      <w:docPartBody>
        <w:p w:rsidR="00AD4992" w:rsidRDefault="00D36467" w:rsidP="00D36467">
          <w:pPr>
            <w:pStyle w:val="2897FEE30B2E41E2BBAF39585A8AF99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482C04985B24AB48A2027DC92871D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46A2D-E6A3-4917-8380-FF379E2AC8D8}"/>
      </w:docPartPr>
      <w:docPartBody>
        <w:p w:rsidR="00AD4992" w:rsidRDefault="00D36467" w:rsidP="00D36467">
          <w:pPr>
            <w:pStyle w:val="D482C04985B24AB48A2027DC92871D1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9772080F6B34BF3A305B7EA27ECB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99FE5E-9201-421A-863D-920D17F88916}"/>
      </w:docPartPr>
      <w:docPartBody>
        <w:p w:rsidR="00AD4992" w:rsidRDefault="00CB7883" w:rsidP="00CB7883">
          <w:pPr>
            <w:pStyle w:val="F9772080F6B34BF3A305B7EA27ECB19032"/>
          </w:pPr>
          <w:r w:rsidRPr="00177A8A">
            <w:rPr>
              <w:rStyle w:val="PlaceholderText"/>
            </w:rPr>
            <w:t>Click here to enter text.</w:t>
          </w:r>
        </w:p>
      </w:docPartBody>
    </w:docPart>
    <w:docPart>
      <w:docPartPr>
        <w:name w:val="3B98039134AD42B88729FFB8CE99A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3685E-2023-453A-AE75-C1852EEC8F8D}"/>
      </w:docPartPr>
      <w:docPartBody>
        <w:p w:rsidR="00701C29" w:rsidRDefault="00167B53" w:rsidP="00167B53">
          <w:pPr>
            <w:pStyle w:val="3B98039134AD42B88729FFB8CE99A50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E807BBC4D99406D8441D8E72087F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F3D9F-90F7-46BB-82B6-D2012C5D7EA1}"/>
      </w:docPartPr>
      <w:docPartBody>
        <w:p w:rsidR="00701C29" w:rsidRDefault="00167B53" w:rsidP="00167B53">
          <w:pPr>
            <w:pStyle w:val="3E807BBC4D99406D8441D8E72087FF5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D42B589B43C43EAA106ECB658F7B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C1815-516C-464B-A668-EB1A5D82CB5D}"/>
      </w:docPartPr>
      <w:docPartBody>
        <w:p w:rsidR="00701C29" w:rsidRDefault="00167B53" w:rsidP="00167B53">
          <w:pPr>
            <w:pStyle w:val="5D42B589B43C43EAA106ECB658F7B38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73D04D4DA0D4039ABF19479CD0DF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96E2F3-E6C7-40AA-B45B-B4825AEBAB6F}"/>
      </w:docPartPr>
      <w:docPartBody>
        <w:p w:rsidR="00701C29" w:rsidRDefault="00167B53" w:rsidP="00167B53">
          <w:pPr>
            <w:pStyle w:val="273D04D4DA0D4039ABF19479CD0DF1B0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FFDD26730774DEE939790B605590C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F522A-E006-4C17-9810-4EF7C3C1109D}"/>
      </w:docPartPr>
      <w:docPartBody>
        <w:p w:rsidR="00701C29" w:rsidRDefault="00167B53" w:rsidP="00167B53">
          <w:pPr>
            <w:pStyle w:val="AFFDD26730774DEE939790B605590C3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2523863085E4E93A91178C4826D68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1BD12-6273-4C36-9590-F23015A7BB02}"/>
      </w:docPartPr>
      <w:docPartBody>
        <w:p w:rsidR="00701C29" w:rsidRDefault="00167B53" w:rsidP="00167B53">
          <w:pPr>
            <w:pStyle w:val="32523863085E4E93A91178C4826D684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CD9B1B4BA204B89A04C5B839DFF0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37A07-441E-4ECA-A659-EFEC8A099BE5}"/>
      </w:docPartPr>
      <w:docPartBody>
        <w:p w:rsidR="00B35FDE" w:rsidRDefault="00EF52AC" w:rsidP="00EF52AC">
          <w:pPr>
            <w:pStyle w:val="FCD9B1B4BA204B89A04C5B839DFF0E7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EC3B87D09A714D78918640995EE40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C3935-ED0E-4403-8E24-F50C1C0C3E5D}"/>
      </w:docPartPr>
      <w:docPartBody>
        <w:p w:rsidR="00B35FDE" w:rsidRDefault="00EF52AC" w:rsidP="00EF52AC">
          <w:pPr>
            <w:pStyle w:val="EC3B87D09A714D78918640995EE4001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DB328E7A18E442C8784AB9B845F59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FF220-AC75-4E1E-A82A-27CECE5C598B}"/>
      </w:docPartPr>
      <w:docPartBody>
        <w:p w:rsidR="00B35FDE" w:rsidRDefault="00EF52AC" w:rsidP="00EF52AC">
          <w:pPr>
            <w:pStyle w:val="2DB328E7A18E442C8784AB9B845F59E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E03B78BDEFF4F2F931AC276C3C56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8AAF8-B7C1-4F06-ADE6-C584DF73ED0B}"/>
      </w:docPartPr>
      <w:docPartBody>
        <w:p w:rsidR="001B58CC" w:rsidRDefault="00CB7883" w:rsidP="00CB7883">
          <w:pPr>
            <w:pStyle w:val="6E03B78BDEFF4F2F931AC276C3C5621A27"/>
          </w:pPr>
          <w:r w:rsidRPr="00AE771E">
            <w:rPr>
              <w:rStyle w:val="PlaceholderText"/>
            </w:rPr>
            <w:t>Choose an item.</w:t>
          </w:r>
        </w:p>
      </w:docPartBody>
    </w:docPart>
    <w:docPart>
      <w:docPartPr>
        <w:name w:val="C0A95F856D15425F820619A29B285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B99A8-E6BB-45F5-A946-69234CA5E919}"/>
      </w:docPartPr>
      <w:docPartBody>
        <w:p w:rsidR="00CB7883" w:rsidRDefault="00CD73D3" w:rsidP="00CD73D3">
          <w:pPr>
            <w:pStyle w:val="C0A95F856D15425F820619A29B285417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7CEF3B9C31F84CF3BFC5CBA658A7E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4AA5F-D8FA-4104-97A0-A5D69D793DCB}"/>
      </w:docPartPr>
      <w:docPartBody>
        <w:p w:rsidR="00CB7883" w:rsidRDefault="00CD73D3" w:rsidP="00CD73D3">
          <w:pPr>
            <w:pStyle w:val="7CEF3B9C31F84CF3BFC5CBA658A7E29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96BDBAAB24A4C8EBD26321F5BCECD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A9C4E-B9A2-4BC4-A97D-453D1FA3E603}"/>
      </w:docPartPr>
      <w:docPartBody>
        <w:p w:rsidR="00CB7883" w:rsidRDefault="00CD73D3" w:rsidP="00CD73D3">
          <w:pPr>
            <w:pStyle w:val="496BDBAAB24A4C8EBD26321F5BCECD1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B98774523A24BA2AA691111A2F17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397EB-F69C-446D-8126-EB4C3570CB54}"/>
      </w:docPartPr>
      <w:docPartBody>
        <w:p w:rsidR="00CB7883" w:rsidRDefault="00CD73D3" w:rsidP="00CD73D3">
          <w:pPr>
            <w:pStyle w:val="9B98774523A24BA2AA691111A2F1777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3C216DF66DE46DCA6DE2545450ED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352CD-692B-4441-A80F-9ADA73DE5ECA}"/>
      </w:docPartPr>
      <w:docPartBody>
        <w:p w:rsidR="00CB7883" w:rsidRDefault="00CD73D3" w:rsidP="00CD73D3">
          <w:pPr>
            <w:pStyle w:val="63C216DF66DE46DCA6DE2545450ED95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1A2E1CA91E94F43AFDD4360E2430A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91224-AD00-4A09-A83B-E68F006426F9}"/>
      </w:docPartPr>
      <w:docPartBody>
        <w:p w:rsidR="00CB7883" w:rsidRDefault="00CD73D3" w:rsidP="00CD73D3">
          <w:pPr>
            <w:pStyle w:val="51A2E1CA91E94F43AFDD4360E2430A8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18D7A00D1A824137AC7D67DEB2A2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5A596-8C42-4AC4-97C8-D99595365483}"/>
      </w:docPartPr>
      <w:docPartBody>
        <w:p w:rsidR="00CB7883" w:rsidRDefault="00CD73D3" w:rsidP="00CD73D3">
          <w:pPr>
            <w:pStyle w:val="18D7A00D1A824137AC7D67DEB2A2A67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DAF0C25FB0B4DBA92F8457E2E582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56403-C2BD-4A5C-98F3-949E93E60823}"/>
      </w:docPartPr>
      <w:docPartBody>
        <w:p w:rsidR="00CB7883" w:rsidRDefault="00CD73D3" w:rsidP="00CD73D3">
          <w:pPr>
            <w:pStyle w:val="DDAF0C25FB0B4DBA92F8457E2E5820F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8055C840E4D47B083A0B016580CC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0C9FF-B786-45AA-8B5D-23113B859895}"/>
      </w:docPartPr>
      <w:docPartBody>
        <w:p w:rsidR="00CB7883" w:rsidRDefault="00CD73D3" w:rsidP="00CD73D3">
          <w:pPr>
            <w:pStyle w:val="D8055C840E4D47B083A0B016580CC4B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0A7D2ED74414AA59FBACFE9DDDAB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37662-8CD1-4B54-B110-03109A2339F7}"/>
      </w:docPartPr>
      <w:docPartBody>
        <w:p w:rsidR="00CB7883" w:rsidRDefault="00CD73D3" w:rsidP="00CD73D3">
          <w:pPr>
            <w:pStyle w:val="B0A7D2ED74414AA59FBACFE9DDDAB4E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BC19D549C464796BF9A1B78D9307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85424-D910-49AF-A084-CC1F964CEEB9}"/>
      </w:docPartPr>
      <w:docPartBody>
        <w:p w:rsidR="00CB7883" w:rsidRDefault="00CD73D3" w:rsidP="00CD73D3">
          <w:pPr>
            <w:pStyle w:val="ABC19D549C464796BF9A1B78D930735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12749BE07E2340D199E66484D8DE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270EE-A249-4774-8EFF-1A765055F331}"/>
      </w:docPartPr>
      <w:docPartBody>
        <w:p w:rsidR="00CB7883" w:rsidRDefault="00CD73D3" w:rsidP="00CD73D3">
          <w:pPr>
            <w:pStyle w:val="12749BE07E2340D199E66484D8DEFAE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E9E4EB7F1894D798C4B86035EEF0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E7884-9F70-4C1E-9018-942F9C578EC2}"/>
      </w:docPartPr>
      <w:docPartBody>
        <w:p w:rsidR="00CB7883" w:rsidRDefault="00CD73D3" w:rsidP="00CD73D3">
          <w:pPr>
            <w:pStyle w:val="2E9E4EB7F1894D798C4B86035EEF0DD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DC50B3FE03040B7894BF4E22C86B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CBC03-66C9-4949-AA62-D9862ACD35EA}"/>
      </w:docPartPr>
      <w:docPartBody>
        <w:p w:rsidR="00CB7883" w:rsidRDefault="00CD73D3" w:rsidP="00CD73D3">
          <w:pPr>
            <w:pStyle w:val="3DC50B3FE03040B7894BF4E22C86B0A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D73D1BB70BD41B8AB67E6E3F9EE6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03F1B3-8FD9-46BE-BA20-3DF4642B242A}"/>
      </w:docPartPr>
      <w:docPartBody>
        <w:p w:rsidR="00CB7883" w:rsidRDefault="00CD73D3" w:rsidP="00CD73D3">
          <w:pPr>
            <w:pStyle w:val="CD73D1BB70BD41B8AB67E6E3F9EE62C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BD995016FBF4C31B14ED7620B81D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87018-AC23-43BE-A39E-C96B0DDED6AA}"/>
      </w:docPartPr>
      <w:docPartBody>
        <w:p w:rsidR="00CB7883" w:rsidRDefault="00CD73D3" w:rsidP="00CD73D3">
          <w:pPr>
            <w:pStyle w:val="ABD995016FBF4C31B14ED7620B81D85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C79AA5706F64451AC3569C464E30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967B2-13A4-40FF-A5DB-75F6C30CC56D}"/>
      </w:docPartPr>
      <w:docPartBody>
        <w:p w:rsidR="00CB7883" w:rsidRDefault="00CD73D3" w:rsidP="00CD73D3">
          <w:pPr>
            <w:pStyle w:val="AC79AA5706F64451AC3569C464E3033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01EFF7417E74D9B9592A088CAD674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D9D50-28CA-4CD5-9F84-096C42D6496B}"/>
      </w:docPartPr>
      <w:docPartBody>
        <w:p w:rsidR="00CB7883" w:rsidRDefault="00CD73D3" w:rsidP="00CD73D3">
          <w:pPr>
            <w:pStyle w:val="B01EFF7417E74D9B9592A088CAD674B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D5C0E441017441BBD4623464BC83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C3140-19DB-40B1-8A3F-85506AFAF0E0}"/>
      </w:docPartPr>
      <w:docPartBody>
        <w:p w:rsidR="00CB7883" w:rsidRDefault="00CD73D3" w:rsidP="00CD73D3">
          <w:pPr>
            <w:pStyle w:val="2D5C0E441017441BBD4623464BC832D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88D79B218774C5884D6B021069B5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4E616C-F2B8-4040-AFFD-1AC1B799116C}"/>
      </w:docPartPr>
      <w:docPartBody>
        <w:p w:rsidR="00CB7883" w:rsidRDefault="00CD73D3" w:rsidP="00CD73D3">
          <w:pPr>
            <w:pStyle w:val="288D79B218774C5884D6B021069B54E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792174068E14FB3995AAC6EBB9D4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5CD708-724F-4206-896E-D9D5693B650B}"/>
      </w:docPartPr>
      <w:docPartBody>
        <w:p w:rsidR="00CB7883" w:rsidRDefault="00CD73D3" w:rsidP="00CD73D3">
          <w:pPr>
            <w:pStyle w:val="0792174068E14FB3995AAC6EBB9D407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E197335C0424A0DA46D99871A04F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10AF8F-60CE-4455-9EC9-DD1D5BC528CF}"/>
      </w:docPartPr>
      <w:docPartBody>
        <w:p w:rsidR="00CB7883" w:rsidRDefault="00CD73D3" w:rsidP="00CD73D3">
          <w:pPr>
            <w:pStyle w:val="3E197335C0424A0DA46D99871A04F57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58387E2DF744FDCB59EB06CB6F30A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E5B0D-4A25-4B95-925C-85BC389A5DCE}"/>
      </w:docPartPr>
      <w:docPartBody>
        <w:p w:rsidR="00CB7883" w:rsidRDefault="00CD73D3" w:rsidP="00CD73D3">
          <w:pPr>
            <w:pStyle w:val="058387E2DF744FDCB59EB06CB6F30AE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7555703BE6534D01AF841D319CE13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288A6-BC83-4492-9C3A-7E1B69135702}"/>
      </w:docPartPr>
      <w:docPartBody>
        <w:p w:rsidR="00CB7883" w:rsidRDefault="00CD73D3" w:rsidP="00CD73D3">
          <w:pPr>
            <w:pStyle w:val="7555703BE6534D01AF841D319CE1361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54363DAE85D439B9E437A730CAE3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0F52E-F760-4C93-860E-184845744F2A}"/>
      </w:docPartPr>
      <w:docPartBody>
        <w:p w:rsidR="00CB7883" w:rsidRDefault="00CD73D3" w:rsidP="00CD73D3">
          <w:pPr>
            <w:pStyle w:val="B54363DAE85D439B9E437A730CAE34F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21E972EEDE84FD0BBC23EA592A40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2B487-9B3B-4E7B-AABF-95B67A77DC35}"/>
      </w:docPartPr>
      <w:docPartBody>
        <w:p w:rsidR="00CB7883" w:rsidRDefault="00CD73D3" w:rsidP="00CD73D3">
          <w:pPr>
            <w:pStyle w:val="321E972EEDE84FD0BBC23EA592A40F6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7A2140C13F1F4E37B917EDCD3730E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61124-B403-480E-BDAB-2F7F5F3BEC0A}"/>
      </w:docPartPr>
      <w:docPartBody>
        <w:p w:rsidR="00CB7883" w:rsidRDefault="00CD73D3" w:rsidP="00CD73D3">
          <w:pPr>
            <w:pStyle w:val="7A2140C13F1F4E37B917EDCD3730E347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7BDE6CE8DC58454585848C93344D2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EF5FF6-91F8-40A5-968F-65DEC85523B6}"/>
      </w:docPartPr>
      <w:docPartBody>
        <w:p w:rsidR="00CB7883" w:rsidRDefault="00CD73D3" w:rsidP="00CD73D3">
          <w:pPr>
            <w:pStyle w:val="7BDE6CE8DC58454585848C93344D207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D63ED24DD104380A99943E37A969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79187-C10E-48B6-9405-3C166D80A40C}"/>
      </w:docPartPr>
      <w:docPartBody>
        <w:p w:rsidR="00CB7883" w:rsidRDefault="00CD73D3" w:rsidP="00CD73D3">
          <w:pPr>
            <w:pStyle w:val="BD63ED24DD104380A99943E37A96920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EA9DCECA2BC46A287EDB38EDD033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F9117-F63C-4CEC-9100-062DC8EAEF6A}"/>
      </w:docPartPr>
      <w:docPartBody>
        <w:p w:rsidR="00CB7883" w:rsidRDefault="00CD73D3" w:rsidP="00CD73D3">
          <w:pPr>
            <w:pStyle w:val="CEA9DCECA2BC46A287EDB38EDD0330CD"/>
          </w:pPr>
          <w:r w:rsidRPr="001648A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67"/>
    <w:rsid w:val="00167B53"/>
    <w:rsid w:val="001B58CC"/>
    <w:rsid w:val="00701C29"/>
    <w:rsid w:val="00796C98"/>
    <w:rsid w:val="007A6D4D"/>
    <w:rsid w:val="00820209"/>
    <w:rsid w:val="008850AC"/>
    <w:rsid w:val="00963A98"/>
    <w:rsid w:val="00A17F0E"/>
    <w:rsid w:val="00AD4992"/>
    <w:rsid w:val="00B35FDE"/>
    <w:rsid w:val="00CB7883"/>
    <w:rsid w:val="00CD73D3"/>
    <w:rsid w:val="00D36467"/>
    <w:rsid w:val="00EF52AC"/>
    <w:rsid w:val="00F7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7883"/>
    <w:rPr>
      <w:color w:val="808080"/>
    </w:rPr>
  </w:style>
  <w:style w:type="paragraph" w:customStyle="1" w:styleId="A483D7A9801F48A7A0133A6FBFE5D64B">
    <w:name w:val="A483D7A9801F48A7A0133A6FBFE5D64B"/>
  </w:style>
  <w:style w:type="paragraph" w:customStyle="1" w:styleId="D15B138ADA364AC0897E0E90A84DEC9E">
    <w:name w:val="D15B138ADA364AC0897E0E90A84DEC9E"/>
  </w:style>
  <w:style w:type="paragraph" w:customStyle="1" w:styleId="F7B1B6B59FE84A51A8A3CA906F2D1E97">
    <w:name w:val="F7B1B6B59FE84A51A8A3CA906F2D1E97"/>
  </w:style>
  <w:style w:type="paragraph" w:customStyle="1" w:styleId="190B1E411FE540C9AF22F336FE484380">
    <w:name w:val="190B1E411FE540C9AF22F336FE484380"/>
  </w:style>
  <w:style w:type="paragraph" w:customStyle="1" w:styleId="95FE8E96B61C416B8AF0763C895B85E0">
    <w:name w:val="95FE8E96B61C416B8AF0763C895B85E0"/>
  </w:style>
  <w:style w:type="paragraph" w:customStyle="1" w:styleId="00F3F58B52B246618B3577A229C8FEF2">
    <w:name w:val="00F3F58B52B246618B3577A229C8FEF2"/>
  </w:style>
  <w:style w:type="paragraph" w:customStyle="1" w:styleId="17484A86FC074E7DB5B1511F8135413C">
    <w:name w:val="17484A86FC074E7DB5B1511F8135413C"/>
  </w:style>
  <w:style w:type="paragraph" w:customStyle="1" w:styleId="08C581E8BCC54C06BF2AE86454968C64">
    <w:name w:val="08C581E8BCC54C06BF2AE86454968C64"/>
  </w:style>
  <w:style w:type="paragraph" w:customStyle="1" w:styleId="D69C44013B7F42D5A4C0AD6160B967BB">
    <w:name w:val="D69C44013B7F42D5A4C0AD6160B967BB"/>
  </w:style>
  <w:style w:type="paragraph" w:customStyle="1" w:styleId="82982145432F40458F7F1C88B3AA113F">
    <w:name w:val="82982145432F40458F7F1C88B3AA113F"/>
  </w:style>
  <w:style w:type="paragraph" w:customStyle="1" w:styleId="EEEE0AED750544F0B30879B4E5486541">
    <w:name w:val="EEEE0AED750544F0B30879B4E5486541"/>
  </w:style>
  <w:style w:type="paragraph" w:customStyle="1" w:styleId="D39A357339BD4CE3B19647E302D1FABC">
    <w:name w:val="D39A357339BD4CE3B19647E302D1FABC"/>
  </w:style>
  <w:style w:type="paragraph" w:customStyle="1" w:styleId="E2980D6A172249A5A570350D67D54DCD">
    <w:name w:val="E2980D6A172249A5A570350D67D54DCD"/>
  </w:style>
  <w:style w:type="paragraph" w:customStyle="1" w:styleId="B178400069064414843FAB17BA1F314E">
    <w:name w:val="B178400069064414843FAB17BA1F314E"/>
  </w:style>
  <w:style w:type="paragraph" w:customStyle="1" w:styleId="B43359B85D474074A4836BCA3953A10C">
    <w:name w:val="B43359B85D474074A4836BCA3953A10C"/>
  </w:style>
  <w:style w:type="paragraph" w:customStyle="1" w:styleId="B0998607486847929E117BD50209BF51">
    <w:name w:val="B0998607486847929E117BD50209BF51"/>
  </w:style>
  <w:style w:type="paragraph" w:customStyle="1" w:styleId="00BD095C5A254536AAF774CE5A1E2424">
    <w:name w:val="00BD095C5A254536AAF774CE5A1E2424"/>
  </w:style>
  <w:style w:type="paragraph" w:customStyle="1" w:styleId="B40C77604CA24B07AF4838E6C085BF6C">
    <w:name w:val="B40C77604CA24B07AF4838E6C085BF6C"/>
  </w:style>
  <w:style w:type="paragraph" w:customStyle="1" w:styleId="7733D5DF59244A4EB4E3A30B5BEEE040">
    <w:name w:val="7733D5DF59244A4EB4E3A30B5BEEE040"/>
  </w:style>
  <w:style w:type="paragraph" w:customStyle="1" w:styleId="622D065927AB40F88793F17686C80F0E">
    <w:name w:val="622D065927AB40F88793F17686C80F0E"/>
  </w:style>
  <w:style w:type="paragraph" w:customStyle="1" w:styleId="98536EBB4BDD4069815A60CC665AD8C9">
    <w:name w:val="98536EBB4BDD4069815A60CC665AD8C9"/>
  </w:style>
  <w:style w:type="paragraph" w:customStyle="1" w:styleId="33F4F76416E94816901763A60D967697">
    <w:name w:val="33F4F76416E94816901763A60D967697"/>
  </w:style>
  <w:style w:type="paragraph" w:customStyle="1" w:styleId="3DD6DC72E87A47C1B56376E233BFAA68">
    <w:name w:val="3DD6DC72E87A47C1B56376E233BFAA68"/>
  </w:style>
  <w:style w:type="paragraph" w:customStyle="1" w:styleId="ADAAAD38D049473D85EB6471E4E532DC">
    <w:name w:val="ADAAAD38D049473D85EB6471E4E532DC"/>
  </w:style>
  <w:style w:type="paragraph" w:customStyle="1" w:styleId="F16789E8EF474E06A93258B88E594204">
    <w:name w:val="F16789E8EF474E06A93258B88E594204"/>
  </w:style>
  <w:style w:type="paragraph" w:customStyle="1" w:styleId="0779EEC1B6BE48D0BC695655C1FD0407">
    <w:name w:val="0779EEC1B6BE48D0BC695655C1FD0407"/>
  </w:style>
  <w:style w:type="paragraph" w:customStyle="1" w:styleId="4B62C00A5CB4476587DF772E9DED1357">
    <w:name w:val="4B62C00A5CB4476587DF772E9DED1357"/>
  </w:style>
  <w:style w:type="paragraph" w:customStyle="1" w:styleId="7F5297D6BA8C411EBEB63A2B37B506A6">
    <w:name w:val="7F5297D6BA8C411EBEB63A2B37B506A6"/>
  </w:style>
  <w:style w:type="paragraph" w:customStyle="1" w:styleId="2DE5A9F04EEB4F7EA1793D594DEE62F5">
    <w:name w:val="2DE5A9F04EEB4F7EA1793D594DEE62F5"/>
  </w:style>
  <w:style w:type="paragraph" w:customStyle="1" w:styleId="AF361A6E69014BAB930D24A112A69335">
    <w:name w:val="AF361A6E69014BAB930D24A112A69335"/>
  </w:style>
  <w:style w:type="paragraph" w:customStyle="1" w:styleId="F693F88ED7E9436588BC751197BAD1EA">
    <w:name w:val="F693F88ED7E9436588BC751197BAD1EA"/>
  </w:style>
  <w:style w:type="paragraph" w:customStyle="1" w:styleId="6C9B88A3907F4ADD8697B78821D8396E">
    <w:name w:val="6C9B88A3907F4ADD8697B78821D8396E"/>
  </w:style>
  <w:style w:type="paragraph" w:customStyle="1" w:styleId="6F277A803FDE40F0BAB3AE4CB02ABBE1">
    <w:name w:val="6F277A803FDE40F0BAB3AE4CB02ABBE1"/>
  </w:style>
  <w:style w:type="paragraph" w:customStyle="1" w:styleId="D1E800A11222426EAB9CA9BC1961C151">
    <w:name w:val="D1E800A11222426EAB9CA9BC1961C151"/>
  </w:style>
  <w:style w:type="paragraph" w:customStyle="1" w:styleId="74EA4C246E5945F1AE69C7D39D572816">
    <w:name w:val="74EA4C246E5945F1AE69C7D39D572816"/>
  </w:style>
  <w:style w:type="paragraph" w:customStyle="1" w:styleId="6A3E89CA86DD4914A1EFA12B529C49E3">
    <w:name w:val="6A3E89CA86DD4914A1EFA12B529C49E3"/>
  </w:style>
  <w:style w:type="paragraph" w:customStyle="1" w:styleId="853B9B6D531247678886108EF8CEBD6D">
    <w:name w:val="853B9B6D531247678886108EF8CEBD6D"/>
  </w:style>
  <w:style w:type="paragraph" w:customStyle="1" w:styleId="B11E408FF5C54B0F8E41F5D917894BF3">
    <w:name w:val="B11E408FF5C54B0F8E41F5D917894BF3"/>
  </w:style>
  <w:style w:type="paragraph" w:customStyle="1" w:styleId="C6A3AEC59DE144BC957AEE1D1A5A35CE">
    <w:name w:val="C6A3AEC59DE144BC957AEE1D1A5A35CE"/>
  </w:style>
  <w:style w:type="paragraph" w:customStyle="1" w:styleId="F9CC05D9B0DC4FC1A82B97B5D8ACBFB2">
    <w:name w:val="F9CC05D9B0DC4FC1A82B97B5D8ACBFB2"/>
  </w:style>
  <w:style w:type="paragraph" w:customStyle="1" w:styleId="1A99510C346D411CABE4D8CAB48AEEDC">
    <w:name w:val="1A99510C346D411CABE4D8CAB48AEEDC"/>
  </w:style>
  <w:style w:type="paragraph" w:customStyle="1" w:styleId="0FC48E17FFDF4B88ABFE42949F6A2821">
    <w:name w:val="0FC48E17FFDF4B88ABFE42949F6A2821"/>
  </w:style>
  <w:style w:type="paragraph" w:customStyle="1" w:styleId="5C1A695F836A4C7D931EF606428A8BCF">
    <w:name w:val="5C1A695F836A4C7D931EF606428A8BCF"/>
  </w:style>
  <w:style w:type="paragraph" w:customStyle="1" w:styleId="5F5C6144355344478B0E315A295E208C">
    <w:name w:val="5F5C6144355344478B0E315A295E208C"/>
  </w:style>
  <w:style w:type="paragraph" w:customStyle="1" w:styleId="8E12F9DEEC06428CAC8A299ABD0E868B">
    <w:name w:val="8E12F9DEEC06428CAC8A299ABD0E868B"/>
  </w:style>
  <w:style w:type="paragraph" w:customStyle="1" w:styleId="5D6160C9C92E48D28CCD8C044A34CBDF">
    <w:name w:val="5D6160C9C92E48D28CCD8C044A34CBDF"/>
  </w:style>
  <w:style w:type="paragraph" w:customStyle="1" w:styleId="55146BD340674EF0B9323FB9F7E4E8AA">
    <w:name w:val="55146BD340674EF0B9323FB9F7E4E8AA"/>
  </w:style>
  <w:style w:type="paragraph" w:customStyle="1" w:styleId="003D0E332A3A43C98EE53C40FBF6FF3D">
    <w:name w:val="003D0E332A3A43C98EE53C40FBF6FF3D"/>
  </w:style>
  <w:style w:type="paragraph" w:customStyle="1" w:styleId="E01805D86B6F4917B6157AF49203B536">
    <w:name w:val="E01805D86B6F4917B6157AF49203B536"/>
  </w:style>
  <w:style w:type="paragraph" w:customStyle="1" w:styleId="34005BC89A324C038B29891573964A92">
    <w:name w:val="34005BC89A324C038B29891573964A92"/>
  </w:style>
  <w:style w:type="paragraph" w:customStyle="1" w:styleId="3235D3CB13E449B19F281E5EF481E7F8">
    <w:name w:val="3235D3CB13E449B19F281E5EF481E7F8"/>
  </w:style>
  <w:style w:type="paragraph" w:customStyle="1" w:styleId="C60DEAB1C2684DC385EB52D4C2021A90">
    <w:name w:val="C60DEAB1C2684DC385EB52D4C2021A90"/>
  </w:style>
  <w:style w:type="paragraph" w:customStyle="1" w:styleId="402F2443ADD14B91A28213EA137B1807">
    <w:name w:val="402F2443ADD14B91A28213EA137B1807"/>
  </w:style>
  <w:style w:type="paragraph" w:customStyle="1" w:styleId="9EF799ABE3764D9BA3CC7FB551804777">
    <w:name w:val="9EF799ABE3764D9BA3CC7FB551804777"/>
  </w:style>
  <w:style w:type="paragraph" w:customStyle="1" w:styleId="2875A7CBE98B4240B7C07DA90029D951">
    <w:name w:val="2875A7CBE98B4240B7C07DA90029D951"/>
  </w:style>
  <w:style w:type="paragraph" w:customStyle="1" w:styleId="4BB856CCCBD84C17B24961C0E78D3F4B">
    <w:name w:val="4BB856CCCBD84C17B24961C0E78D3F4B"/>
  </w:style>
  <w:style w:type="paragraph" w:customStyle="1" w:styleId="1F1EBF4017EE49549E9D6955614962FC">
    <w:name w:val="1F1EBF4017EE49549E9D6955614962FC"/>
  </w:style>
  <w:style w:type="paragraph" w:customStyle="1" w:styleId="C72E4D870F4A49CC82D8B934B6C3CADA">
    <w:name w:val="C72E4D870F4A49CC82D8B934B6C3CADA"/>
  </w:style>
  <w:style w:type="paragraph" w:customStyle="1" w:styleId="758C41B7398C456F9BC760A1B921B0B6">
    <w:name w:val="758C41B7398C456F9BC760A1B921B0B6"/>
  </w:style>
  <w:style w:type="paragraph" w:customStyle="1" w:styleId="AC721BE532CB4BBB8DEA634E93D2B1AD">
    <w:name w:val="AC721BE532CB4BBB8DEA634E93D2B1AD"/>
  </w:style>
  <w:style w:type="paragraph" w:customStyle="1" w:styleId="D2864321743E4E07965DEF8B20FCBDF0">
    <w:name w:val="D2864321743E4E07965DEF8B20FCBDF0"/>
  </w:style>
  <w:style w:type="paragraph" w:customStyle="1" w:styleId="72420DEBC2B1471CA5995C5753BF4EAB">
    <w:name w:val="72420DEBC2B1471CA5995C5753BF4EAB"/>
  </w:style>
  <w:style w:type="paragraph" w:customStyle="1" w:styleId="34B318D4B5764822A806801B8DE149B4">
    <w:name w:val="34B318D4B5764822A806801B8DE149B4"/>
  </w:style>
  <w:style w:type="paragraph" w:customStyle="1" w:styleId="D9AC1B9DAD194B03947DCB52D10F0567">
    <w:name w:val="D9AC1B9DAD194B03947DCB52D10F0567"/>
    <w:rsid w:val="00D36467"/>
  </w:style>
  <w:style w:type="paragraph" w:customStyle="1" w:styleId="A4A844A77AAE4D709FDA3254749A5627">
    <w:name w:val="A4A844A77AAE4D709FDA3254749A5627"/>
    <w:rsid w:val="00D36467"/>
  </w:style>
  <w:style w:type="paragraph" w:customStyle="1" w:styleId="7DA2D3C9DEDB4FD8A8E9C7ED85A3B6B6">
    <w:name w:val="7DA2D3C9DEDB4FD8A8E9C7ED85A3B6B6"/>
    <w:rsid w:val="00D36467"/>
  </w:style>
  <w:style w:type="paragraph" w:customStyle="1" w:styleId="34B318D4B5764822A806801B8DE149B41">
    <w:name w:val="34B318D4B5764822A806801B8DE149B41"/>
    <w:rsid w:val="00D36467"/>
  </w:style>
  <w:style w:type="paragraph" w:customStyle="1" w:styleId="34B318D4B5764822A806801B8DE149B42">
    <w:name w:val="34B318D4B5764822A806801B8DE149B42"/>
    <w:rsid w:val="00D36467"/>
  </w:style>
  <w:style w:type="paragraph" w:customStyle="1" w:styleId="34B318D4B5764822A806801B8DE149B43">
    <w:name w:val="34B318D4B5764822A806801B8DE149B43"/>
    <w:rsid w:val="00D36467"/>
  </w:style>
  <w:style w:type="paragraph" w:customStyle="1" w:styleId="34B318D4B5764822A806801B8DE149B44">
    <w:name w:val="34B318D4B5764822A806801B8DE149B44"/>
    <w:rsid w:val="00D36467"/>
  </w:style>
  <w:style w:type="paragraph" w:customStyle="1" w:styleId="34B318D4B5764822A806801B8DE149B45">
    <w:name w:val="34B318D4B5764822A806801B8DE149B45"/>
    <w:rsid w:val="00D36467"/>
  </w:style>
  <w:style w:type="paragraph" w:customStyle="1" w:styleId="A5F313FC55F242E8B3F6B10F8F18CCCE">
    <w:name w:val="A5F313FC55F242E8B3F6B10F8F18CCCE"/>
    <w:rsid w:val="00D36467"/>
  </w:style>
  <w:style w:type="paragraph" w:customStyle="1" w:styleId="2351CA226DF04A27B73017BBF163B4D6">
    <w:name w:val="2351CA226DF04A27B73017BBF163B4D6"/>
    <w:rsid w:val="00D36467"/>
  </w:style>
  <w:style w:type="paragraph" w:customStyle="1" w:styleId="2157FCC830324F659B5E3C97A6FC4357">
    <w:name w:val="2157FCC830324F659B5E3C97A6FC4357"/>
    <w:rsid w:val="00D36467"/>
  </w:style>
  <w:style w:type="paragraph" w:customStyle="1" w:styleId="00514C873E4F4DD1B46BB467A1996809">
    <w:name w:val="00514C873E4F4DD1B46BB467A1996809"/>
    <w:rsid w:val="00D36467"/>
  </w:style>
  <w:style w:type="paragraph" w:customStyle="1" w:styleId="D11BE6B304904835969D72FD7BE4185A">
    <w:name w:val="D11BE6B304904835969D72FD7BE4185A"/>
    <w:rsid w:val="00D36467"/>
  </w:style>
  <w:style w:type="paragraph" w:customStyle="1" w:styleId="E140F9300AEB424297346C07877BCA75">
    <w:name w:val="E140F9300AEB424297346C07877BCA75"/>
    <w:rsid w:val="00D36467"/>
  </w:style>
  <w:style w:type="paragraph" w:customStyle="1" w:styleId="647908D73A144696846E87BEBE8C893D">
    <w:name w:val="647908D73A144696846E87BEBE8C893D"/>
    <w:rsid w:val="00D36467"/>
  </w:style>
  <w:style w:type="paragraph" w:customStyle="1" w:styleId="040C59E9B4304ACE9875213FDED7E201">
    <w:name w:val="040C59E9B4304ACE9875213FDED7E201"/>
    <w:rsid w:val="00D36467"/>
  </w:style>
  <w:style w:type="paragraph" w:customStyle="1" w:styleId="337E017308E04B90BB7F60C7067648E9">
    <w:name w:val="337E017308E04B90BB7F60C7067648E9"/>
    <w:rsid w:val="00D36467"/>
  </w:style>
  <w:style w:type="paragraph" w:customStyle="1" w:styleId="4D31CCCB5FF749418EFE42C32B0CEA1B">
    <w:name w:val="4D31CCCB5FF749418EFE42C32B0CEA1B"/>
    <w:rsid w:val="00D36467"/>
  </w:style>
  <w:style w:type="paragraph" w:customStyle="1" w:styleId="624656CF916049018A15AF1B1757B554">
    <w:name w:val="624656CF916049018A15AF1B1757B554"/>
    <w:rsid w:val="00D36467"/>
  </w:style>
  <w:style w:type="paragraph" w:customStyle="1" w:styleId="378CAE1B829F435BA9FCEA415369AD83">
    <w:name w:val="378CAE1B829F435BA9FCEA415369AD83"/>
    <w:rsid w:val="00D36467"/>
  </w:style>
  <w:style w:type="paragraph" w:customStyle="1" w:styleId="02997AE0C8F649DCA182E5D5829FC6AC">
    <w:name w:val="02997AE0C8F649DCA182E5D5829FC6AC"/>
    <w:rsid w:val="00D36467"/>
  </w:style>
  <w:style w:type="paragraph" w:customStyle="1" w:styleId="34B318D4B5764822A806801B8DE149B46">
    <w:name w:val="34B318D4B5764822A806801B8DE149B46"/>
    <w:rsid w:val="00D36467"/>
  </w:style>
  <w:style w:type="paragraph" w:customStyle="1" w:styleId="CC69EFC5333D43EEA6E1941588776F34">
    <w:name w:val="CC69EFC5333D43EEA6E1941588776F34"/>
    <w:rsid w:val="00D36467"/>
  </w:style>
  <w:style w:type="paragraph" w:customStyle="1" w:styleId="72506FC58A6D42DAA6EB573A6EA93272">
    <w:name w:val="72506FC58A6D42DAA6EB573A6EA93272"/>
    <w:rsid w:val="00D36467"/>
  </w:style>
  <w:style w:type="paragraph" w:customStyle="1" w:styleId="9C591535C2B2442A9F8C2356C1C17B65">
    <w:name w:val="9C591535C2B2442A9F8C2356C1C17B65"/>
    <w:rsid w:val="00D36467"/>
  </w:style>
  <w:style w:type="paragraph" w:customStyle="1" w:styleId="28AB2CBB059D424E855F88698ADB058B">
    <w:name w:val="28AB2CBB059D424E855F88698ADB058B"/>
    <w:rsid w:val="00D36467"/>
  </w:style>
  <w:style w:type="paragraph" w:customStyle="1" w:styleId="5E38D09FFAF745EEA97AEF3431DC357C">
    <w:name w:val="5E38D09FFAF745EEA97AEF3431DC357C"/>
    <w:rsid w:val="00D36467"/>
  </w:style>
  <w:style w:type="paragraph" w:customStyle="1" w:styleId="360BB27C66C544738E09940740178E91">
    <w:name w:val="360BB27C66C544738E09940740178E91"/>
    <w:rsid w:val="00D36467"/>
  </w:style>
  <w:style w:type="paragraph" w:customStyle="1" w:styleId="507792B7455544C19191E86F186EF8F2">
    <w:name w:val="507792B7455544C19191E86F186EF8F2"/>
    <w:rsid w:val="00D36467"/>
  </w:style>
  <w:style w:type="paragraph" w:customStyle="1" w:styleId="82372E279B2B4A17A1FA106EACBECF50">
    <w:name w:val="82372E279B2B4A17A1FA106EACBECF50"/>
    <w:rsid w:val="00D36467"/>
  </w:style>
  <w:style w:type="paragraph" w:customStyle="1" w:styleId="08EF296D86EB44E1B8555FEEF5A61EDF">
    <w:name w:val="08EF296D86EB44E1B8555FEEF5A61EDF"/>
    <w:rsid w:val="00D36467"/>
  </w:style>
  <w:style w:type="paragraph" w:customStyle="1" w:styleId="10D7828743944AE79AD9B41AE78A51F8">
    <w:name w:val="10D7828743944AE79AD9B41AE78A51F8"/>
    <w:rsid w:val="00D36467"/>
  </w:style>
  <w:style w:type="paragraph" w:customStyle="1" w:styleId="1B7E578933804F009304B9B17735D41B">
    <w:name w:val="1B7E578933804F009304B9B17735D41B"/>
    <w:rsid w:val="00D36467"/>
  </w:style>
  <w:style w:type="paragraph" w:customStyle="1" w:styleId="3A6617682C254CF88785A6CCF7DA7773">
    <w:name w:val="3A6617682C254CF88785A6CCF7DA7773"/>
    <w:rsid w:val="00D36467"/>
  </w:style>
  <w:style w:type="paragraph" w:customStyle="1" w:styleId="D5F8E848CE9E4AA5B03BD843E422A819">
    <w:name w:val="D5F8E848CE9E4AA5B03BD843E422A819"/>
    <w:rsid w:val="00D36467"/>
  </w:style>
  <w:style w:type="paragraph" w:customStyle="1" w:styleId="D42A040E56484DE6B14E790D1F8C1362">
    <w:name w:val="D42A040E56484DE6B14E790D1F8C1362"/>
    <w:rsid w:val="00D36467"/>
  </w:style>
  <w:style w:type="paragraph" w:customStyle="1" w:styleId="E0BD5A01EB86494DB9CBA462015B0866">
    <w:name w:val="E0BD5A01EB86494DB9CBA462015B0866"/>
    <w:rsid w:val="00D36467"/>
  </w:style>
  <w:style w:type="paragraph" w:customStyle="1" w:styleId="23308D0169F443808D37FF5C95386AFD">
    <w:name w:val="23308D0169F443808D37FF5C95386AFD"/>
    <w:rsid w:val="00D36467"/>
  </w:style>
  <w:style w:type="paragraph" w:customStyle="1" w:styleId="06968275E16246C58ADCE1E69D0C3FC4">
    <w:name w:val="06968275E16246C58ADCE1E69D0C3FC4"/>
    <w:rsid w:val="00D36467"/>
  </w:style>
  <w:style w:type="paragraph" w:customStyle="1" w:styleId="1101EDDFFA5F4BCAB5622850DF77FD2A">
    <w:name w:val="1101EDDFFA5F4BCAB5622850DF77FD2A"/>
    <w:rsid w:val="00D36467"/>
  </w:style>
  <w:style w:type="paragraph" w:customStyle="1" w:styleId="531A5E671C134387A7932C9322B0738A">
    <w:name w:val="531A5E671C134387A7932C9322B0738A"/>
    <w:rsid w:val="00D36467"/>
  </w:style>
  <w:style w:type="paragraph" w:customStyle="1" w:styleId="200471934E944A8891DCDBABBA9B4B64">
    <w:name w:val="200471934E944A8891DCDBABBA9B4B64"/>
    <w:rsid w:val="00D36467"/>
  </w:style>
  <w:style w:type="paragraph" w:customStyle="1" w:styleId="7995EB748F754D3AA80F2331979A764F">
    <w:name w:val="7995EB748F754D3AA80F2331979A764F"/>
    <w:rsid w:val="00D36467"/>
  </w:style>
  <w:style w:type="paragraph" w:customStyle="1" w:styleId="09D6F8837CAD42AB8BBC7A2C18F5D7AC">
    <w:name w:val="09D6F8837CAD42AB8BBC7A2C18F5D7AC"/>
    <w:rsid w:val="00D36467"/>
  </w:style>
  <w:style w:type="paragraph" w:customStyle="1" w:styleId="A52DD973CDCA46DCBD060FA4664D785E">
    <w:name w:val="A52DD973CDCA46DCBD060FA4664D785E"/>
    <w:rsid w:val="00D36467"/>
  </w:style>
  <w:style w:type="paragraph" w:customStyle="1" w:styleId="3F3931CA7F4D43ABA1C200FB1A85F04A">
    <w:name w:val="3F3931CA7F4D43ABA1C200FB1A85F04A"/>
    <w:rsid w:val="00D36467"/>
  </w:style>
  <w:style w:type="paragraph" w:customStyle="1" w:styleId="F1EBC949471E4DCBBF078B00FBA67B77">
    <w:name w:val="F1EBC949471E4DCBBF078B00FBA67B77"/>
    <w:rsid w:val="00D36467"/>
  </w:style>
  <w:style w:type="paragraph" w:customStyle="1" w:styleId="F5E2A69AE336483F95AAE10E1968F63F">
    <w:name w:val="F5E2A69AE336483F95AAE10E1968F63F"/>
    <w:rsid w:val="00D36467"/>
  </w:style>
  <w:style w:type="paragraph" w:customStyle="1" w:styleId="42BDD2176E7A428C9E553DDE26896AEA">
    <w:name w:val="42BDD2176E7A428C9E553DDE26896AEA"/>
    <w:rsid w:val="00D36467"/>
  </w:style>
  <w:style w:type="paragraph" w:customStyle="1" w:styleId="1A6B3DFD45664088A9A10545E7ADB39F">
    <w:name w:val="1A6B3DFD45664088A9A10545E7ADB39F"/>
    <w:rsid w:val="00D36467"/>
  </w:style>
  <w:style w:type="paragraph" w:customStyle="1" w:styleId="ACA3A9BCB22146C78CB7500730D4DDAC">
    <w:name w:val="ACA3A9BCB22146C78CB7500730D4DDAC"/>
    <w:rsid w:val="00D36467"/>
  </w:style>
  <w:style w:type="paragraph" w:customStyle="1" w:styleId="1B1C82849E5B43F9AC0EFF6C914BD475">
    <w:name w:val="1B1C82849E5B43F9AC0EFF6C914BD475"/>
    <w:rsid w:val="00D36467"/>
  </w:style>
  <w:style w:type="paragraph" w:customStyle="1" w:styleId="815F0C0A74AA486C9725DB2901F3013C">
    <w:name w:val="815F0C0A74AA486C9725DB2901F3013C"/>
    <w:rsid w:val="00D36467"/>
  </w:style>
  <w:style w:type="paragraph" w:customStyle="1" w:styleId="B1A935CEF31B4042A3882963DDB3AFE4">
    <w:name w:val="B1A935CEF31B4042A3882963DDB3AFE4"/>
    <w:rsid w:val="00D36467"/>
  </w:style>
  <w:style w:type="paragraph" w:customStyle="1" w:styleId="B38FBDD628A44F508EF7A495C74AA984">
    <w:name w:val="B38FBDD628A44F508EF7A495C74AA984"/>
    <w:rsid w:val="00D36467"/>
  </w:style>
  <w:style w:type="paragraph" w:customStyle="1" w:styleId="8F1E51EED628432ABF9FB4AC2140B924">
    <w:name w:val="8F1E51EED628432ABF9FB4AC2140B924"/>
    <w:rsid w:val="00D36467"/>
  </w:style>
  <w:style w:type="paragraph" w:customStyle="1" w:styleId="50080D1637C147039B05DEF17C97F36A">
    <w:name w:val="50080D1637C147039B05DEF17C97F36A"/>
    <w:rsid w:val="00D36467"/>
  </w:style>
  <w:style w:type="paragraph" w:customStyle="1" w:styleId="ADD3F4F805094187B1A746907EECF4D8">
    <w:name w:val="ADD3F4F805094187B1A746907EECF4D8"/>
    <w:rsid w:val="00D36467"/>
  </w:style>
  <w:style w:type="paragraph" w:customStyle="1" w:styleId="35D65903C2B7463AB216FE37D1D6246D">
    <w:name w:val="35D65903C2B7463AB216FE37D1D6246D"/>
    <w:rsid w:val="00D36467"/>
  </w:style>
  <w:style w:type="paragraph" w:customStyle="1" w:styleId="7246EE65BE354BC3B0A179FE2A0FC9BF">
    <w:name w:val="7246EE65BE354BC3B0A179FE2A0FC9BF"/>
    <w:rsid w:val="00D36467"/>
  </w:style>
  <w:style w:type="paragraph" w:customStyle="1" w:styleId="65A5CBD93E4F437BBF10E6F7CFC39900">
    <w:name w:val="65A5CBD93E4F437BBF10E6F7CFC39900"/>
    <w:rsid w:val="00D36467"/>
  </w:style>
  <w:style w:type="paragraph" w:customStyle="1" w:styleId="0DBA6A8E9E37450FA1C0049CFF90E1AE">
    <w:name w:val="0DBA6A8E9E37450FA1C0049CFF90E1AE"/>
    <w:rsid w:val="00D36467"/>
  </w:style>
  <w:style w:type="paragraph" w:customStyle="1" w:styleId="2897FEE30B2E41E2BBAF39585A8AF99F">
    <w:name w:val="2897FEE30B2E41E2BBAF39585A8AF99F"/>
    <w:rsid w:val="00D36467"/>
  </w:style>
  <w:style w:type="paragraph" w:customStyle="1" w:styleId="3041B7E5E3E94A0580C5A449EA789C26">
    <w:name w:val="3041B7E5E3E94A0580C5A449EA789C26"/>
    <w:rsid w:val="00D36467"/>
  </w:style>
  <w:style w:type="paragraph" w:customStyle="1" w:styleId="D482C04985B24AB48A2027DC92871D11">
    <w:name w:val="D482C04985B24AB48A2027DC92871D11"/>
    <w:rsid w:val="00D36467"/>
  </w:style>
  <w:style w:type="paragraph" w:customStyle="1" w:styleId="D170459F6BA54B978477367FA1FBBF18">
    <w:name w:val="D170459F6BA54B978477367FA1FBBF18"/>
    <w:rsid w:val="00D36467"/>
  </w:style>
  <w:style w:type="paragraph" w:customStyle="1" w:styleId="824692E129CD4D86BE38A09CC232F9C3">
    <w:name w:val="824692E129CD4D86BE38A09CC232F9C3"/>
    <w:rsid w:val="00D36467"/>
  </w:style>
  <w:style w:type="paragraph" w:customStyle="1" w:styleId="9FBE9514C140474398C3E3E908D58EE2">
    <w:name w:val="9FBE9514C140474398C3E3E908D58EE2"/>
    <w:rsid w:val="00D36467"/>
  </w:style>
  <w:style w:type="paragraph" w:customStyle="1" w:styleId="F9772080F6B34BF3A305B7EA27ECB190">
    <w:name w:val="F9772080F6B34BF3A305B7EA27ECB190"/>
    <w:rsid w:val="00D36467"/>
  </w:style>
  <w:style w:type="paragraph" w:customStyle="1" w:styleId="F9772080F6B34BF3A305B7EA27ECB1901">
    <w:name w:val="F9772080F6B34BF3A305B7EA27ECB1901"/>
    <w:rsid w:val="00AD4992"/>
  </w:style>
  <w:style w:type="paragraph" w:customStyle="1" w:styleId="3B98039134AD42B88729FFB8CE99A503">
    <w:name w:val="3B98039134AD42B88729FFB8CE99A503"/>
    <w:rsid w:val="00167B53"/>
  </w:style>
  <w:style w:type="paragraph" w:customStyle="1" w:styleId="3E807BBC4D99406D8441D8E72087FF58">
    <w:name w:val="3E807BBC4D99406D8441D8E72087FF58"/>
    <w:rsid w:val="00167B53"/>
  </w:style>
  <w:style w:type="paragraph" w:customStyle="1" w:styleId="5D42B589B43C43EAA106ECB658F7B388">
    <w:name w:val="5D42B589B43C43EAA106ECB658F7B388"/>
    <w:rsid w:val="00167B53"/>
  </w:style>
  <w:style w:type="paragraph" w:customStyle="1" w:styleId="273D04D4DA0D4039ABF19479CD0DF1B0">
    <w:name w:val="273D04D4DA0D4039ABF19479CD0DF1B0"/>
    <w:rsid w:val="00167B53"/>
  </w:style>
  <w:style w:type="paragraph" w:customStyle="1" w:styleId="AFFDD26730774DEE939790B605590C3E">
    <w:name w:val="AFFDD26730774DEE939790B605590C3E"/>
    <w:rsid w:val="00167B53"/>
  </w:style>
  <w:style w:type="paragraph" w:customStyle="1" w:styleId="32523863085E4E93A91178C4826D6841">
    <w:name w:val="32523863085E4E93A91178C4826D6841"/>
    <w:rsid w:val="00167B53"/>
  </w:style>
  <w:style w:type="paragraph" w:customStyle="1" w:styleId="F9772080F6B34BF3A305B7EA27ECB1902">
    <w:name w:val="F9772080F6B34BF3A305B7EA27ECB1902"/>
    <w:rsid w:val="00EF52AC"/>
  </w:style>
  <w:style w:type="paragraph" w:customStyle="1" w:styleId="FCD9B1B4BA204B89A04C5B839DFF0E75">
    <w:name w:val="FCD9B1B4BA204B89A04C5B839DFF0E75"/>
    <w:rsid w:val="00EF52AC"/>
  </w:style>
  <w:style w:type="paragraph" w:customStyle="1" w:styleId="EC3B87D09A714D78918640995EE40018">
    <w:name w:val="EC3B87D09A714D78918640995EE40018"/>
    <w:rsid w:val="00EF52AC"/>
  </w:style>
  <w:style w:type="paragraph" w:customStyle="1" w:styleId="2DB328E7A18E442C8784AB9B845F59EB">
    <w:name w:val="2DB328E7A18E442C8784AB9B845F59EB"/>
    <w:rsid w:val="00EF52AC"/>
  </w:style>
  <w:style w:type="paragraph" w:customStyle="1" w:styleId="F9772080F6B34BF3A305B7EA27ECB1903">
    <w:name w:val="F9772080F6B34BF3A305B7EA27ECB1903"/>
    <w:rsid w:val="007A6D4D"/>
  </w:style>
  <w:style w:type="paragraph" w:customStyle="1" w:styleId="F9772080F6B34BF3A305B7EA27ECB1904">
    <w:name w:val="F9772080F6B34BF3A305B7EA27ECB1904"/>
    <w:rsid w:val="007A6D4D"/>
  </w:style>
  <w:style w:type="paragraph" w:customStyle="1" w:styleId="6E03B78BDEFF4F2F931AC276C3C5621A">
    <w:name w:val="6E03B78BDEFF4F2F931AC276C3C5621A"/>
    <w:rsid w:val="00F725B7"/>
  </w:style>
  <w:style w:type="paragraph" w:customStyle="1" w:styleId="F9772080F6B34BF3A305B7EA27ECB1905">
    <w:name w:val="F9772080F6B34BF3A305B7EA27ECB1905"/>
    <w:rsid w:val="00F725B7"/>
  </w:style>
  <w:style w:type="paragraph" w:customStyle="1" w:styleId="6E03B78BDEFF4F2F931AC276C3C5621A1">
    <w:name w:val="6E03B78BDEFF4F2F931AC276C3C5621A1"/>
    <w:rsid w:val="00F725B7"/>
  </w:style>
  <w:style w:type="paragraph" w:customStyle="1" w:styleId="F9772080F6B34BF3A305B7EA27ECB1906">
    <w:name w:val="F9772080F6B34BF3A305B7EA27ECB1906"/>
    <w:rsid w:val="00F725B7"/>
  </w:style>
  <w:style w:type="paragraph" w:customStyle="1" w:styleId="6E03B78BDEFF4F2F931AC276C3C5621A2">
    <w:name w:val="6E03B78BDEFF4F2F931AC276C3C5621A2"/>
    <w:rsid w:val="001B58CC"/>
  </w:style>
  <w:style w:type="paragraph" w:customStyle="1" w:styleId="F9772080F6B34BF3A305B7EA27ECB1907">
    <w:name w:val="F9772080F6B34BF3A305B7EA27ECB1907"/>
    <w:rsid w:val="001B58CC"/>
  </w:style>
  <w:style w:type="paragraph" w:customStyle="1" w:styleId="6E03B78BDEFF4F2F931AC276C3C5621A3">
    <w:name w:val="6E03B78BDEFF4F2F931AC276C3C5621A3"/>
    <w:rsid w:val="001B58CC"/>
  </w:style>
  <w:style w:type="paragraph" w:customStyle="1" w:styleId="F9772080F6B34BF3A305B7EA27ECB1908">
    <w:name w:val="F9772080F6B34BF3A305B7EA27ECB1908"/>
    <w:rsid w:val="001B58CC"/>
  </w:style>
  <w:style w:type="paragraph" w:customStyle="1" w:styleId="6E03B78BDEFF4F2F931AC276C3C5621A4">
    <w:name w:val="6E03B78BDEFF4F2F931AC276C3C5621A4"/>
    <w:rsid w:val="001B58CC"/>
  </w:style>
  <w:style w:type="paragraph" w:customStyle="1" w:styleId="F9772080F6B34BF3A305B7EA27ECB1909">
    <w:name w:val="F9772080F6B34BF3A305B7EA27ECB1909"/>
    <w:rsid w:val="001B58CC"/>
  </w:style>
  <w:style w:type="paragraph" w:customStyle="1" w:styleId="6E03B78BDEFF4F2F931AC276C3C5621A5">
    <w:name w:val="6E03B78BDEFF4F2F931AC276C3C5621A5"/>
    <w:rsid w:val="001B58CC"/>
  </w:style>
  <w:style w:type="paragraph" w:customStyle="1" w:styleId="F9772080F6B34BF3A305B7EA27ECB19010">
    <w:name w:val="F9772080F6B34BF3A305B7EA27ECB19010"/>
    <w:rsid w:val="001B58CC"/>
  </w:style>
  <w:style w:type="paragraph" w:customStyle="1" w:styleId="6E03B78BDEFF4F2F931AC276C3C5621A6">
    <w:name w:val="6E03B78BDEFF4F2F931AC276C3C5621A6"/>
    <w:rsid w:val="00796C98"/>
  </w:style>
  <w:style w:type="paragraph" w:customStyle="1" w:styleId="F9772080F6B34BF3A305B7EA27ECB19011">
    <w:name w:val="F9772080F6B34BF3A305B7EA27ECB19011"/>
    <w:rsid w:val="00796C98"/>
  </w:style>
  <w:style w:type="paragraph" w:customStyle="1" w:styleId="6E03B78BDEFF4F2F931AC276C3C5621A7">
    <w:name w:val="6E03B78BDEFF4F2F931AC276C3C5621A7"/>
    <w:rsid w:val="008850AC"/>
  </w:style>
  <w:style w:type="paragraph" w:customStyle="1" w:styleId="F9772080F6B34BF3A305B7EA27ECB19012">
    <w:name w:val="F9772080F6B34BF3A305B7EA27ECB19012"/>
    <w:rsid w:val="008850AC"/>
  </w:style>
  <w:style w:type="paragraph" w:customStyle="1" w:styleId="6E03B78BDEFF4F2F931AC276C3C5621A8">
    <w:name w:val="6E03B78BDEFF4F2F931AC276C3C5621A8"/>
    <w:rsid w:val="008850AC"/>
  </w:style>
  <w:style w:type="paragraph" w:customStyle="1" w:styleId="F9772080F6B34BF3A305B7EA27ECB19013">
    <w:name w:val="F9772080F6B34BF3A305B7EA27ECB19013"/>
    <w:rsid w:val="008850AC"/>
  </w:style>
  <w:style w:type="paragraph" w:customStyle="1" w:styleId="6E03B78BDEFF4F2F931AC276C3C5621A9">
    <w:name w:val="6E03B78BDEFF4F2F931AC276C3C5621A9"/>
    <w:rsid w:val="008850AC"/>
  </w:style>
  <w:style w:type="paragraph" w:customStyle="1" w:styleId="F9772080F6B34BF3A305B7EA27ECB19014">
    <w:name w:val="F9772080F6B34BF3A305B7EA27ECB19014"/>
    <w:rsid w:val="008850AC"/>
  </w:style>
  <w:style w:type="paragraph" w:customStyle="1" w:styleId="6E03B78BDEFF4F2F931AC276C3C5621A10">
    <w:name w:val="6E03B78BDEFF4F2F931AC276C3C5621A10"/>
    <w:rsid w:val="008850AC"/>
  </w:style>
  <w:style w:type="paragraph" w:customStyle="1" w:styleId="F9772080F6B34BF3A305B7EA27ECB19015">
    <w:name w:val="F9772080F6B34BF3A305B7EA27ECB19015"/>
    <w:rsid w:val="008850AC"/>
  </w:style>
  <w:style w:type="paragraph" w:customStyle="1" w:styleId="6E03B78BDEFF4F2F931AC276C3C5621A11">
    <w:name w:val="6E03B78BDEFF4F2F931AC276C3C5621A11"/>
    <w:rsid w:val="008850AC"/>
  </w:style>
  <w:style w:type="paragraph" w:customStyle="1" w:styleId="F9772080F6B34BF3A305B7EA27ECB19016">
    <w:name w:val="F9772080F6B34BF3A305B7EA27ECB19016"/>
    <w:rsid w:val="008850AC"/>
  </w:style>
  <w:style w:type="paragraph" w:customStyle="1" w:styleId="6E03B78BDEFF4F2F931AC276C3C5621A12">
    <w:name w:val="6E03B78BDEFF4F2F931AC276C3C5621A12"/>
    <w:rsid w:val="008850AC"/>
  </w:style>
  <w:style w:type="paragraph" w:customStyle="1" w:styleId="F9772080F6B34BF3A305B7EA27ECB19017">
    <w:name w:val="F9772080F6B34BF3A305B7EA27ECB19017"/>
    <w:rsid w:val="008850AC"/>
  </w:style>
  <w:style w:type="paragraph" w:customStyle="1" w:styleId="6E03B78BDEFF4F2F931AC276C3C5621A13">
    <w:name w:val="6E03B78BDEFF4F2F931AC276C3C5621A13"/>
    <w:rsid w:val="008850AC"/>
  </w:style>
  <w:style w:type="paragraph" w:customStyle="1" w:styleId="F9772080F6B34BF3A305B7EA27ECB19018">
    <w:name w:val="F9772080F6B34BF3A305B7EA27ECB19018"/>
    <w:rsid w:val="008850AC"/>
  </w:style>
  <w:style w:type="paragraph" w:customStyle="1" w:styleId="6E03B78BDEFF4F2F931AC276C3C5621A14">
    <w:name w:val="6E03B78BDEFF4F2F931AC276C3C5621A14"/>
    <w:rsid w:val="008850AC"/>
  </w:style>
  <w:style w:type="paragraph" w:customStyle="1" w:styleId="F9772080F6B34BF3A305B7EA27ECB19019">
    <w:name w:val="F9772080F6B34BF3A305B7EA27ECB19019"/>
    <w:rsid w:val="008850AC"/>
  </w:style>
  <w:style w:type="paragraph" w:customStyle="1" w:styleId="6E03B78BDEFF4F2F931AC276C3C5621A15">
    <w:name w:val="6E03B78BDEFF4F2F931AC276C3C5621A15"/>
    <w:rsid w:val="008850AC"/>
  </w:style>
  <w:style w:type="paragraph" w:customStyle="1" w:styleId="F9772080F6B34BF3A305B7EA27ECB19020">
    <w:name w:val="F9772080F6B34BF3A305B7EA27ECB19020"/>
    <w:rsid w:val="008850AC"/>
  </w:style>
  <w:style w:type="paragraph" w:customStyle="1" w:styleId="6E03B78BDEFF4F2F931AC276C3C5621A16">
    <w:name w:val="6E03B78BDEFF4F2F931AC276C3C5621A16"/>
    <w:rsid w:val="008850AC"/>
  </w:style>
  <w:style w:type="paragraph" w:customStyle="1" w:styleId="F9772080F6B34BF3A305B7EA27ECB19021">
    <w:name w:val="F9772080F6B34BF3A305B7EA27ECB19021"/>
    <w:rsid w:val="008850AC"/>
  </w:style>
  <w:style w:type="paragraph" w:customStyle="1" w:styleId="6E03B78BDEFF4F2F931AC276C3C5621A17">
    <w:name w:val="6E03B78BDEFF4F2F931AC276C3C5621A17"/>
    <w:rsid w:val="008850AC"/>
  </w:style>
  <w:style w:type="paragraph" w:customStyle="1" w:styleId="F9772080F6B34BF3A305B7EA27ECB19022">
    <w:name w:val="F9772080F6B34BF3A305B7EA27ECB19022"/>
    <w:rsid w:val="008850AC"/>
  </w:style>
  <w:style w:type="paragraph" w:customStyle="1" w:styleId="6E03B78BDEFF4F2F931AC276C3C5621A18">
    <w:name w:val="6E03B78BDEFF4F2F931AC276C3C5621A18"/>
    <w:rsid w:val="00A17F0E"/>
  </w:style>
  <w:style w:type="paragraph" w:customStyle="1" w:styleId="F9772080F6B34BF3A305B7EA27ECB19023">
    <w:name w:val="F9772080F6B34BF3A305B7EA27ECB19023"/>
    <w:rsid w:val="00A17F0E"/>
  </w:style>
  <w:style w:type="paragraph" w:customStyle="1" w:styleId="6E03B78BDEFF4F2F931AC276C3C5621A19">
    <w:name w:val="6E03B78BDEFF4F2F931AC276C3C5621A19"/>
    <w:rsid w:val="00A17F0E"/>
  </w:style>
  <w:style w:type="paragraph" w:customStyle="1" w:styleId="F9772080F6B34BF3A305B7EA27ECB19024">
    <w:name w:val="F9772080F6B34BF3A305B7EA27ECB19024"/>
    <w:rsid w:val="00A17F0E"/>
  </w:style>
  <w:style w:type="paragraph" w:customStyle="1" w:styleId="6E03B78BDEFF4F2F931AC276C3C5621A20">
    <w:name w:val="6E03B78BDEFF4F2F931AC276C3C5621A20"/>
    <w:rsid w:val="00A17F0E"/>
  </w:style>
  <w:style w:type="paragraph" w:customStyle="1" w:styleId="F9772080F6B34BF3A305B7EA27ECB19025">
    <w:name w:val="F9772080F6B34BF3A305B7EA27ECB19025"/>
    <w:rsid w:val="00A17F0E"/>
  </w:style>
  <w:style w:type="paragraph" w:customStyle="1" w:styleId="6E03B78BDEFF4F2F931AC276C3C5621A21">
    <w:name w:val="6E03B78BDEFF4F2F931AC276C3C5621A21"/>
    <w:rsid w:val="00963A98"/>
  </w:style>
  <w:style w:type="paragraph" w:customStyle="1" w:styleId="F9772080F6B34BF3A305B7EA27ECB19026">
    <w:name w:val="F9772080F6B34BF3A305B7EA27ECB19026"/>
    <w:rsid w:val="00963A98"/>
  </w:style>
  <w:style w:type="paragraph" w:customStyle="1" w:styleId="6E03B78BDEFF4F2F931AC276C3C5621A22">
    <w:name w:val="6E03B78BDEFF4F2F931AC276C3C5621A22"/>
    <w:rsid w:val="00963A98"/>
  </w:style>
  <w:style w:type="paragraph" w:customStyle="1" w:styleId="F9772080F6B34BF3A305B7EA27ECB19027">
    <w:name w:val="F9772080F6B34BF3A305B7EA27ECB19027"/>
    <w:rsid w:val="00963A98"/>
  </w:style>
  <w:style w:type="paragraph" w:customStyle="1" w:styleId="6E03B78BDEFF4F2F931AC276C3C5621A23">
    <w:name w:val="6E03B78BDEFF4F2F931AC276C3C5621A23"/>
    <w:rsid w:val="00963A98"/>
  </w:style>
  <w:style w:type="paragraph" w:customStyle="1" w:styleId="F9772080F6B34BF3A305B7EA27ECB19028">
    <w:name w:val="F9772080F6B34BF3A305B7EA27ECB19028"/>
    <w:rsid w:val="00963A98"/>
  </w:style>
  <w:style w:type="paragraph" w:customStyle="1" w:styleId="6E03B78BDEFF4F2F931AC276C3C5621A24">
    <w:name w:val="6E03B78BDEFF4F2F931AC276C3C5621A24"/>
    <w:rsid w:val="00963A98"/>
  </w:style>
  <w:style w:type="paragraph" w:customStyle="1" w:styleId="F9772080F6B34BF3A305B7EA27ECB19029">
    <w:name w:val="F9772080F6B34BF3A305B7EA27ECB19029"/>
    <w:rsid w:val="00963A98"/>
  </w:style>
  <w:style w:type="paragraph" w:customStyle="1" w:styleId="6E03B78BDEFF4F2F931AC276C3C5621A25">
    <w:name w:val="6E03B78BDEFF4F2F931AC276C3C5621A25"/>
    <w:rsid w:val="00CD73D3"/>
  </w:style>
  <w:style w:type="paragraph" w:customStyle="1" w:styleId="F9772080F6B34BF3A305B7EA27ECB19030">
    <w:name w:val="F9772080F6B34BF3A305B7EA27ECB19030"/>
    <w:rsid w:val="00CD73D3"/>
  </w:style>
  <w:style w:type="paragraph" w:customStyle="1" w:styleId="6E03B78BDEFF4F2F931AC276C3C5621A26">
    <w:name w:val="6E03B78BDEFF4F2F931AC276C3C5621A26"/>
    <w:rsid w:val="00CD73D3"/>
  </w:style>
  <w:style w:type="paragraph" w:customStyle="1" w:styleId="F9772080F6B34BF3A305B7EA27ECB19031">
    <w:name w:val="F9772080F6B34BF3A305B7EA27ECB19031"/>
    <w:rsid w:val="00CD73D3"/>
  </w:style>
  <w:style w:type="paragraph" w:customStyle="1" w:styleId="C0A95F856D15425F820619A29B285417">
    <w:name w:val="C0A95F856D15425F820619A29B285417"/>
    <w:rsid w:val="00CD73D3"/>
  </w:style>
  <w:style w:type="paragraph" w:customStyle="1" w:styleId="7CEF3B9C31F84CF3BFC5CBA658A7E29D">
    <w:name w:val="7CEF3B9C31F84CF3BFC5CBA658A7E29D"/>
    <w:rsid w:val="00CD73D3"/>
  </w:style>
  <w:style w:type="paragraph" w:customStyle="1" w:styleId="496BDBAAB24A4C8EBD26321F5BCECD15">
    <w:name w:val="496BDBAAB24A4C8EBD26321F5BCECD15"/>
    <w:rsid w:val="00CD73D3"/>
  </w:style>
  <w:style w:type="paragraph" w:customStyle="1" w:styleId="9B98774523A24BA2AA691111A2F1777E">
    <w:name w:val="9B98774523A24BA2AA691111A2F1777E"/>
    <w:rsid w:val="00CD73D3"/>
  </w:style>
  <w:style w:type="paragraph" w:customStyle="1" w:styleId="63C216DF66DE46DCA6DE2545450ED95F">
    <w:name w:val="63C216DF66DE46DCA6DE2545450ED95F"/>
    <w:rsid w:val="00CD73D3"/>
  </w:style>
  <w:style w:type="paragraph" w:customStyle="1" w:styleId="51A2E1CA91E94F43AFDD4360E2430A83">
    <w:name w:val="51A2E1CA91E94F43AFDD4360E2430A83"/>
    <w:rsid w:val="00CD73D3"/>
  </w:style>
  <w:style w:type="paragraph" w:customStyle="1" w:styleId="18D7A00D1A824137AC7D67DEB2A2A67E">
    <w:name w:val="18D7A00D1A824137AC7D67DEB2A2A67E"/>
    <w:rsid w:val="00CD73D3"/>
  </w:style>
  <w:style w:type="paragraph" w:customStyle="1" w:styleId="DDAF0C25FB0B4DBA92F8457E2E5820F3">
    <w:name w:val="DDAF0C25FB0B4DBA92F8457E2E5820F3"/>
    <w:rsid w:val="00CD73D3"/>
  </w:style>
  <w:style w:type="paragraph" w:customStyle="1" w:styleId="D8055C840E4D47B083A0B016580CC4BC">
    <w:name w:val="D8055C840E4D47B083A0B016580CC4BC"/>
    <w:rsid w:val="00CD73D3"/>
  </w:style>
  <w:style w:type="paragraph" w:customStyle="1" w:styleId="B0A7D2ED74414AA59FBACFE9DDDAB4EB">
    <w:name w:val="B0A7D2ED74414AA59FBACFE9DDDAB4EB"/>
    <w:rsid w:val="00CD73D3"/>
  </w:style>
  <w:style w:type="paragraph" w:customStyle="1" w:styleId="ABC19D549C464796BF9A1B78D930735A">
    <w:name w:val="ABC19D549C464796BF9A1B78D930735A"/>
    <w:rsid w:val="00CD73D3"/>
  </w:style>
  <w:style w:type="paragraph" w:customStyle="1" w:styleId="12749BE07E2340D199E66484D8DEFAEC">
    <w:name w:val="12749BE07E2340D199E66484D8DEFAEC"/>
    <w:rsid w:val="00CD73D3"/>
  </w:style>
  <w:style w:type="paragraph" w:customStyle="1" w:styleId="2E9E4EB7F1894D798C4B86035EEF0DDC">
    <w:name w:val="2E9E4EB7F1894D798C4B86035EEF0DDC"/>
    <w:rsid w:val="00CD73D3"/>
  </w:style>
  <w:style w:type="paragraph" w:customStyle="1" w:styleId="3DC50B3FE03040B7894BF4E22C86B0A1">
    <w:name w:val="3DC50B3FE03040B7894BF4E22C86B0A1"/>
    <w:rsid w:val="00CD73D3"/>
  </w:style>
  <w:style w:type="paragraph" w:customStyle="1" w:styleId="CD73D1BB70BD41B8AB67E6E3F9EE62CF">
    <w:name w:val="CD73D1BB70BD41B8AB67E6E3F9EE62CF"/>
    <w:rsid w:val="00CD73D3"/>
  </w:style>
  <w:style w:type="paragraph" w:customStyle="1" w:styleId="ABD995016FBF4C31B14ED7620B81D85E">
    <w:name w:val="ABD995016FBF4C31B14ED7620B81D85E"/>
    <w:rsid w:val="00CD73D3"/>
  </w:style>
  <w:style w:type="paragraph" w:customStyle="1" w:styleId="AC79AA5706F64451AC3569C464E30333">
    <w:name w:val="AC79AA5706F64451AC3569C464E30333"/>
    <w:rsid w:val="00CD73D3"/>
  </w:style>
  <w:style w:type="paragraph" w:customStyle="1" w:styleId="B01EFF7417E74D9B9592A088CAD674B1">
    <w:name w:val="B01EFF7417E74D9B9592A088CAD674B1"/>
    <w:rsid w:val="00CD73D3"/>
  </w:style>
  <w:style w:type="paragraph" w:customStyle="1" w:styleId="2D5C0E441017441BBD4623464BC832D8">
    <w:name w:val="2D5C0E441017441BBD4623464BC832D8"/>
    <w:rsid w:val="00CD73D3"/>
  </w:style>
  <w:style w:type="paragraph" w:customStyle="1" w:styleId="288D79B218774C5884D6B021069B54EE">
    <w:name w:val="288D79B218774C5884D6B021069B54EE"/>
    <w:rsid w:val="00CD73D3"/>
  </w:style>
  <w:style w:type="paragraph" w:customStyle="1" w:styleId="0792174068E14FB3995AAC6EBB9D4073">
    <w:name w:val="0792174068E14FB3995AAC6EBB9D4073"/>
    <w:rsid w:val="00CD73D3"/>
  </w:style>
  <w:style w:type="paragraph" w:customStyle="1" w:styleId="3E197335C0424A0DA46D99871A04F576">
    <w:name w:val="3E197335C0424A0DA46D99871A04F576"/>
    <w:rsid w:val="00CD73D3"/>
  </w:style>
  <w:style w:type="paragraph" w:customStyle="1" w:styleId="058387E2DF744FDCB59EB06CB6F30AEF">
    <w:name w:val="058387E2DF744FDCB59EB06CB6F30AEF"/>
    <w:rsid w:val="00CD73D3"/>
  </w:style>
  <w:style w:type="paragraph" w:customStyle="1" w:styleId="7555703BE6534D01AF841D319CE1361A">
    <w:name w:val="7555703BE6534D01AF841D319CE1361A"/>
    <w:rsid w:val="00CD73D3"/>
  </w:style>
  <w:style w:type="paragraph" w:customStyle="1" w:styleId="B54363DAE85D439B9E437A730CAE34F2">
    <w:name w:val="B54363DAE85D439B9E437A730CAE34F2"/>
    <w:rsid w:val="00CD73D3"/>
  </w:style>
  <w:style w:type="paragraph" w:customStyle="1" w:styleId="321E972EEDE84FD0BBC23EA592A40F6E">
    <w:name w:val="321E972EEDE84FD0BBC23EA592A40F6E"/>
    <w:rsid w:val="00CD73D3"/>
  </w:style>
  <w:style w:type="paragraph" w:customStyle="1" w:styleId="7A2140C13F1F4E37B917EDCD3730E347">
    <w:name w:val="7A2140C13F1F4E37B917EDCD3730E347"/>
    <w:rsid w:val="00CD73D3"/>
  </w:style>
  <w:style w:type="paragraph" w:customStyle="1" w:styleId="7BDE6CE8DC58454585848C93344D2078">
    <w:name w:val="7BDE6CE8DC58454585848C93344D2078"/>
    <w:rsid w:val="00CD73D3"/>
  </w:style>
  <w:style w:type="paragraph" w:customStyle="1" w:styleId="BD63ED24DD104380A99943E37A969201">
    <w:name w:val="BD63ED24DD104380A99943E37A969201"/>
    <w:rsid w:val="00CD73D3"/>
  </w:style>
  <w:style w:type="paragraph" w:customStyle="1" w:styleId="CEA9DCECA2BC46A287EDB38EDD0330CD">
    <w:name w:val="CEA9DCECA2BC46A287EDB38EDD0330CD"/>
    <w:rsid w:val="00CD73D3"/>
  </w:style>
  <w:style w:type="paragraph" w:customStyle="1" w:styleId="6E03B78BDEFF4F2F931AC276C3C5621A27">
    <w:name w:val="6E03B78BDEFF4F2F931AC276C3C5621A27"/>
    <w:rsid w:val="00CB7883"/>
  </w:style>
  <w:style w:type="paragraph" w:customStyle="1" w:styleId="F9772080F6B34BF3A305B7EA27ECB19032">
    <w:name w:val="F9772080F6B34BF3A305B7EA27ECB19032"/>
    <w:rsid w:val="00CB78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4CCC1-5B1C-438F-86F9-0D50F54C5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Certificate new MF2017</Template>
  <TotalTime>722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2000 Level</cp:lastModifiedBy>
  <cp:revision>47</cp:revision>
  <cp:lastPrinted>2016-06-22T08:58:00Z</cp:lastPrinted>
  <dcterms:created xsi:type="dcterms:W3CDTF">2020-07-08T04:35:00Z</dcterms:created>
  <dcterms:modified xsi:type="dcterms:W3CDTF">2024-08-27T08:47:00Z</dcterms:modified>
</cp:coreProperties>
</file>