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D2" w:rsidRDefault="00656684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-169545</wp:posOffset>
                </wp:positionH>
                <wp:positionV relativeFrom="paragraph">
                  <wp:posOffset>-650875</wp:posOffset>
                </wp:positionV>
                <wp:extent cx="6616065" cy="807720"/>
                <wp:effectExtent l="0" t="0" r="13335" b="1143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6065" cy="807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9630D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  <w:t>UNIVERSITY OF RUHUNA</w:t>
                            </w:r>
                          </w:p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9630D">
                              <w:rPr>
                                <w:rFonts w:ascii="Cambria" w:hAnsi="Cambria"/>
                                <w:b/>
                                <w:bCs/>
                                <w:sz w:val="24"/>
                                <w:szCs w:val="24"/>
                              </w:rPr>
                              <w:t>FACULTY OF MANAGEMENT AND FINANCE</w:t>
                            </w:r>
                          </w:p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99630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Bachelor of Business Administration Degree Programme</w:t>
                            </w:r>
                          </w:p>
                          <w:p w:rsidR="009351CD" w:rsidRPr="0099630D" w:rsidRDefault="009351CD" w:rsidP="009351CD">
                            <w:pPr>
                              <w:spacing w:after="0" w:line="240" w:lineRule="auto"/>
                              <w:ind w:left="720" w:firstLine="72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Notification of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Pr="0099630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Examination</w:t>
                            </w:r>
                            <w:proofErr w:type="gramEnd"/>
                            <w:r w:rsidRPr="0099630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Results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3.35pt;margin-top:-51.25pt;width:520.95pt;height:63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" fillcolor="window" strokeweight=".5pt">
                <v:path arrowok="t"/>
                <v:textbox>
                  <w:txbxContent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</w:pPr>
                      <w:r w:rsidRPr="0099630D"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  <w:t>UNIVERSITY OF RUHUNA</w:t>
                      </w:r>
                    </w:p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</w:pPr>
                      <w:r w:rsidRPr="0099630D">
                        <w:rPr>
                          <w:rFonts w:ascii="Cambria" w:hAnsi="Cambria"/>
                          <w:b/>
                          <w:bCs/>
                          <w:sz w:val="24"/>
                          <w:szCs w:val="24"/>
                        </w:rPr>
                        <w:t>FACULTY OF MANAGEMENT AND FINANCE</w:t>
                      </w:r>
                    </w:p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99630D">
                        <w:rPr>
                          <w:rFonts w:ascii="Cambria" w:hAnsi="Cambria"/>
                          <w:sz w:val="24"/>
                          <w:szCs w:val="24"/>
                        </w:rPr>
                        <w:t>Bachelor of Business Administration Degree Programme</w:t>
                      </w:r>
                    </w:p>
                    <w:p w:rsidR="009351CD" w:rsidRPr="0099630D" w:rsidRDefault="009351CD" w:rsidP="009351CD">
                      <w:pPr>
                        <w:spacing w:after="0" w:line="240" w:lineRule="auto"/>
                        <w:ind w:left="720" w:firstLine="72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Notification of the </w:t>
                      </w:r>
                      <w:r w:rsidRPr="0099630D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Examination Results</w:t>
                      </w:r>
                    </w:p>
                  </w:txbxContent>
                </v:textbox>
              </v:shape>
            </w:pict>
          </mc:Fallback>
        </mc:AlternateContent>
      </w:r>
      <w:r w:rsidR="009351C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-624840</wp:posOffset>
            </wp:positionV>
            <wp:extent cx="512445" cy="701040"/>
            <wp:effectExtent l="19050" t="0" r="1905" b="0"/>
            <wp:wrapNone/>
            <wp:docPr id="3" name="Picture 2" descr="Description: RuhunaL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RuhunaL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5227320</wp:posOffset>
                </wp:positionH>
                <wp:positionV relativeFrom="paragraph">
                  <wp:posOffset>-650875</wp:posOffset>
                </wp:positionV>
                <wp:extent cx="1219200" cy="330835"/>
                <wp:effectExtent l="0" t="0" r="19050" b="1206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47B" w:rsidRPr="00E6547B" w:rsidRDefault="00E654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6547B">
                              <w:rPr>
                                <w:sz w:val="32"/>
                                <w:szCs w:val="32"/>
                              </w:rPr>
                              <w:t>Office copy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11.6pt;margin-top:-51.25pt;width:96pt;height:2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">
                <v:textbox>
                  <w:txbxContent>
                    <w:p w:rsidR="00E6547B" w:rsidRPr="00E6547B" w:rsidRDefault="00E6547B">
                      <w:pPr>
                        <w:rPr>
                          <w:sz w:val="32"/>
                          <w:szCs w:val="32"/>
                        </w:rPr>
                      </w:pPr>
                      <w:r w:rsidRPr="00E6547B">
                        <w:rPr>
                          <w:sz w:val="32"/>
                          <w:szCs w:val="32"/>
                        </w:rPr>
                        <w:t>Office copy</w:t>
                      </w:r>
                    </w:p>
                  </w:txbxContent>
                </v:textbox>
              </v:shape>
            </w:pict>
          </mc:Fallback>
        </mc:AlternateContent>
      </w:r>
      <w:r w:rsidR="009D47E5">
        <w:rPr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1" type="#_x0000_t201" style="position:absolute;margin-left:113.6pt;margin-top:23.2pt;width:379.5pt;height:22.5pt;z-index:-251655168;mso-position-horizontal-relative:text;mso-position-vertical-relative:text;mso-width-relative:page;mso-height-relative:page" o:preferrelative="t" filled="f" stroked="f">
            <v:imagedata r:id="rId7" o:title=""/>
            <o:lock v:ext="edit" aspectratio="t"/>
          </v:shape>
          <w:control r:id="rId8" w:name="TextBox1" w:shapeid="_x0000_s1031"/>
        </w:pict>
      </w:r>
    </w:p>
    <w:p w:rsidR="008873D2" w:rsidRDefault="009D47E5" w:rsidP="00684D22">
      <w:pPr>
        <w:ind w:hanging="426"/>
      </w:pPr>
      <w:r>
        <w:rPr>
          <w:noProof/>
        </w:rPr>
        <w:pict>
          <v:shape id="_x0000_s1032" type="#_x0000_t201" style="position:absolute;margin-left:160.45pt;margin-top:23.6pt;width:109.5pt;height:17.25pt;z-index:-251653120;mso-position-horizontal-relative:text;mso-position-vertical-relative:text;mso-width-relative:page;mso-height-relative:page" o:preferrelative="t" filled="f" stroked="f">
            <v:imagedata r:id="rId9" o:title=""/>
            <o:lock v:ext="edit" aspectratio="t"/>
          </v:shape>
          <w:control r:id="rId10" w:name="TextBox2" w:shapeid="_x0000_s1032"/>
        </w:pict>
      </w:r>
      <w:r w:rsidR="008873D2">
        <w:t xml:space="preserve">Name of the Students </w:t>
      </w:r>
      <w:r w:rsidR="008873D2">
        <w:tab/>
        <w:t>:</w:t>
      </w:r>
      <w:r w:rsidR="008873D2">
        <w:tab/>
      </w:r>
    </w:p>
    <w:p w:rsidR="008873D2" w:rsidRDefault="008873D2" w:rsidP="00684D22">
      <w:pPr>
        <w:ind w:hanging="426"/>
      </w:pPr>
      <w:r>
        <w:t>Student’s Registration No</w:t>
      </w:r>
      <w:r>
        <w:tab/>
      </w:r>
      <w:proofErr w:type="gramStart"/>
      <w:r>
        <w:t>:MF</w:t>
      </w:r>
      <w:proofErr w:type="gramEnd"/>
      <w:r>
        <w:t>/</w:t>
      </w:r>
      <w:sdt>
        <w:sdtPr>
          <w:id w:val="8390641"/>
          <w:placeholder>
            <w:docPart w:val="47A6CC0DAC634B00853B2659AC2A028E"/>
          </w:placeholder>
          <w:dropDownList>
            <w:listItem w:displayText="Year" w:value="Year"/>
            <w:listItem w:displayText="2012/" w:value="2012/"/>
            <w:listItem w:displayText="2013/" w:value="2013/"/>
            <w:listItem w:displayText="2014/" w:value="2014/"/>
            <w:listItem w:displayText="2015/" w:value="2015/"/>
            <w:listItem w:displayText="2016/" w:value="2016/"/>
          </w:dropDownList>
        </w:sdtPr>
        <w:sdtEndPr/>
        <w:sdtContent>
          <w:r w:rsidR="003D7EA7">
            <w:t>Year</w:t>
          </w:r>
        </w:sdtContent>
      </w:sdt>
      <w:r>
        <w:tab/>
      </w:r>
    </w:p>
    <w:p w:rsidR="008873D2" w:rsidRDefault="008873D2" w:rsidP="00F72F84">
      <w:pPr>
        <w:tabs>
          <w:tab w:val="left" w:pos="720"/>
          <w:tab w:val="left" w:pos="1440"/>
          <w:tab w:val="left" w:pos="2160"/>
          <w:tab w:val="left" w:pos="2880"/>
          <w:tab w:val="left" w:pos="3261"/>
          <w:tab w:val="center" w:pos="3969"/>
          <w:tab w:val="left" w:pos="5103"/>
          <w:tab w:val="right" w:pos="9851"/>
        </w:tabs>
        <w:ind w:left="-426" w:right="-563"/>
      </w:pPr>
      <w:r>
        <w:t xml:space="preserve">This is to certify that, this student has obtained the following results, </w:t>
      </w:r>
      <w:r w:rsidR="00DF63A9">
        <w:t>at</w:t>
      </w:r>
      <w:r>
        <w:t xml:space="preserve"> the following semester examinations.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1647"/>
        <w:gridCol w:w="5401"/>
        <w:gridCol w:w="2065"/>
      </w:tblGrid>
      <w:tr w:rsidR="008873D2" w:rsidRPr="0099630D" w:rsidTr="00146EFE">
        <w:tc>
          <w:tcPr>
            <w:tcW w:w="10349" w:type="dxa"/>
            <w:gridSpan w:val="4"/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rPr>
                <w:b/>
                <w:bCs/>
              </w:rPr>
            </w:pPr>
            <w:r w:rsidRPr="0099630D">
              <w:rPr>
                <w:b/>
                <w:bCs/>
              </w:rPr>
              <w:t>1000 Level – Semester I</w:t>
            </w:r>
          </w:p>
        </w:tc>
      </w:tr>
      <w:tr w:rsidR="008873D2" w:rsidRPr="0099630D" w:rsidTr="00146EFE">
        <w:tc>
          <w:tcPr>
            <w:tcW w:w="1236" w:type="dxa"/>
            <w:tcBorders>
              <w:right w:val="nil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99630D">
              <w:rPr>
                <w:b/>
                <w:bCs/>
              </w:rPr>
              <w:t>Year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E42931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42931">
              <w:rPr>
                <w:b/>
                <w:bCs/>
              </w:rPr>
              <w:t>Course Code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E42931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42931">
              <w:rPr>
                <w:b/>
                <w:bCs/>
              </w:rPr>
              <w:t>Course Title</w:t>
            </w:r>
          </w:p>
        </w:tc>
        <w:tc>
          <w:tcPr>
            <w:tcW w:w="206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99630D">
              <w:rPr>
                <w:b/>
                <w:bCs/>
              </w:rPr>
              <w:t>Grade</w:t>
            </w:r>
          </w:p>
        </w:tc>
      </w:tr>
      <w:tr w:rsidR="008873D2" w:rsidRPr="0099630D" w:rsidTr="00146EFE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0644"/>
              <w:placeholder>
                <w:docPart w:val="222C1237C5074B3B8882A244B8EBED98"/>
              </w:placeholder>
              <w:dropDownList>
                <w:listItem w:displayText="Year" w:value="Year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8873D2" w:rsidRPr="0099630D" w:rsidRDefault="003D7EA7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 w:rsidRPr="0099630D">
              <w:t>BBA 1101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 w:rsidRPr="0099630D">
              <w:t>Business Mathematics and Statistics</w:t>
            </w:r>
          </w:p>
        </w:tc>
        <w:sdt>
          <w:sdtPr>
            <w:id w:val="8390645"/>
            <w:placeholder>
              <w:docPart w:val="B33F7119FB314F14B38E45255245917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3D7EA7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 w:rsidRPr="0099630D">
              <w:t>BBA 1102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 w:rsidRPr="0099630D">
              <w:t>Financial Accounting</w:t>
            </w:r>
          </w:p>
        </w:tc>
        <w:sdt>
          <w:sdtPr>
            <w:id w:val="8390647"/>
            <w:placeholder>
              <w:docPart w:val="97471692A65540FE84DBD09B254065D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4F23D9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 w:rsidRPr="0099630D">
              <w:t>BBA 1103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 w:rsidRPr="0099630D">
              <w:t>General English</w:t>
            </w:r>
          </w:p>
        </w:tc>
        <w:sdt>
          <w:sdtPr>
            <w:id w:val="8390648"/>
            <w:placeholder>
              <w:docPart w:val="F2F73BEFFBBB41448F1626AD399CB3D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3D7EA7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 w:rsidRPr="0099630D">
              <w:t>BBA 1104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 w:rsidRPr="0099630D">
              <w:t>Management</w:t>
            </w:r>
          </w:p>
        </w:tc>
        <w:sdt>
          <w:sdtPr>
            <w:id w:val="8390649"/>
            <w:placeholder>
              <w:docPart w:val="C48A10B2382D4AF59E9F2E65E7F7AFC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8873D2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 w:rsidRPr="0099630D">
              <w:t>BBA 1105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 w:rsidRPr="0099630D">
              <w:t>Micro Economics</w:t>
            </w:r>
          </w:p>
        </w:tc>
        <w:sdt>
          <w:sdtPr>
            <w:id w:val="8390650"/>
            <w:placeholder>
              <w:docPart w:val="CAC863FE99734CF88613ECE4A4585124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8873D2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0349" w:type="dxa"/>
            <w:gridSpan w:val="4"/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 w:rsidRPr="0099630D">
              <w:rPr>
                <w:b/>
                <w:bCs/>
              </w:rPr>
              <w:t>1000 Level – Semester I</w:t>
            </w:r>
            <w:r>
              <w:rPr>
                <w:b/>
                <w:bCs/>
              </w:rPr>
              <w:t>I</w:t>
            </w:r>
          </w:p>
        </w:tc>
      </w:tr>
      <w:tr w:rsidR="004F23D9" w:rsidRPr="0099630D" w:rsidTr="00146EFE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0654"/>
              <w:placeholder>
                <w:docPart w:val="CBB00CA34C1D4F3A8959217CA216FC2D"/>
              </w:placeholder>
              <w:dropDownList>
                <w:listItem w:displayText="Year" w:value="Year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4F23D9" w:rsidRDefault="006B3D13" w:rsidP="004F23D9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English I</w:t>
            </w:r>
          </w:p>
        </w:tc>
        <w:sdt>
          <w:sdtPr>
            <w:id w:val="8390659"/>
            <w:placeholder>
              <w:docPart w:val="6E61E5DCC4174DFA873C69D2E686BA7E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6B3D13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1202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 xml:space="preserve">Entrepreneurship </w:t>
            </w:r>
          </w:p>
        </w:tc>
        <w:sdt>
          <w:sdtPr>
            <w:id w:val="8390660"/>
            <w:placeholder>
              <w:docPart w:val="39DE76A2B3A94CCBAE30912E5336B984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6B3D13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1203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Financial Management</w:t>
            </w:r>
          </w:p>
        </w:tc>
        <w:sdt>
          <w:sdtPr>
            <w:id w:val="8390661"/>
            <w:placeholder>
              <w:docPart w:val="D6B4135F0397483F83A45F79F7BBE902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6B3D13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1204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Human Resource Management</w:t>
            </w:r>
          </w:p>
        </w:tc>
        <w:sdt>
          <w:sdtPr>
            <w:id w:val="8390662"/>
            <w:placeholder>
              <w:docPart w:val="D70FE68A871345C6810DD7D9A430CEE6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6B3D13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1205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Information and Communication Technology I</w:t>
            </w:r>
          </w:p>
        </w:tc>
        <w:sdt>
          <w:sdtPr>
            <w:id w:val="8390663"/>
            <w:placeholder>
              <w:docPart w:val="AFAC11895F214EFDA170DDE617A3DDE0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6B3D13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1206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 xml:space="preserve">Marketing Management </w:t>
            </w:r>
          </w:p>
        </w:tc>
        <w:sdt>
          <w:sdtPr>
            <w:id w:val="8390664"/>
            <w:placeholder>
              <w:docPart w:val="29D7DBEEAED5410C96A0B2FDDBB7345E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6B3D13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FD7F1C" w:rsidRPr="0099630D" w:rsidTr="00146EFE">
        <w:tc>
          <w:tcPr>
            <w:tcW w:w="10349" w:type="dxa"/>
            <w:gridSpan w:val="4"/>
            <w:shd w:val="clear" w:color="auto" w:fill="auto"/>
          </w:tcPr>
          <w:p w:rsidR="00FD7F1C" w:rsidRPr="0099630D" w:rsidRDefault="00FD7F1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2</w:t>
            </w:r>
            <w:r w:rsidRPr="0099630D">
              <w:rPr>
                <w:b/>
                <w:bCs/>
              </w:rPr>
              <w:t>000 Level – Semester I</w:t>
            </w:r>
          </w:p>
        </w:tc>
      </w:tr>
      <w:tr w:rsidR="002A04AE" w:rsidRPr="0099630D" w:rsidTr="00146EFE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0665"/>
              <w:placeholder>
                <w:docPart w:val="A41577B09364493196A60CB1694C73F6"/>
              </w:placeholder>
              <w:dropDownList>
                <w:listItem w:displayText="Year" w:value="Year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2A04AE" w:rsidRDefault="002A04AE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2A04AE" w:rsidRPr="0099630D" w:rsidRDefault="002A04AE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4AE" w:rsidRPr="0099630D" w:rsidRDefault="002A04AE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04AE" w:rsidRPr="0099630D" w:rsidRDefault="002A04A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English II</w:t>
            </w:r>
          </w:p>
        </w:tc>
        <w:sdt>
          <w:sdtPr>
            <w:id w:val="8390667"/>
            <w:placeholder>
              <w:docPart w:val="D514CC74311C41BC90A4866B2F390346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2A04AE" w:rsidRPr="0099630D" w:rsidRDefault="002A04AE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2A04AE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A04AE" w:rsidRPr="0099630D" w:rsidRDefault="002A04A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4AE" w:rsidRPr="0099630D" w:rsidRDefault="002A04AE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2102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04AE" w:rsidRPr="0099630D" w:rsidRDefault="002A04A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Cost and Management Accounting</w:t>
            </w:r>
          </w:p>
        </w:tc>
        <w:sdt>
          <w:sdtPr>
            <w:id w:val="8390668"/>
            <w:placeholder>
              <w:docPart w:val="BD01F7D1CA6941F3A9B895C9B8D3D1A7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2A04AE" w:rsidRPr="0099630D" w:rsidRDefault="002A04AE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2A04AE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A04AE" w:rsidRPr="0099630D" w:rsidRDefault="002A04A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4AE" w:rsidRPr="0099630D" w:rsidRDefault="002A04AE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2103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04AE" w:rsidRPr="0099630D" w:rsidRDefault="002A04A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Information and Communication Technology II</w:t>
            </w:r>
          </w:p>
        </w:tc>
        <w:sdt>
          <w:sdtPr>
            <w:id w:val="8390669"/>
            <w:placeholder>
              <w:docPart w:val="7E54CB83E8AE40B0A82F56F53F51F940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2A04AE" w:rsidRPr="0099630D" w:rsidRDefault="002A04AE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2A04AE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A04AE" w:rsidRPr="0099630D" w:rsidRDefault="002A04A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4AE" w:rsidRPr="0099630D" w:rsidRDefault="002A04AE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2104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04AE" w:rsidRPr="0099630D" w:rsidRDefault="002A04A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Operations Research</w:t>
            </w:r>
          </w:p>
        </w:tc>
        <w:sdt>
          <w:sdtPr>
            <w:id w:val="8390670"/>
            <w:placeholder>
              <w:docPart w:val="99AC2908CA874975BC90763EBF38F434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2A04AE" w:rsidRPr="0099630D" w:rsidRDefault="002A04AE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2A04AE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A04AE" w:rsidRPr="0099630D" w:rsidRDefault="002A04A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4AE" w:rsidRPr="0099630D" w:rsidRDefault="002A04AE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2105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04AE" w:rsidRPr="0099630D" w:rsidRDefault="002A04A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Organizational Behaviour</w:t>
            </w:r>
          </w:p>
        </w:tc>
        <w:sdt>
          <w:sdtPr>
            <w:id w:val="8390671"/>
            <w:placeholder>
              <w:docPart w:val="D4EA2F63C3C349129E330A363AC2B1E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2A04AE" w:rsidRPr="0099630D" w:rsidRDefault="002A04AE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2A04AE" w:rsidRPr="0099630D" w:rsidTr="00146EFE">
        <w:tc>
          <w:tcPr>
            <w:tcW w:w="10349" w:type="dxa"/>
            <w:gridSpan w:val="4"/>
            <w:shd w:val="clear" w:color="auto" w:fill="auto"/>
          </w:tcPr>
          <w:p w:rsidR="002A04AE" w:rsidRPr="0099630D" w:rsidRDefault="002A04AE" w:rsidP="001277F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2</w:t>
            </w:r>
            <w:r w:rsidRPr="0099630D">
              <w:rPr>
                <w:b/>
                <w:bCs/>
              </w:rPr>
              <w:t>000 Level – Semester I</w:t>
            </w:r>
            <w:r>
              <w:rPr>
                <w:b/>
                <w:bCs/>
              </w:rPr>
              <w:t>I</w:t>
            </w:r>
            <w:sdt>
              <w:sdtPr>
                <w:rPr>
                  <w:b/>
                  <w:bCs/>
                </w:rPr>
                <w:id w:val="3681109"/>
                <w:placeholder>
                  <w:docPart w:val="D280653EEA774EFD95DFC37E2FBD2C1D"/>
                </w:placeholder>
                <w:dropDownList>
                  <w:listItem w:displayText="Select Specialization Area" w:value="Select Specialization Area"/>
                  <w:listItem w:displayText="Specilization Area - Accounting" w:value="Specilization Area - Accounting"/>
                  <w:listItem w:displayText="Specilization Area - Human Resource Management" w:value="Specilization Area - Human Resource Management"/>
                  <w:listItem w:displayText="Specilization Area - Marketing" w:value="Specilization Area - Marketing"/>
                  <w:listItem w:displayText="Specilization Area - Entrepreneurship" w:value="Specilization Area - Entrepreneurship"/>
                </w:dropDownList>
              </w:sdtPr>
              <w:sdtEndPr/>
              <w:sdtContent>
                <w:r w:rsidR="00DE571D">
                  <w:rPr>
                    <w:b/>
                    <w:bCs/>
                  </w:rPr>
                  <w:t>Select Specialization Area</w:t>
                </w:r>
              </w:sdtContent>
            </w:sdt>
          </w:p>
        </w:tc>
      </w:tr>
      <w:tr w:rsidR="002A04AE" w:rsidRPr="0099630D" w:rsidTr="00146EFE">
        <w:tc>
          <w:tcPr>
            <w:tcW w:w="1236" w:type="dxa"/>
            <w:vMerge w:val="restart"/>
            <w:shd w:val="clear" w:color="auto" w:fill="auto"/>
            <w:vAlign w:val="center"/>
          </w:tcPr>
          <w:sdt>
            <w:sdtPr>
              <w:id w:val="8390673"/>
              <w:placeholder>
                <w:docPart w:val="80382705FEF949F0B6232B1112270854"/>
              </w:placeholder>
              <w:dropDownList>
                <w:listItem w:displayText="Year" w:value="Year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2A04AE" w:rsidRDefault="002A04AE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2A04AE" w:rsidRPr="0099630D" w:rsidRDefault="002A04AE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tcBorders>
              <w:right w:val="nil"/>
            </w:tcBorders>
            <w:shd w:val="clear" w:color="auto" w:fill="auto"/>
            <w:vAlign w:val="center"/>
          </w:tcPr>
          <w:p w:rsidR="002A04AE" w:rsidRPr="0099630D" w:rsidRDefault="002A04AE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2201</w:t>
            </w:r>
          </w:p>
        </w:tc>
        <w:tc>
          <w:tcPr>
            <w:tcW w:w="5401" w:type="dxa"/>
            <w:tcBorders>
              <w:left w:val="nil"/>
              <w:right w:val="nil"/>
            </w:tcBorders>
            <w:shd w:val="clear" w:color="auto" w:fill="auto"/>
          </w:tcPr>
          <w:p w:rsidR="002A04AE" w:rsidRPr="0099630D" w:rsidRDefault="000A02E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Operation Management</w:t>
            </w:r>
          </w:p>
        </w:tc>
        <w:sdt>
          <w:sdtPr>
            <w:id w:val="8390855"/>
            <w:placeholder>
              <w:docPart w:val="D5F830DDED194373B40E8054DBB9FD98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2A04AE" w:rsidRPr="0099630D" w:rsidRDefault="00F77FA3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2A04AE" w:rsidRPr="0099630D" w:rsidTr="00146EFE">
        <w:tc>
          <w:tcPr>
            <w:tcW w:w="1236" w:type="dxa"/>
            <w:vMerge/>
            <w:shd w:val="clear" w:color="auto" w:fill="auto"/>
          </w:tcPr>
          <w:p w:rsidR="002A04AE" w:rsidRPr="0099630D" w:rsidRDefault="002A04A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4AE" w:rsidRPr="0099630D" w:rsidRDefault="002A04AE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2202</w:t>
            </w:r>
          </w:p>
        </w:tc>
        <w:tc>
          <w:tcPr>
            <w:tcW w:w="54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A04AE" w:rsidRPr="0099630D" w:rsidRDefault="000A02E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Law</w:t>
            </w:r>
          </w:p>
        </w:tc>
        <w:sdt>
          <w:sdtPr>
            <w:id w:val="8390856"/>
            <w:placeholder>
              <w:docPart w:val="0254CD57EBD84E058BB7844E1A599862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2A04AE" w:rsidRPr="0099630D" w:rsidRDefault="00F77FA3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E42931" w:rsidRPr="0099630D" w:rsidTr="00146EFE">
        <w:trPr>
          <w:trHeight w:val="293"/>
        </w:trPr>
        <w:tc>
          <w:tcPr>
            <w:tcW w:w="1236" w:type="dxa"/>
            <w:vMerge/>
            <w:shd w:val="clear" w:color="auto" w:fill="auto"/>
          </w:tcPr>
          <w:p w:rsidR="00E42931" w:rsidRPr="0099630D" w:rsidRDefault="00E4293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0675"/>
            <w:placeholder>
              <w:docPart w:val="16F034B0C578491291B5F4F0EFB435FD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2210           Accounting Theory and Practice" w:value="ACC 2210           Accounting Theory and Practice"/>
              <w:listItem w:displayText="ACC 2211           Computer Application in Accounting" w:value="ACC 2211           Computer Application in Accounting"/>
              <w:listItem w:displayText="ACC 2212           Taxation" w:value="ACC 2212           Taxation"/>
              <w:listItem w:displayText="ENT 2220           Business Development Services and Consultancy Skills" w:value="ENT 2220           Business Development Services and Consultancy Skills"/>
              <w:listItem w:displayText="ENT 2221           Microfinance" w:value="ENT 2221           Microfinance"/>
              <w:listItem w:displayText="ENT 2222           Creativity and Innovation" w:value="ENT 2222           Creativity and Innovation"/>
              <w:listItem w:displayText="HRM 2240          Career Management" w:value="HRM 2240          Career Management"/>
              <w:listItem w:displayText="HRM 2241          Employee Safety and Health Management" w:value="HRM 2241          Employee Safety and Health Management"/>
              <w:listItem w:displayText="HRM 2242          People Resourcing" w:value="HRM 2242          People Resourcing"/>
              <w:listItem w:displayText="MKT 2250          Consumer Behaviour" w:value="MKT 2250          Consumer Behaviour"/>
              <w:listItem w:displayText="MKT 2251          Sales and Retail Management" w:value="MKT 2251          Sales and Retail Management"/>
              <w:listItem w:displayText="MKT 2252          Services Marketing" w:value="MKT 2252          Services Marketing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right w:val="nil"/>
                </w:tcBorders>
                <w:shd w:val="clear" w:color="auto" w:fill="auto"/>
                <w:vAlign w:val="center"/>
              </w:tcPr>
              <w:p w:rsidR="00E42931" w:rsidRPr="00E55104" w:rsidRDefault="003D7EA7" w:rsidP="00F77FA3">
                <w:pPr>
                  <w:tabs>
                    <w:tab w:val="left" w:pos="216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266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857"/>
            <w:placeholder>
              <w:docPart w:val="95FFDDDC40FE4170B1473CCD49DCD37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E42931" w:rsidRPr="0099630D" w:rsidRDefault="00233CE1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E42931" w:rsidRPr="0099630D" w:rsidTr="00146EFE">
        <w:tc>
          <w:tcPr>
            <w:tcW w:w="1236" w:type="dxa"/>
            <w:vMerge/>
            <w:shd w:val="clear" w:color="auto" w:fill="auto"/>
          </w:tcPr>
          <w:p w:rsidR="00E42931" w:rsidRPr="0099630D" w:rsidRDefault="00E4293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0896"/>
            <w:placeholder>
              <w:docPart w:val="2D3891912CDE416BA582AF0B780049DD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2210           Accounting Theory and Practice" w:value="ACC 2210           Accounting Theory and Practice"/>
              <w:listItem w:displayText="ACC 2211           Computer Application in Accounting" w:value="ACC 2211           Computer Application in Accounting"/>
              <w:listItem w:displayText="ACC 2212           Taxation" w:value="ACC 2212           Taxation"/>
              <w:listItem w:displayText="ENT 2220           Business Development Services and Consultancy Skills" w:value="ENT 2220           Business Development Services and Consultancy Skills"/>
              <w:listItem w:displayText="ENT 2221           Microfinance" w:value="ENT 2221           Microfinance"/>
              <w:listItem w:displayText="ENT 2222           Creativity and Innovation" w:value="ENT 2222           Creativity and Innovation"/>
              <w:listItem w:displayText="HRM 2240          Career Management" w:value="HRM 2240          Career Management"/>
              <w:listItem w:displayText="HRM 2241          Employee Safety and Health Management" w:value="HRM 2241          Employee Safety and Health Management"/>
              <w:listItem w:displayText="HRM 2242          People Resourcing" w:value="HRM 2242          People Resourcing"/>
              <w:listItem w:displayText="MKT 2250          Consumer Behaviour" w:value="MKT 2250          Consumer Behaviour"/>
              <w:listItem w:displayText="MKT 2251          Sales and Retail Management" w:value="MKT 2251          Sales and Retail Management"/>
              <w:listItem w:displayText="MKT 2252          Services Marketing" w:value="MKT 2252          Services Marketing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right w:val="nil"/>
                </w:tcBorders>
                <w:shd w:val="clear" w:color="auto" w:fill="auto"/>
                <w:vAlign w:val="center"/>
              </w:tcPr>
              <w:p w:rsidR="00E42931" w:rsidRPr="00E55104" w:rsidRDefault="003D7EA7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858"/>
            <w:placeholder>
              <w:docPart w:val="954154FAAEDB46C5941D32C507172709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E42931" w:rsidRPr="0099630D" w:rsidRDefault="00F77FA3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E42931" w:rsidRPr="0099630D" w:rsidTr="00146EFE">
        <w:tc>
          <w:tcPr>
            <w:tcW w:w="1236" w:type="dxa"/>
            <w:vMerge/>
            <w:shd w:val="clear" w:color="auto" w:fill="auto"/>
          </w:tcPr>
          <w:p w:rsidR="00E42931" w:rsidRPr="0099630D" w:rsidRDefault="00E4293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0897"/>
            <w:placeholder>
              <w:docPart w:val="CB1CD9C043774F23A8CC0E50DA04476D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2210           Accounting Theory and Practice" w:value="ACC 2210           Accounting Theory and Practice"/>
              <w:listItem w:displayText="ACC 2211           Computer Application in Accounting" w:value="ACC 2211           Computer Application in Accounting"/>
              <w:listItem w:displayText="ACC 2212           Taxation" w:value="ACC 2212           Taxation"/>
              <w:listItem w:displayText="ENT 2220           Business Development Services and Consultancy Skills" w:value="ENT 2220           Business Development Services and Consultancy Skills"/>
              <w:listItem w:displayText="ENT 2221           Microfinance" w:value="ENT 2221           Microfinance"/>
              <w:listItem w:displayText="ENT 2222           Creativity and Innovation" w:value="ENT 2222           Creativity and Innovation"/>
              <w:listItem w:displayText="HRM 2240          Career Management" w:value="HRM 2240          Career Management"/>
              <w:listItem w:displayText="HRM 2241          Employee Safety and Health Management" w:value="HRM 2241          Employee Safety and Health Management"/>
              <w:listItem w:displayText="HRM 2242          People Resourcing" w:value="HRM 2242          People Resourcing"/>
              <w:listItem w:displayText="MKT 2250          Consumer Behaviour" w:value="MKT 2250          Consumer Behaviour"/>
              <w:listItem w:displayText="MKT 2251          Sales and Retail Management" w:value="MKT 2251          Sales and Retail Management"/>
              <w:listItem w:displayText="MKT 2252          Services Marketing" w:value="MKT 2252          Services Marketing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right w:val="nil"/>
                </w:tcBorders>
                <w:shd w:val="clear" w:color="auto" w:fill="auto"/>
                <w:vAlign w:val="center"/>
              </w:tcPr>
              <w:p w:rsidR="00E42931" w:rsidRPr="00E55104" w:rsidRDefault="003D7EA7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859"/>
            <w:placeholder>
              <w:docPart w:val="B9D720F5129E46CA8A64A01A7259EB22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E42931" w:rsidRPr="0099630D" w:rsidRDefault="00F77FA3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0A02EE" w:rsidRPr="0099630D" w:rsidTr="00146EFE">
        <w:tc>
          <w:tcPr>
            <w:tcW w:w="10349" w:type="dxa"/>
            <w:gridSpan w:val="4"/>
            <w:shd w:val="clear" w:color="auto" w:fill="auto"/>
          </w:tcPr>
          <w:p w:rsidR="000A02EE" w:rsidRPr="0099630D" w:rsidRDefault="000A02EE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3</w:t>
            </w:r>
            <w:r w:rsidRPr="0099630D">
              <w:rPr>
                <w:b/>
                <w:bCs/>
              </w:rPr>
              <w:t>000 Level – Semester I</w:t>
            </w:r>
          </w:p>
        </w:tc>
      </w:tr>
      <w:tr w:rsidR="000A02EE" w:rsidRPr="0099630D" w:rsidTr="00146EFE">
        <w:tc>
          <w:tcPr>
            <w:tcW w:w="1236" w:type="dxa"/>
            <w:vMerge w:val="restart"/>
            <w:shd w:val="clear" w:color="auto" w:fill="auto"/>
            <w:vAlign w:val="center"/>
          </w:tcPr>
          <w:sdt>
            <w:sdtPr>
              <w:id w:val="8390898"/>
              <w:placeholder>
                <w:docPart w:val="B57E6EB59DC84FDDB1BE9A0F2BA36EA5"/>
              </w:placeholder>
              <w:dropDownList>
                <w:listItem w:displayText="Year" w:value="Year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0A02EE" w:rsidRDefault="000A02EE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0A02EE" w:rsidRPr="0099630D" w:rsidRDefault="000A02EE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tcBorders>
              <w:right w:val="nil"/>
            </w:tcBorders>
            <w:shd w:val="clear" w:color="auto" w:fill="auto"/>
            <w:vAlign w:val="center"/>
          </w:tcPr>
          <w:p w:rsidR="000A02EE" w:rsidRPr="0099630D" w:rsidRDefault="000A02EE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3101</w:t>
            </w:r>
          </w:p>
        </w:tc>
        <w:tc>
          <w:tcPr>
            <w:tcW w:w="5401" w:type="dxa"/>
            <w:tcBorders>
              <w:left w:val="nil"/>
              <w:right w:val="nil"/>
            </w:tcBorders>
            <w:shd w:val="clear" w:color="auto" w:fill="auto"/>
          </w:tcPr>
          <w:p w:rsidR="000A02EE" w:rsidRPr="0099630D" w:rsidRDefault="000A02E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Macro Economics</w:t>
            </w:r>
          </w:p>
        </w:tc>
        <w:sdt>
          <w:sdtPr>
            <w:id w:val="8390899"/>
            <w:placeholder>
              <w:docPart w:val="038434566D3944A1B97069E1AE14413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0A02EE" w:rsidRPr="0099630D" w:rsidRDefault="000A02EE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0A02EE" w:rsidRPr="0099630D" w:rsidTr="00146EFE">
        <w:tc>
          <w:tcPr>
            <w:tcW w:w="1236" w:type="dxa"/>
            <w:vMerge/>
            <w:shd w:val="clear" w:color="auto" w:fill="auto"/>
          </w:tcPr>
          <w:p w:rsidR="000A02EE" w:rsidRPr="0099630D" w:rsidRDefault="000A02E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02EE" w:rsidRPr="0099630D" w:rsidRDefault="000A02EE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3102</w:t>
            </w:r>
          </w:p>
        </w:tc>
        <w:tc>
          <w:tcPr>
            <w:tcW w:w="54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02EE" w:rsidRPr="0099630D" w:rsidRDefault="000A02E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Project Management</w:t>
            </w:r>
          </w:p>
        </w:tc>
        <w:sdt>
          <w:sdtPr>
            <w:id w:val="8390900"/>
            <w:placeholder>
              <w:docPart w:val="4F4955E6AC6D47AC94493BD1BAB4D30B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0A02EE" w:rsidRPr="0099630D" w:rsidRDefault="000A02EE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0A02EE" w:rsidRPr="0099630D" w:rsidTr="00146EFE">
        <w:tc>
          <w:tcPr>
            <w:tcW w:w="1236" w:type="dxa"/>
            <w:vMerge/>
            <w:shd w:val="clear" w:color="auto" w:fill="auto"/>
          </w:tcPr>
          <w:p w:rsidR="000A02EE" w:rsidRPr="0099630D" w:rsidRDefault="000A02E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0915"/>
            <w:placeholder>
              <w:docPart w:val="40A05B5C26194A4AAA1D74CFE4669AFC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110           Advanced Taxation" w:value="ACC 3110           Advanced Taxation"/>
              <w:listItem w:displayText="ACC 3111           Corporate Law" w:value="ACC 3111           Corporate Law"/>
              <w:listItem w:displayText="ACC 3112           Financial Reporting" w:value="ACC 3112           Financial Reporting"/>
              <w:listItem w:displayText="ENT 3120           Legal Issues and Tax Planning" w:value="ENT 3120           Legal Issues and Tax Planning"/>
              <w:listItem w:displayText="ENT 3121           Venture Creation" w:value="ENT 3121           Venture Creation"/>
              <w:listItem w:displayText="ENT 3122           Entrepreneurial Finance" w:value="ENT 3122           Entrepreneurial Finance"/>
              <w:listItem w:displayText="HRM 3140         Human Resources and Quality Management" w:value="HRM 3140         Human Resources and Quality Management"/>
              <w:listItem w:displayText="HRM 3141         Industrial Relaton and Labour Law" w:value="HRM 3141         Industrial Relaton and Labour Law"/>
              <w:listItem w:displayText="HRM 3142         Performance and Rewards Management" w:value="HRM 3142         Performance and Rewards Management"/>
              <w:listItem w:displayText="MKT 3150          Marketing Research" w:value="MKT 3150          Marketing Research"/>
              <w:listItem w:displayText="MKT 3151          Intergrated Marketing Communication" w:value="MKT 3151          Intergrated Marketing Communication"/>
              <w:listItem w:displayText="MKT 3152          Product and Brand Management" w:value="MKT 3152          Product and Brand Management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right w:val="nil"/>
                </w:tcBorders>
                <w:shd w:val="clear" w:color="auto" w:fill="auto"/>
                <w:vAlign w:val="center"/>
              </w:tcPr>
              <w:p w:rsidR="000A02EE" w:rsidRPr="0099630D" w:rsidRDefault="00E55104" w:rsidP="001E2A5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01"/>
            <w:placeholder>
              <w:docPart w:val="BF73B2A426684E91BFB137586E9C04B8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0A02EE" w:rsidRPr="0099630D" w:rsidRDefault="000A02EE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0A02EE" w:rsidRPr="0099630D" w:rsidTr="00146EFE">
        <w:tc>
          <w:tcPr>
            <w:tcW w:w="1236" w:type="dxa"/>
            <w:vMerge/>
            <w:shd w:val="clear" w:color="auto" w:fill="auto"/>
          </w:tcPr>
          <w:p w:rsidR="000A02EE" w:rsidRPr="0099630D" w:rsidRDefault="000A02E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0931"/>
            <w:placeholder>
              <w:docPart w:val="874AE004D7EE4F4683BBF676D43EA748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110           Advanced Taxation" w:value="ACC 3110           Advanced Taxation"/>
              <w:listItem w:displayText="ACC 3111           Corporate Law" w:value="ACC 3111           Corporate Law"/>
              <w:listItem w:displayText="ACC 3112           Financial Reporting" w:value="ACC 3112           Financial Reporting"/>
              <w:listItem w:displayText="ENT 3120           Legal Issues and Tax Planning" w:value="ENT 3120           Legal Issues and Tax Planning"/>
              <w:listItem w:displayText="ENT 3121           Venture Creation" w:value="ENT 3121           Venture Creation"/>
              <w:listItem w:displayText="ENT 3122           Entrepreneurial Finance" w:value="ENT 3122           Entrepreneurial Finance"/>
              <w:listItem w:displayText="HRM 3140         Human Resources and Quality Management" w:value="HRM 3140         Human Resources and Quality Management"/>
              <w:listItem w:displayText="HRM 3141         Industrial Relaton and Labour Law" w:value="HRM 3141         Industrial Relaton and Labour Law"/>
              <w:listItem w:displayText="HRM 3142         Performance and Rewards Management" w:value="HRM 3142         Performance and Rewards Management"/>
              <w:listItem w:displayText="MKT 3150          Marketing Research" w:value="MKT 3150          Marketing Research"/>
              <w:listItem w:displayText="MKT 3151          Intergrated Marketing Communication" w:value="MKT 3151          Intergrated Marketing Communication"/>
              <w:listItem w:displayText="MKT 3152          Product and Brand Management" w:value="MKT 3152          Product and Brand Management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right w:val="nil"/>
                </w:tcBorders>
                <w:shd w:val="clear" w:color="auto" w:fill="auto"/>
              </w:tcPr>
              <w:p w:rsidR="000A02EE" w:rsidRPr="0099630D" w:rsidRDefault="005F14DA" w:rsidP="00E5510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02"/>
            <w:placeholder>
              <w:docPart w:val="FA83345B825B47948CC2F1F34A376F0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0A02EE" w:rsidRPr="0099630D" w:rsidRDefault="000A02EE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0A02EE" w:rsidRPr="0099630D" w:rsidTr="00146EFE">
        <w:tc>
          <w:tcPr>
            <w:tcW w:w="1236" w:type="dxa"/>
            <w:vMerge/>
            <w:shd w:val="clear" w:color="auto" w:fill="auto"/>
          </w:tcPr>
          <w:p w:rsidR="000A02EE" w:rsidRPr="0099630D" w:rsidRDefault="000A02E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0932"/>
            <w:placeholder>
              <w:docPart w:val="264184003A144EA2A1AAF31722191CFA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110           Advanced Taxation" w:value="ACC 3110           Advanced Taxation"/>
              <w:listItem w:displayText="ACC 3111           Corporate Law" w:value="ACC 3111           Corporate Law"/>
              <w:listItem w:displayText="ACC 3112           Financial Reporting" w:value="ACC 3112           Financial Reporting"/>
              <w:listItem w:displayText="ENT 3120           Legal Issues and Tax Planning" w:value="ENT 3120           Legal Issues and Tax Planning"/>
              <w:listItem w:displayText="ENT 3121           Venture Creation" w:value="ENT 3121           Venture Creation"/>
              <w:listItem w:displayText="ENT 3122           Entrepreneurial Finance" w:value="ENT 3122           Entrepreneurial Finance"/>
              <w:listItem w:displayText="HRM 3140         Human Resources and Quality Management" w:value="HRM 3140         Human Resources and Quality Management"/>
              <w:listItem w:displayText="HRM 3141         Industrial Relaton and Labour Law" w:value="HRM 3141         Industrial Relaton and Labour Law"/>
              <w:listItem w:displayText="HRM 3142         Performance and Rewards Management" w:value="HRM 3142         Performance and Rewards Management"/>
              <w:listItem w:displayText="MKT 3150          Marketing Research" w:value="MKT 3150          Marketing Research"/>
              <w:listItem w:displayText="MKT 3151          Intergrated Marketing Communication" w:value="MKT 3151          Intergrated Marketing Communication"/>
              <w:listItem w:displayText="MKT 3152          Product and Brand Management" w:value="MKT 3152          Product and Brand Management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right w:val="nil"/>
                </w:tcBorders>
                <w:shd w:val="clear" w:color="auto" w:fill="auto"/>
              </w:tcPr>
              <w:p w:rsidR="000A02EE" w:rsidRPr="0099630D" w:rsidRDefault="00E55104" w:rsidP="00E5510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03"/>
            <w:placeholder>
              <w:docPart w:val="57E8B0736A4D430CB6CB191E73E7C4D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0A02EE" w:rsidRPr="0099630D" w:rsidRDefault="000A02EE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684D22" w:rsidRPr="0099630D" w:rsidTr="00146EFE">
        <w:tc>
          <w:tcPr>
            <w:tcW w:w="10349" w:type="dxa"/>
            <w:gridSpan w:val="4"/>
            <w:shd w:val="clear" w:color="auto" w:fill="auto"/>
          </w:tcPr>
          <w:p w:rsidR="00684D22" w:rsidRPr="0099630D" w:rsidRDefault="00684D2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3</w:t>
            </w:r>
            <w:r w:rsidRPr="0099630D">
              <w:rPr>
                <w:b/>
                <w:bCs/>
              </w:rPr>
              <w:t>000 Level – Semester I</w:t>
            </w:r>
            <w:r w:rsidR="00A77FA6">
              <w:rPr>
                <w:b/>
                <w:bCs/>
              </w:rPr>
              <w:t>I</w:t>
            </w:r>
          </w:p>
        </w:tc>
      </w:tr>
      <w:tr w:rsidR="00A77FA6" w:rsidRPr="0099630D" w:rsidTr="00146EFE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0944"/>
              <w:placeholder>
                <w:docPart w:val="5973EC7DAB1247F0A5611EDB3EE3E56C"/>
              </w:placeholder>
              <w:dropDownList>
                <w:listItem w:displayText="Year" w:value="Year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A77FA6" w:rsidRDefault="00A77FA6" w:rsidP="00A77FA6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A77FA6" w:rsidRPr="0099630D" w:rsidRDefault="00A77FA6" w:rsidP="00A77F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7FA6" w:rsidRPr="0099630D" w:rsidRDefault="00A77FA6" w:rsidP="00A77F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3201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7FA6" w:rsidRPr="0099630D" w:rsidRDefault="00A77F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 xml:space="preserve">Strategic Management </w:t>
            </w:r>
          </w:p>
        </w:tc>
        <w:sdt>
          <w:sdtPr>
            <w:id w:val="8390953"/>
            <w:placeholder>
              <w:docPart w:val="F872966C43F34B8EB33DCB7F482AF0E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A77FA6" w:rsidRPr="0099630D" w:rsidRDefault="00146EFE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A77FA6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7FA6" w:rsidRPr="0099630D" w:rsidRDefault="00A77F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7FA6" w:rsidRPr="0099630D" w:rsidRDefault="00A77FA6" w:rsidP="00A77F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3202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7FA6" w:rsidRPr="0099630D" w:rsidRDefault="00A77F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Management Information Systems</w:t>
            </w:r>
          </w:p>
        </w:tc>
        <w:sdt>
          <w:sdtPr>
            <w:id w:val="8390954"/>
            <w:placeholder>
              <w:docPart w:val="53C099FF123F4B6B9ABCA48B2F7F8B0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A77FA6" w:rsidRPr="0099630D" w:rsidRDefault="00146EFE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A77FA6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7FA6" w:rsidRPr="0099630D" w:rsidRDefault="00A77F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0946"/>
            <w:placeholder>
              <w:docPart w:val="0F381D3414934846BA97A218454046BC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210           Audit and Assurance" w:value="ACC 3210           Audit and Assurance"/>
              <w:listItem w:displayText="ACC 3211           Strategic Financial Management" w:value="ACC 3211           Strategic Financial Management"/>
              <w:listItem w:displayText="ACC 3212           Strategic Management Accounting" w:value="ACC 3212           Strategic Management Accounting"/>
              <w:listItem w:displayText="ENT 3220           Tourism and Entrepreneurship" w:value="ENT 3220           Tourism and Entrepreneurship"/>
              <w:listItem w:displayText="ENT 3221           Social and Green Entrepreneurship" w:value="ENT 3221           Social and Green Entrepreneurship"/>
              <w:listItem w:displayText="ENT 3222           Venture Strategies" w:value="ENT 3222           Venture Strategies"/>
              <w:listItem w:displayText="HRM 3240          Human Resources Development" w:value="HRM 3240          Human Resources Development"/>
              <w:listItem w:displayText="HRM 3241          International Human Resources Management" w:value="HRM 3241          International Human Resources Management"/>
              <w:listItem w:displayText="HRM 3242          Personal Economics" w:value="HRM 3242          Personal Economics"/>
              <w:listItem w:displayText="MKT 3250          Marketing Research Analysis" w:value="MKT 3250          Marketing Research Analysis"/>
              <w:listItem w:displayText="MKT 3251          International Marketing" w:value="MKT 3251          International Marketing"/>
              <w:listItem w:displayText="MKT 3252          Academic and Technical Writing" w:value="MKT 3252          Academic and Technical Writing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77FA6" w:rsidRPr="0099630D" w:rsidRDefault="00146EFE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58"/>
            <w:placeholder>
              <w:docPart w:val="112E72E6AD914BD3BC197C59D08BADD9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A77FA6" w:rsidRPr="0099630D" w:rsidRDefault="00146EFE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A77FA6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7FA6" w:rsidRPr="0099630D" w:rsidRDefault="00A77F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0947"/>
            <w:placeholder>
              <w:docPart w:val="A8CD23DD2A5D4E7298BC86FCD5F2C2B4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210           Audit and Assurance" w:value="ACC 3210           Audit and Assurance"/>
              <w:listItem w:displayText="ACC 3211           Strategic Financial Management" w:value="ACC 3211           Strategic Financial Management"/>
              <w:listItem w:displayText="ACC 3212           Strategic Management Accounting" w:value="ACC 3212           Strategic Management Accounting"/>
              <w:listItem w:displayText="ENT 3220           Tourism and Entrepreneurship" w:value="ENT 3220           Tourism and Entrepreneurship"/>
              <w:listItem w:displayText="ENT 3221           Social and Green Entrepreneurship" w:value="ENT 3221           Social and Green Entrepreneurship"/>
              <w:listItem w:displayText="ENT 3222           Venture Strategies" w:value="ENT 3222           Venture Strategies"/>
              <w:listItem w:displayText="HRM 3240          Human Resources Development" w:value="HRM 3240          Human Resources Development"/>
              <w:listItem w:displayText="HRM 3241          International Human Resources Management" w:value="HRM 3241          International Human Resources Management"/>
              <w:listItem w:displayText="HRM 3242          Personal Economics" w:value="HRM 3242          Personal Economics"/>
              <w:listItem w:displayText="MKT 3250          Marketing Research Analysis" w:value="MKT 3250          Marketing Research Analysis"/>
              <w:listItem w:displayText="MKT 3251          International Marketing" w:value="MKT 3251          International Marketing"/>
              <w:listItem w:displayText="MKT 3252          Academic and Technical Writing" w:value="MKT 3252          Academic and Technical Writing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77FA6" w:rsidRPr="0099630D" w:rsidRDefault="00CA5081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59"/>
            <w:placeholder>
              <w:docPart w:val="61D2F821EEDD4018893503DBA85C54D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A77FA6" w:rsidRPr="0099630D" w:rsidRDefault="00146EFE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A77FA6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7FA6" w:rsidRPr="0099630D" w:rsidRDefault="00A77FA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0948"/>
            <w:placeholder>
              <w:docPart w:val="F83BA5AD7A2043F5A06472666D3695B9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3210           Audit and Assurance" w:value="ACC 3210           Audit and Assurance"/>
              <w:listItem w:displayText="ACC 3211           Strategic Financial Management" w:value="ACC 3211           Strategic Financial Management"/>
              <w:listItem w:displayText="ACC 3212           Strategic Management Accounting" w:value="ACC 3212           Strategic Management Accounting"/>
              <w:listItem w:displayText="ENT 3220           Tourism and Entrepreneurship" w:value="ENT 3220           Tourism and Entrepreneurship"/>
              <w:listItem w:displayText="ENT 3221           Social and Green Entrepreneurship" w:value="ENT 3221           Social and Green Entrepreneurship"/>
              <w:listItem w:displayText="ENT 3222           Venture Strategies" w:value="ENT 3222           Venture Strategies"/>
              <w:listItem w:displayText="HRM 3240          Human Resources Development" w:value="HRM 3240          Human Resources Development"/>
              <w:listItem w:displayText="HRM 3241          International Human Resources Management" w:value="HRM 3241          International Human Resources Management"/>
              <w:listItem w:displayText="HRM 3242          Personal Economics" w:value="HRM 3242          Personal Economics"/>
              <w:listItem w:displayText="MKT 3250          Marketing Research Analysis" w:value="MKT 3250          Marketing Research Analysis"/>
              <w:listItem w:displayText="MKT 3251          International Marketing" w:value="MKT 3251          International Marketing"/>
              <w:listItem w:displayText="MKT 3252          Academic and Technical Writing" w:value="MKT 3252          Academic and Technical Writing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77FA6" w:rsidRPr="0099630D" w:rsidRDefault="00CA5081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60"/>
            <w:placeholder>
              <w:docPart w:val="D5F24F5650AC4235936C546E020DBC7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A77FA6" w:rsidRPr="0099630D" w:rsidRDefault="00146EFE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46EFE" w:rsidRPr="0099630D" w:rsidTr="00E6546F">
        <w:tc>
          <w:tcPr>
            <w:tcW w:w="10349" w:type="dxa"/>
            <w:gridSpan w:val="4"/>
            <w:shd w:val="clear" w:color="auto" w:fill="auto"/>
          </w:tcPr>
          <w:p w:rsidR="00146EFE" w:rsidRPr="00146EFE" w:rsidRDefault="00146EFE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146EFE">
              <w:rPr>
                <w:b/>
                <w:bCs/>
              </w:rPr>
              <w:t>000 Level – Semester I</w:t>
            </w:r>
          </w:p>
        </w:tc>
      </w:tr>
      <w:tr w:rsidR="00146EFE" w:rsidRPr="0099630D" w:rsidTr="00F72F84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0971"/>
              <w:placeholder>
                <w:docPart w:val="48850E5A0207486DA1DE1147F5899C9F"/>
              </w:placeholder>
              <w:dropDownList>
                <w:listItem w:displayText="Year" w:value="Year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146EFE" w:rsidRDefault="00146EFE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146EFE" w:rsidRPr="0099630D" w:rsidRDefault="00146EFE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6EFE" w:rsidRPr="0099630D" w:rsidRDefault="00146EFE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4101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6EFE" w:rsidRPr="0099630D" w:rsidRDefault="00146EFE" w:rsidP="0055185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Dissertation I</w:t>
            </w:r>
            <w:r w:rsidR="0055185B">
              <w:t xml:space="preserve"> (3 CDTs)</w:t>
            </w:r>
          </w:p>
        </w:tc>
        <w:sdt>
          <w:sdtPr>
            <w:id w:val="8391017"/>
            <w:placeholder>
              <w:docPart w:val="D9B3113F49B54770A5793E67F5982386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46EFE" w:rsidRPr="0099630D" w:rsidRDefault="001E01DA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46EFE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46EFE" w:rsidRPr="0099630D" w:rsidRDefault="00146EFE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6EFE" w:rsidRPr="0099630D" w:rsidRDefault="00146EFE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4102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6EFE" w:rsidRPr="0099630D" w:rsidRDefault="00EF14D6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Supply C</w:t>
            </w:r>
            <w:r w:rsidR="00146EFE">
              <w:t>hain and Logistics Management</w:t>
            </w:r>
          </w:p>
        </w:tc>
        <w:sdt>
          <w:sdtPr>
            <w:id w:val="8391018"/>
            <w:placeholder>
              <w:docPart w:val="8936F7863E464D8495D6FD121BF7908B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46EFE" w:rsidRPr="0099630D" w:rsidRDefault="001E01DA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A1776C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1776C" w:rsidRPr="0099630D" w:rsidRDefault="00A1776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1011"/>
            <w:placeholder>
              <w:docPart w:val="AE070510678F4F02AB9B0F99D2A0D6AA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0           Advanced Financial Reporting" w:value="ACC 4110           Advanced Financial Reporting"/>
              <w:listItem w:displayText="ACC 4111           Financial Statement Analysis" w:value="ACC 4111           Financial Statement Analysis"/>
              <w:listItem w:displayText="ACC 4112           Public Sector Accounting and Finance" w:value="ACC 4112           Public Sector Accounting and Finance"/>
              <w:listItem w:displayText="ACC 4113           Research Methodology" w:value="ACC 4113           Research Methodology"/>
              <w:listItem w:displayText="ENT 4120           Corporate Entrepreneurship" w:value="ENT 4120           Corporate Entrepreneurship"/>
              <w:listItem w:displayText="ENT 4121           Entrepreneurship and Regional Development" w:value="ENT 4121           Entrepreneurship and Regional Development"/>
              <w:listItem w:displayText="ENT 4122           International Entrepreneurship" w:value="ENT 4122           International Entrepreneurship"/>
              <w:listItem w:displayText="ENT 4123           Research Methodology in Entrepreneurship" w:value="ENT 4123           Research Methodology in Entrepreneurship"/>
              <w:listItem w:displayText="HRM 4140          Labor Market Analysis" w:value="HRM 4140          Labor Market Analysis"/>
              <w:listItem w:displayText="HRM 4141          Research Methodology" w:value="HRM 4141          Research Methodology"/>
              <w:listItem w:displayText="HRM 4142          Strategic Human Resources Management" w:value="HRM 4142          Strategic Human Resources Management"/>
              <w:listItem w:displayText="HRM 4143          Work Place Counseling" w:value="HRM 4143          Work Place Counseling"/>
              <w:listItem w:displayText="MKT 4150          Emerging Themes in Marketing" w:value="MKT 4150          Emerging Themes in Marketing"/>
              <w:listItem w:displayText="MKT 4151          Digital Marketing" w:value="MKT 4151          Digital Marketing"/>
              <w:listItem w:displayText="MKT 4152          Strategic Marketing" w:value="MKT 4152          Strategic Marketing"/>
              <w:listItem w:displayText="MKT 4153          Tourism and Hospitality Management" w:value="MKT 4153          Tourism and Hospitality Management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1776C" w:rsidRPr="0099630D" w:rsidRDefault="00341F0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19"/>
            <w:placeholder>
              <w:docPart w:val="58D52D034A32452EA54FE10D4441C274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1776C" w:rsidRPr="0099630D" w:rsidRDefault="001E01DA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E01DA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E01DA" w:rsidRPr="0099630D" w:rsidRDefault="001E01D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1013"/>
            <w:placeholder>
              <w:docPart w:val="D8C8C64C624749A7AC0768F56A8D01CB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0           Advanced Financial Reporting" w:value="ACC 4110           Advanced Financial Reporting"/>
              <w:listItem w:displayText="ACC 4111           Financial Statement Analysis" w:value="ACC 4111           Financial Statement Analysis"/>
              <w:listItem w:displayText="ACC 4112           Public Sector Accounting and Finance" w:value="ACC 4112           Public Sector Accounting and Finance"/>
              <w:listItem w:displayText="ACC 4113           Research Methodology" w:value="ACC 4113           Research Methodology"/>
              <w:listItem w:displayText="ENT 4120           Corporate Entrepreneurship" w:value="ENT 4120           Corporate Entrepreneurship"/>
              <w:listItem w:displayText="ENT 4121           Entrepreneurship and Regional Development" w:value="ENT 4121           Entrepreneurship and Regional Development"/>
              <w:listItem w:displayText="ENT 4122           International Entrepreneurship" w:value="ENT 4122           International Entrepreneurship"/>
              <w:listItem w:displayText="ENT 4123           Research Methodology in Entrepreneurship" w:value="ENT 4123           Research Methodology in Entrepreneurship"/>
              <w:listItem w:displayText="HRM 4140          Labor Market Analysis" w:value="HRM 4140          Labor Market Analysis"/>
              <w:listItem w:displayText="HRM 4141          Research Methodology" w:value="HRM 4141          Research Methodology"/>
              <w:listItem w:displayText="HRM 4142          Strategic Human Resources Management" w:value="HRM 4142          Strategic Human Resources Management"/>
              <w:listItem w:displayText="HRM 4143          Work Place Counseling" w:value="HRM 4143          Work Place Counseling"/>
              <w:listItem w:displayText="MKT 4150          Emerging Themes in Marketing" w:value="MKT 4150          Emerging Themes in Marketing"/>
              <w:listItem w:displayText="MKT 4151          Digital Marketing" w:value="MKT 4151          Digital Marketing"/>
              <w:listItem w:displayText="MKT 4152          Strategic Marketing" w:value="MKT 4152          Strategic Marketing"/>
              <w:listItem w:displayText="MKT 4153          Tourism and Hospitality Management" w:value="MKT 4153          Tourism and Hospitality Management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E01DA" w:rsidRPr="0099630D" w:rsidRDefault="00341F0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20"/>
            <w:placeholder>
              <w:docPart w:val="F06716C824C54BEE9A275BFE38EE43FA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E01DA" w:rsidRPr="0099630D" w:rsidRDefault="001E01DA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E01DA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E01DA" w:rsidRPr="0099630D" w:rsidRDefault="001E01D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1014"/>
            <w:placeholder>
              <w:docPart w:val="48185ED3E3AF43B39CD481ABEA499F8D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0           Advanced Financial Reporting" w:value="ACC 4110           Advanced Financial Reporting"/>
              <w:listItem w:displayText="ACC 4111           Financial Statement Analysis" w:value="ACC 4111           Financial Statement Analysis"/>
              <w:listItem w:displayText="ACC 4112           Public Sector Accounting and Finance" w:value="ACC 4112           Public Sector Accounting and Finance"/>
              <w:listItem w:displayText="ACC 4113           Research Methodology" w:value="ACC 4113           Research Methodology"/>
              <w:listItem w:displayText="ENT 4120           Corporate Entrepreneurship" w:value="ENT 4120           Corporate Entrepreneurship"/>
              <w:listItem w:displayText="ENT 4121           Entrepreneurship and Regional Development" w:value="ENT 4121           Entrepreneurship and Regional Development"/>
              <w:listItem w:displayText="ENT 4122           International Entrepreneurship" w:value="ENT 4122           International Entrepreneurship"/>
              <w:listItem w:displayText="ENT 4123           Research Methodology in Entrepreneurship" w:value="ENT 4123           Research Methodology in Entrepreneurship"/>
              <w:listItem w:displayText="HRM 4140          Labor Market Analysis" w:value="HRM 4140          Labor Market Analysis"/>
              <w:listItem w:displayText="HRM 4141          Research Methodology" w:value="HRM 4141          Research Methodology"/>
              <w:listItem w:displayText="HRM 4142          Strategic Human Resources Management" w:value="HRM 4142          Strategic Human Resources Management"/>
              <w:listItem w:displayText="HRM 4143          Work Place Counseling" w:value="HRM 4143          Work Place Counseling"/>
              <w:listItem w:displayText="MKT 4150          Emerging Themes in Marketing" w:value="MKT 4150          Emerging Themes in Marketing"/>
              <w:listItem w:displayText="MKT 4151          Digital Marketing" w:value="MKT 4151          Digital Marketing"/>
              <w:listItem w:displayText="MKT 4152          Strategic Marketing" w:value="MKT 4152          Strategic Marketing"/>
              <w:listItem w:displayText="MKT 4153          Tourism and Hospitality Management" w:value="MKT 4153          Tourism and Hospitality Management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E01DA" w:rsidRPr="0099630D" w:rsidRDefault="00341F0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21"/>
            <w:placeholder>
              <w:docPart w:val="42178EBD34C44746A5D96FF14E2056F7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E01DA" w:rsidRPr="0099630D" w:rsidRDefault="001E01DA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E01DA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E01DA" w:rsidRPr="0099630D" w:rsidRDefault="001E01D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8391015"/>
            <w:placeholder>
              <w:docPart w:val="14482A7BBCBA42888203548E0828EF73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ACC 4110           Advanced Financial Reporting" w:value="ACC 4110           Advanced Financial Reporting"/>
              <w:listItem w:displayText="ACC 4111           Financial Statement Analysis" w:value="ACC 4111           Financial Statement Analysis"/>
              <w:listItem w:displayText="ACC 4112           Public Sector Accounting and Finance" w:value="ACC 4112           Public Sector Accounting and Finance"/>
              <w:listItem w:displayText="ACC 4113           Research Methodology" w:value="ACC 4113           Research Methodology"/>
              <w:listItem w:displayText="ENT 4120           Corporate Entrepreneurship" w:value="ENT 4120           Corporate Entrepreneurship"/>
              <w:listItem w:displayText="ENT 4121           Entrepreneurship and Regional Development" w:value="ENT 4121           Entrepreneurship and Regional Development"/>
              <w:listItem w:displayText="ENT 4122           International Entrepreneurship" w:value="ENT 4122           International Entrepreneurship"/>
              <w:listItem w:displayText="ENT 4123           Research Methodology in Entrepreneurship" w:value="ENT 4123           Research Methodology in Entrepreneurship"/>
              <w:listItem w:displayText="HRM 4140          Labor Market Analysis" w:value="HRM 4140          Labor Market Analysis"/>
              <w:listItem w:displayText="HRM 4141          Research Methodology" w:value="HRM 4141          Research Methodology"/>
              <w:listItem w:displayText="HRM 4142          Strategic Human Resources Management" w:value="HRM 4142          Strategic Human Resources Management"/>
              <w:listItem w:displayText="HRM 4143          Work Place Counseling" w:value="HRM 4143          Work Place Counseling"/>
              <w:listItem w:displayText="MKT 4150          Emerging Themes in Marketing" w:value="MKT 4150          Emerging Themes in Marketing"/>
              <w:listItem w:displayText="MKT 4151          Digital Marketing" w:value="MKT 4151          Digital Marketing"/>
              <w:listItem w:displayText="MKT 4152          Strategic Marketing" w:value="MKT 4152          Strategic Marketing"/>
              <w:listItem w:displayText="MKT 4153          Tourism and Hospitality Management" w:value="MKT 4153          Tourism and Hospitality Management"/>
            </w:dropDownList>
          </w:sdtPr>
          <w:sdtEndPr/>
          <w:sdtContent>
            <w:tc>
              <w:tcPr>
                <w:tcW w:w="704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E01DA" w:rsidRPr="0099630D" w:rsidRDefault="00341F09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22"/>
            <w:placeholder>
              <w:docPart w:val="751DBB5902F94228B301AEB3F2125928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E01DA" w:rsidRPr="0099630D" w:rsidRDefault="001E01DA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E01DA" w:rsidRPr="0099630D" w:rsidTr="00A6449B">
        <w:tc>
          <w:tcPr>
            <w:tcW w:w="10349" w:type="dxa"/>
            <w:gridSpan w:val="4"/>
            <w:shd w:val="clear" w:color="auto" w:fill="auto"/>
          </w:tcPr>
          <w:p w:rsidR="001E01DA" w:rsidRPr="0099630D" w:rsidRDefault="001E01D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4</w:t>
            </w:r>
            <w:r w:rsidRPr="00146EFE">
              <w:rPr>
                <w:b/>
                <w:bCs/>
              </w:rPr>
              <w:t>000 Level – Semester I</w:t>
            </w:r>
            <w:r>
              <w:rPr>
                <w:b/>
                <w:bCs/>
              </w:rPr>
              <w:t>I</w:t>
            </w:r>
          </w:p>
        </w:tc>
      </w:tr>
      <w:tr w:rsidR="00F72F84" w:rsidRPr="0099630D" w:rsidTr="00017B96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1070"/>
              <w:placeholder>
                <w:docPart w:val="C8C4FC5AC1CE4B4B857A02A7C8631091"/>
              </w:placeholder>
              <w:dropDownList>
                <w:listItem w:displayText="Year" w:value="Year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</w:dropDownList>
            </w:sdtPr>
            <w:sdtEndPr/>
            <w:sdtContent>
              <w:p w:rsidR="00F72F84" w:rsidRPr="0099630D" w:rsidRDefault="00F72F84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F84" w:rsidRPr="0099630D" w:rsidRDefault="00F72F84" w:rsidP="00F72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4201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2F84" w:rsidRPr="0099630D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Dissertation II</w:t>
            </w:r>
            <w:r w:rsidR="00017B96">
              <w:t xml:space="preserve"> (6 CDTs)</w:t>
            </w:r>
          </w:p>
        </w:tc>
        <w:sdt>
          <w:sdtPr>
            <w:id w:val="8391080"/>
            <w:placeholder>
              <w:docPart w:val="AC29F37C46CF45C6AA95BDD8F5AF0A52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F72F84" w:rsidRPr="0099630D" w:rsidRDefault="00F72F84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F72F84" w:rsidRPr="0099630D" w:rsidTr="00017B96">
        <w:tc>
          <w:tcPr>
            <w:tcW w:w="12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F84" w:rsidRPr="0099630D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F84" w:rsidRPr="0099630D" w:rsidRDefault="00F72F84" w:rsidP="00F72F8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4202</w:t>
            </w:r>
          </w:p>
        </w:tc>
        <w:tc>
          <w:tcPr>
            <w:tcW w:w="5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2F84" w:rsidRPr="0099630D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Internship</w:t>
            </w:r>
            <w:r w:rsidR="0055185B">
              <w:t xml:space="preserve"> (6 CDTs)</w:t>
            </w:r>
          </w:p>
        </w:tc>
        <w:sdt>
          <w:sdtPr>
            <w:id w:val="8391081"/>
            <w:placeholder>
              <w:docPart w:val="2E344204EE00431FBACD5BCE4A7AECD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F72F84" w:rsidRPr="0099630D" w:rsidRDefault="00F72F84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F72F84" w:rsidRPr="0099630D" w:rsidTr="00017B96">
        <w:trPr>
          <w:trHeight w:val="2218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F84" w:rsidRDefault="006566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2840355</wp:posOffset>
                      </wp:positionH>
                      <wp:positionV relativeFrom="paragraph">
                        <wp:posOffset>27939</wp:posOffset>
                      </wp:positionV>
                      <wp:extent cx="2694305" cy="257175"/>
                      <wp:effectExtent l="0" t="0" r="0" b="952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430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3831" w:rsidRPr="0049008C" w:rsidRDefault="003F3831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49008C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Particulars of Marks &amp; Grades: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8" type="#_x0000_t202" style="position:absolute;margin-left:223.65pt;margin-top:2.2pt;width:212.1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2FdhgIAABc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" stroked="f">
                      <v:textbox>
                        <w:txbxContent>
                          <w:p w:rsidR="003F3831" w:rsidRPr="0049008C" w:rsidRDefault="003F3831">
                            <w:pPr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49008C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Particulars of Marks &amp; Grades: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F84" w:rsidRDefault="002A606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439DA0" wp14:editId="0302F0AD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114935</wp:posOffset>
                      </wp:positionV>
                      <wp:extent cx="3642360" cy="1615440"/>
                      <wp:effectExtent l="0" t="0" r="15240" b="22860"/>
                      <wp:wrapNone/>
                      <wp:docPr id="1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2360" cy="1615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36"/>
                                    <w:gridCol w:w="936"/>
                                    <w:gridCol w:w="936"/>
                                    <w:gridCol w:w="936"/>
                                    <w:gridCol w:w="936"/>
                                    <w:gridCol w:w="936"/>
                                  </w:tblGrid>
                                  <w:tr w:rsidR="00017B96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Marks Range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 Point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Marks Range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b/>
                                            <w:bCs/>
                                            <w:sz w:val="16"/>
                                            <w:szCs w:val="16"/>
                                          </w:rPr>
                                          <w:t>Grade Point</w:t>
                                        </w:r>
                                      </w:p>
                                    </w:tc>
                                  </w:tr>
                                  <w:tr w:rsidR="00017B96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00-24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0.0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50-54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B-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2.7</w:t>
                                        </w:r>
                                      </w:p>
                                    </w:tc>
                                  </w:tr>
                                  <w:tr w:rsidR="00017B96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25-29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1.0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55-59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B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3.0</w:t>
                                        </w:r>
                                      </w:p>
                                    </w:tc>
                                  </w:tr>
                                  <w:tr w:rsidR="00017B96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30-34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D+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1.3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60-64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B+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3.3</w:t>
                                        </w:r>
                                      </w:p>
                                    </w:tc>
                                  </w:tr>
                                  <w:tr w:rsidR="00017B96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35-39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C-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1.7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65-69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A-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3.7</w:t>
                                        </w:r>
                                      </w:p>
                                    </w:tc>
                                  </w:tr>
                                  <w:tr w:rsidR="00017B96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40-44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2.0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70-84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4.0</w:t>
                                        </w:r>
                                      </w:p>
                                    </w:tc>
                                  </w:tr>
                                  <w:tr w:rsidR="00017B96" w:rsidTr="0055185B"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45-49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C+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017B96">
                                          <w:rPr>
                                            <w:sz w:val="16"/>
                                            <w:szCs w:val="16"/>
                                          </w:rPr>
                                          <w:t>2.3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85-100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A+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36" w:type="dxa"/>
                                      </w:tcPr>
                                      <w:p w:rsidR="00017B96" w:rsidRPr="00017B96" w:rsidRDefault="00017B96" w:rsidP="009D09E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4.0</w:t>
                                        </w:r>
                                      </w:p>
                                    </w:tc>
                                  </w:tr>
                                </w:tbl>
                                <w:p w:rsidR="00017B96" w:rsidRPr="00017B96" w:rsidRDefault="00017B96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 w:line="240" w:lineRule="auto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>* “MC”: Medical Certificate,</w:t>
                                  </w: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</w:p>
                                <w:p w:rsidR="00017B96" w:rsidRPr="00017B96" w:rsidRDefault="00017B96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 w:line="240" w:lineRule="auto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>* “Ab”: Absent</w:t>
                                  </w:r>
                                </w:p>
                                <w:p w:rsidR="00017B96" w:rsidRDefault="00017B96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>*  C</w:t>
                                  </w:r>
                                  <w:proofErr w:type="gramEnd"/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  <w:t xml:space="preserve">-, D+, D and E are considered as failure grades. </w:t>
                                  </w:r>
                                </w:p>
                                <w:p w:rsidR="00017B96" w:rsidRPr="00017B96" w:rsidRDefault="00017B96" w:rsidP="00017B96">
                                  <w:pPr>
                                    <w:rPr>
                                      <w:rFonts w:ascii="Cambria" w:eastAsia="Times New Roman" w:hAnsi="Cambria" w:cs="Arial"/>
                                      <w:sz w:val="18"/>
                                      <w:szCs w:val="18"/>
                                    </w:rPr>
                                  </w:pPr>
                                  <w:r w:rsidRPr="00017B96">
                                    <w:rPr>
                                      <w:rFonts w:ascii="Palatino" w:hAnsi="Palatino"/>
                                      <w:b/>
                                      <w:sz w:val="14"/>
                                      <w:szCs w:val="14"/>
                                    </w:rPr>
                                    <w:t>* "IC"</w:t>
                                  </w:r>
                                  <w:r w:rsidRPr="00017B96">
                                    <w:rPr>
                                      <w:rFonts w:ascii="Cambria" w:eastAsia="Times New Roman" w:hAnsi="Cambria" w:cs="Arial"/>
                                      <w:sz w:val="18"/>
                                      <w:szCs w:val="18"/>
                                    </w:rPr>
                                    <w:t xml:space="preserve"> part of the course is not completed</w:t>
                                  </w:r>
                                </w:p>
                                <w:p w:rsidR="00017B96" w:rsidRPr="00017B96" w:rsidRDefault="00017B96" w:rsidP="00017B96">
                                  <w:pPr>
                                    <w:tabs>
                                      <w:tab w:val="left" w:pos="2160"/>
                                      <w:tab w:val="left" w:pos="2700"/>
                                    </w:tabs>
                                    <w:spacing w:after="0"/>
                                    <w:rPr>
                                      <w:rFonts w:ascii="Palatino" w:hAnsi="Palatino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17B96" w:rsidRDefault="00017B9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9" type="#_x0000_t202" style="position:absolute;margin-left:226.1pt;margin-top:9.05pt;width:286.8pt;height:12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36"/>
                              <w:gridCol w:w="936"/>
                              <w:gridCol w:w="936"/>
                              <w:gridCol w:w="936"/>
                              <w:gridCol w:w="936"/>
                              <w:gridCol w:w="936"/>
                            </w:tblGrid>
                            <w:tr w:rsidR="00017B96" w:rsidTr="0055185B"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Marks Range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 Point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Marks Range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Grade Point</w:t>
                                  </w:r>
                                </w:p>
                              </w:tc>
                            </w:tr>
                            <w:tr w:rsidR="00017B96" w:rsidTr="0055185B"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00-24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0.0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50-54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B-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2.7</w:t>
                                  </w:r>
                                </w:p>
                              </w:tc>
                            </w:tr>
                            <w:tr w:rsidR="00017B96" w:rsidTr="0055185B"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25-29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1.0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55-59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3.0</w:t>
                                  </w:r>
                                </w:p>
                              </w:tc>
                            </w:tr>
                            <w:tr w:rsidR="00017B96" w:rsidTr="0055185B"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30-34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D+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60-64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3.3</w:t>
                                  </w:r>
                                </w:p>
                              </w:tc>
                            </w:tr>
                            <w:tr w:rsidR="00017B96" w:rsidTr="0055185B"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35-39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C-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1.7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65-69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A-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3.7</w:t>
                                  </w:r>
                                </w:p>
                              </w:tc>
                            </w:tr>
                            <w:tr w:rsidR="00017B96" w:rsidTr="0055185B"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40-44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2.0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70-84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4.0</w:t>
                                  </w:r>
                                </w:p>
                              </w:tc>
                            </w:tr>
                            <w:tr w:rsidR="00017B96" w:rsidTr="0055185B"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45-49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C+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7B96">
                                    <w:rPr>
                                      <w:sz w:val="16"/>
                                      <w:szCs w:val="16"/>
                                    </w:rPr>
                                    <w:t>2.3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85-100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A+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:rsidR="00017B96" w:rsidRPr="00017B96" w:rsidRDefault="00017B96" w:rsidP="009D09E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4.0</w:t>
                                  </w:r>
                                </w:p>
                              </w:tc>
                            </w:tr>
                          </w:tbl>
                          <w:p w:rsidR="00017B96" w:rsidRPr="00017B96" w:rsidRDefault="00017B96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 w:line="240" w:lineRule="auto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>* “MC”: Medical Certificate,</w:t>
                            </w:r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017B96" w:rsidRPr="00017B96" w:rsidRDefault="00017B96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 w:line="240" w:lineRule="auto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>* “Ab”: Absent</w:t>
                            </w:r>
                          </w:p>
                          <w:p w:rsidR="00017B96" w:rsidRDefault="00017B96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>*  C</w:t>
                            </w:r>
                            <w:proofErr w:type="gramEnd"/>
                            <w:r w:rsidRPr="00017B96"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  <w:t xml:space="preserve">-, D+, D and E are considered as failure grades. </w:t>
                            </w:r>
                          </w:p>
                          <w:p w:rsidR="00017B96" w:rsidRPr="00017B96" w:rsidRDefault="00017B96" w:rsidP="00017B96">
                            <w:pPr>
                              <w:rPr>
                                <w:rFonts w:ascii="Cambria" w:eastAsia="Times New Roman" w:hAnsi="Cambria" w:cs="Arial"/>
                                <w:sz w:val="18"/>
                                <w:szCs w:val="18"/>
                              </w:rPr>
                            </w:pPr>
                            <w:r w:rsidRPr="00017B96">
                              <w:rPr>
                                <w:rFonts w:ascii="Palatino" w:hAnsi="Palatino"/>
                                <w:b/>
                                <w:sz w:val="14"/>
                                <w:szCs w:val="14"/>
                              </w:rPr>
                              <w:t>* "IC"</w:t>
                            </w:r>
                            <w:r w:rsidRPr="00017B96">
                              <w:rPr>
                                <w:rFonts w:ascii="Cambria" w:eastAsia="Times New Roman" w:hAnsi="Cambria" w:cs="Arial"/>
                                <w:sz w:val="18"/>
                                <w:szCs w:val="18"/>
                              </w:rPr>
                              <w:t xml:space="preserve"> part of the course is not completed</w:t>
                            </w:r>
                          </w:p>
                          <w:p w:rsidR="00017B96" w:rsidRPr="00017B96" w:rsidRDefault="00017B96" w:rsidP="00017B96">
                            <w:pPr>
                              <w:tabs>
                                <w:tab w:val="left" w:pos="2160"/>
                                <w:tab w:val="left" w:pos="2700"/>
                              </w:tabs>
                              <w:spacing w:after="0"/>
                              <w:rPr>
                                <w:rFonts w:ascii="Palatino" w:hAnsi="Palatino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017B96" w:rsidRDefault="00017B96"/>
                        </w:txbxContent>
                      </v:textbox>
                    </v:shape>
                  </w:pict>
                </mc:Fallback>
              </mc:AlternateContent>
            </w:r>
            <w:r w:rsidR="0065668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5FCE5CF" wp14:editId="1208FFA2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151765</wp:posOffset>
                      </wp:positionV>
                      <wp:extent cx="2712720" cy="1028700"/>
                      <wp:effectExtent l="0" t="0" r="11430" b="19050"/>
                      <wp:wrapNone/>
                      <wp:docPr id="6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272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3C57" w:rsidRPr="00683C57" w:rsidRDefault="00683C57" w:rsidP="00683C57">
                                  <w:pPr>
                                    <w:rPr>
                                      <w:sz w:val="86"/>
                                      <w:szCs w:val="86"/>
                                    </w:rPr>
                                  </w:pPr>
                                  <w:r w:rsidRPr="00683C57">
                                    <w:rPr>
                                      <w:sz w:val="86"/>
                                      <w:szCs w:val="86"/>
                                    </w:rPr>
                                    <w:t>Office copy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2.7pt;margin-top:11.95pt;width:213.6pt;height:8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">
                      <v:textbox>
                        <w:txbxContent>
                          <w:p w:rsidR="00683C57" w:rsidRPr="00683C57" w:rsidRDefault="00683C57" w:rsidP="00683C57">
                            <w:pPr>
                              <w:rPr>
                                <w:sz w:val="86"/>
                                <w:szCs w:val="86"/>
                              </w:rPr>
                            </w:pPr>
                            <w:r w:rsidRPr="00683C57">
                              <w:rPr>
                                <w:sz w:val="86"/>
                                <w:szCs w:val="86"/>
                              </w:rPr>
                              <w:t>Office copy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72F84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 xml:space="preserve">Assistant Registrar </w:t>
            </w:r>
          </w:p>
          <w:p w:rsidR="003F3831" w:rsidRDefault="00DA087F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fldChar w:fldCharType="begin"/>
            </w:r>
            <w:r w:rsidR="003F3831">
              <w:instrText xml:space="preserve"> DATE \@ "M/d/yyyy" </w:instrText>
            </w:r>
            <w:r>
              <w:fldChar w:fldCharType="separate"/>
            </w:r>
            <w:r w:rsidR="002A606B">
              <w:rPr>
                <w:noProof/>
              </w:rPr>
              <w:t>3/23/2022</w:t>
            </w:r>
            <w:r>
              <w:fldChar w:fldCharType="end"/>
            </w:r>
          </w:p>
          <w:p w:rsidR="00F72F84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  <w:p w:rsidR="00F72F84" w:rsidRPr="004E64A2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rPr>
                <w:sz w:val="12"/>
                <w:szCs w:val="12"/>
              </w:rPr>
            </w:pPr>
          </w:p>
          <w:p w:rsidR="00F72F84" w:rsidRPr="0099630D" w:rsidRDefault="00F72F84" w:rsidP="004E64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</w:tr>
      <w:tr w:rsidR="004E64A2" w:rsidRPr="0099630D" w:rsidTr="00017B96">
        <w:trPr>
          <w:trHeight w:val="620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alias w:val="Remarks"/>
              <w:tag w:val="Remarks"/>
              <w:id w:val="2046560434"/>
              <w:placeholder>
                <w:docPart w:val="23711D520CDF4A4983DCFCACFC1C4769"/>
              </w:placeholder>
              <w:showingPlcHdr/>
            </w:sdtPr>
            <w:sdtEndPr/>
            <w:sdtContent>
              <w:p w:rsidR="00683C57" w:rsidRDefault="00683C57" w:rsidP="00683C57">
                <w:r w:rsidRPr="00177A8A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4E64A2" w:rsidRDefault="004E64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</w:tr>
    </w:tbl>
    <w:p w:rsidR="003F3831" w:rsidRPr="008873D2" w:rsidRDefault="003F3831" w:rsidP="008873D2">
      <w:bookmarkStart w:id="0" w:name="_GoBack"/>
      <w:bookmarkEnd w:id="0"/>
    </w:p>
    <w:sectPr w:rsidR="003F3831" w:rsidRPr="008873D2" w:rsidSect="00F72F84">
      <w:pgSz w:w="12240" w:h="20160" w:code="5"/>
      <w:pgMar w:top="1440" w:right="90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659C8"/>
    <w:multiLevelType w:val="hybridMultilevel"/>
    <w:tmpl w:val="52FE50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371CC"/>
    <w:multiLevelType w:val="hybridMultilevel"/>
    <w:tmpl w:val="006C98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formatting="1"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684"/>
    <w:rsid w:val="00017B96"/>
    <w:rsid w:val="00022688"/>
    <w:rsid w:val="000A02EE"/>
    <w:rsid w:val="000C5EFF"/>
    <w:rsid w:val="001277F6"/>
    <w:rsid w:val="00146EFE"/>
    <w:rsid w:val="00181A4A"/>
    <w:rsid w:val="00183D62"/>
    <w:rsid w:val="001E01DA"/>
    <w:rsid w:val="001E2A5A"/>
    <w:rsid w:val="00233CE1"/>
    <w:rsid w:val="002A04AE"/>
    <w:rsid w:val="002A606B"/>
    <w:rsid w:val="002D5AF3"/>
    <w:rsid w:val="00304BDF"/>
    <w:rsid w:val="0032382C"/>
    <w:rsid w:val="00341F09"/>
    <w:rsid w:val="003D7EA7"/>
    <w:rsid w:val="003F3831"/>
    <w:rsid w:val="0049008C"/>
    <w:rsid w:val="004E64A2"/>
    <w:rsid w:val="004F23D9"/>
    <w:rsid w:val="005148C8"/>
    <w:rsid w:val="0055185B"/>
    <w:rsid w:val="005A2B04"/>
    <w:rsid w:val="005C11AD"/>
    <w:rsid w:val="005D15E8"/>
    <w:rsid w:val="005F14DA"/>
    <w:rsid w:val="0060706C"/>
    <w:rsid w:val="00656684"/>
    <w:rsid w:val="00683C57"/>
    <w:rsid w:val="00684D22"/>
    <w:rsid w:val="006B3D13"/>
    <w:rsid w:val="00726CF6"/>
    <w:rsid w:val="007347D9"/>
    <w:rsid w:val="00813041"/>
    <w:rsid w:val="00844E78"/>
    <w:rsid w:val="00867346"/>
    <w:rsid w:val="0087413A"/>
    <w:rsid w:val="008873D2"/>
    <w:rsid w:val="009351CD"/>
    <w:rsid w:val="0099100C"/>
    <w:rsid w:val="009D47E5"/>
    <w:rsid w:val="00A1776C"/>
    <w:rsid w:val="00A77FA6"/>
    <w:rsid w:val="00AD2B95"/>
    <w:rsid w:val="00AE133A"/>
    <w:rsid w:val="00B177E5"/>
    <w:rsid w:val="00B87DE2"/>
    <w:rsid w:val="00C40B2F"/>
    <w:rsid w:val="00C40E90"/>
    <w:rsid w:val="00C52C09"/>
    <w:rsid w:val="00C827D8"/>
    <w:rsid w:val="00CA5081"/>
    <w:rsid w:val="00CD5227"/>
    <w:rsid w:val="00D728B9"/>
    <w:rsid w:val="00D75D6C"/>
    <w:rsid w:val="00DA087F"/>
    <w:rsid w:val="00DE571D"/>
    <w:rsid w:val="00DF63A9"/>
    <w:rsid w:val="00E32C0D"/>
    <w:rsid w:val="00E42931"/>
    <w:rsid w:val="00E55104"/>
    <w:rsid w:val="00E6547B"/>
    <w:rsid w:val="00E870B9"/>
    <w:rsid w:val="00EF14D6"/>
    <w:rsid w:val="00EF2641"/>
    <w:rsid w:val="00F352AC"/>
    <w:rsid w:val="00F63F8C"/>
    <w:rsid w:val="00F72F84"/>
    <w:rsid w:val="00F77FA3"/>
    <w:rsid w:val="00F86EFD"/>
    <w:rsid w:val="00FD7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73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3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7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38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73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3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7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38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3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ffice\Examination\Result%20Sheets\New%20folder\Certificate%20Format%20for%20MF2012%20-MF2016%20batches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6CC0DAC634B00853B2659AC2A0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BAEFD-2E59-4B0C-A1E5-6394B2BC33B2}"/>
      </w:docPartPr>
      <w:docPartBody>
        <w:p w:rsidR="00BB1D28" w:rsidRDefault="00BB1D28">
          <w:pPr>
            <w:pStyle w:val="47A6CC0DAC634B00853B2659AC2A028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22C1237C5074B3B8882A244B8EBE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B3362-D1DD-49A4-9651-8FC6E09986C9}"/>
      </w:docPartPr>
      <w:docPartBody>
        <w:p w:rsidR="00BB1D28" w:rsidRDefault="00BB1D28">
          <w:pPr>
            <w:pStyle w:val="222C1237C5074B3B8882A244B8EBED9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33F7119FB314F14B38E452552459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6976E-1C54-4F93-9F9C-946929DB50C0}"/>
      </w:docPartPr>
      <w:docPartBody>
        <w:p w:rsidR="00BB1D28" w:rsidRDefault="00BB1D28">
          <w:pPr>
            <w:pStyle w:val="B33F7119FB314F14B38E45255245917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7471692A65540FE84DBD09B25406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A2BFE-E456-4FCA-96B7-29273004582F}"/>
      </w:docPartPr>
      <w:docPartBody>
        <w:p w:rsidR="00BB1D28" w:rsidRDefault="00BB1D28">
          <w:pPr>
            <w:pStyle w:val="97471692A65540FE84DBD09B254065D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2F73BEFFBBB41448F1626AD399CB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522AB-7BF4-4744-B646-2E17BA4476C8}"/>
      </w:docPartPr>
      <w:docPartBody>
        <w:p w:rsidR="00BB1D28" w:rsidRDefault="00BB1D28">
          <w:pPr>
            <w:pStyle w:val="F2F73BEFFBBB41448F1626AD399CB3D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48A10B2382D4AF59E9F2E65E7F7A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0355E-9D83-409B-A04D-BB530943FDE4}"/>
      </w:docPartPr>
      <w:docPartBody>
        <w:p w:rsidR="00BB1D28" w:rsidRDefault="00BB1D28">
          <w:pPr>
            <w:pStyle w:val="C48A10B2382D4AF59E9F2E65E7F7AFC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AC863FE99734CF88613ECE4A4585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ECFA5-E431-4931-B925-BCAE2C9B0B47}"/>
      </w:docPartPr>
      <w:docPartBody>
        <w:p w:rsidR="00BB1D28" w:rsidRDefault="00BB1D28">
          <w:pPr>
            <w:pStyle w:val="CAC863FE99734CF88613ECE4A458512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BB00CA34C1D4F3A8959217CA216F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59D9D-B3CB-43FA-B423-ECE532F6A712}"/>
      </w:docPartPr>
      <w:docPartBody>
        <w:p w:rsidR="00BB1D28" w:rsidRDefault="00BB1D28">
          <w:pPr>
            <w:pStyle w:val="CBB00CA34C1D4F3A8959217CA216FC2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E61E5DCC4174DFA873C69D2E686B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4947B-BD13-499F-B67E-191971E51E2F}"/>
      </w:docPartPr>
      <w:docPartBody>
        <w:p w:rsidR="00BB1D28" w:rsidRDefault="00BB1D28">
          <w:pPr>
            <w:pStyle w:val="6E61E5DCC4174DFA873C69D2E686BA7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9DE76A2B3A94CCBAE30912E5336B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7D79D-8249-4FC0-8A13-DE7006F0A8DB}"/>
      </w:docPartPr>
      <w:docPartBody>
        <w:p w:rsidR="00BB1D28" w:rsidRDefault="00BB1D28">
          <w:pPr>
            <w:pStyle w:val="39DE76A2B3A94CCBAE30912E5336B98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6B4135F0397483F83A45F79F7BBE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8BDD9-A274-4250-BE6D-1939718AC39D}"/>
      </w:docPartPr>
      <w:docPartBody>
        <w:p w:rsidR="00BB1D28" w:rsidRDefault="00BB1D28">
          <w:pPr>
            <w:pStyle w:val="D6B4135F0397483F83A45F79F7BBE90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70FE68A871345C6810DD7D9A430C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ABD0D-B5D0-4BB7-960C-FCBA72F0DDE7}"/>
      </w:docPartPr>
      <w:docPartBody>
        <w:p w:rsidR="00BB1D28" w:rsidRDefault="00BB1D28">
          <w:pPr>
            <w:pStyle w:val="D70FE68A871345C6810DD7D9A430CEE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FAC11895F214EFDA170DDE617A3D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12BDB-948A-4A35-A9F0-A0F08EB7CBB0}"/>
      </w:docPartPr>
      <w:docPartBody>
        <w:p w:rsidR="00BB1D28" w:rsidRDefault="00BB1D28">
          <w:pPr>
            <w:pStyle w:val="AFAC11895F214EFDA170DDE617A3DDE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9D7DBEEAED5410C96A0B2FDDBB73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6782A-6868-4E42-9A48-211BF6CF80C6}"/>
      </w:docPartPr>
      <w:docPartBody>
        <w:p w:rsidR="00BB1D28" w:rsidRDefault="00BB1D28">
          <w:pPr>
            <w:pStyle w:val="29D7DBEEAED5410C96A0B2FDDBB7345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41577B09364493196A60CB1694C7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CB778-D487-4DCB-9828-C48E1BC5AB6E}"/>
      </w:docPartPr>
      <w:docPartBody>
        <w:p w:rsidR="00BB1D28" w:rsidRDefault="00BB1D28">
          <w:pPr>
            <w:pStyle w:val="A41577B09364493196A60CB1694C73F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514CC74311C41BC90A4866B2F390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C65E3-1B51-4FFD-B066-4539ED83B5AD}"/>
      </w:docPartPr>
      <w:docPartBody>
        <w:p w:rsidR="00BB1D28" w:rsidRDefault="00BB1D28">
          <w:pPr>
            <w:pStyle w:val="D514CC74311C41BC90A4866B2F39034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D01F7D1CA6941F3A9B895C9B8D3D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ADF58-2821-4EF6-B277-09C320A4EFD9}"/>
      </w:docPartPr>
      <w:docPartBody>
        <w:p w:rsidR="00BB1D28" w:rsidRDefault="00BB1D28">
          <w:pPr>
            <w:pStyle w:val="BD01F7D1CA6941F3A9B895C9B8D3D1A7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E54CB83E8AE40B0A82F56F53F51F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24C72-06A6-4D14-B86E-A2694DCBB848}"/>
      </w:docPartPr>
      <w:docPartBody>
        <w:p w:rsidR="00BB1D28" w:rsidRDefault="00BB1D28">
          <w:pPr>
            <w:pStyle w:val="7E54CB83E8AE40B0A82F56F53F51F94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9AC2908CA874975BC90763EBF38F4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0F93D-B511-4121-B00A-267B56BB7A8B}"/>
      </w:docPartPr>
      <w:docPartBody>
        <w:p w:rsidR="00BB1D28" w:rsidRDefault="00BB1D28">
          <w:pPr>
            <w:pStyle w:val="99AC2908CA874975BC90763EBF38F43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4EA2F63C3C349129E330A363AC2B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17316-CCDB-4D5C-8085-513F77BC713F}"/>
      </w:docPartPr>
      <w:docPartBody>
        <w:p w:rsidR="00BB1D28" w:rsidRDefault="00BB1D28">
          <w:pPr>
            <w:pStyle w:val="D4EA2F63C3C349129E330A363AC2B1E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280653EEA774EFD95DFC37E2FBD2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DB4BC-F35C-41F3-92BB-1DA9C438A17F}"/>
      </w:docPartPr>
      <w:docPartBody>
        <w:p w:rsidR="00BB1D28" w:rsidRDefault="00BB1D28">
          <w:pPr>
            <w:pStyle w:val="D280653EEA774EFD95DFC37E2FBD2C1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0382705FEF949F0B6232B1112270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F31C5-93A8-42FF-BDC4-15A144A413F7}"/>
      </w:docPartPr>
      <w:docPartBody>
        <w:p w:rsidR="00BB1D28" w:rsidRDefault="00BB1D28">
          <w:pPr>
            <w:pStyle w:val="80382705FEF949F0B6232B111227085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5F830DDED194373B40E8054DBB9F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0C172-FF99-4AC3-93D4-F493C81D91C9}"/>
      </w:docPartPr>
      <w:docPartBody>
        <w:p w:rsidR="00BB1D28" w:rsidRDefault="00BB1D28">
          <w:pPr>
            <w:pStyle w:val="D5F830DDED194373B40E8054DBB9FD9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254CD57EBD84E058BB7844E1A599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35500-4B4B-4734-ACA7-9394BDE98EFF}"/>
      </w:docPartPr>
      <w:docPartBody>
        <w:p w:rsidR="00BB1D28" w:rsidRDefault="00BB1D28">
          <w:pPr>
            <w:pStyle w:val="0254CD57EBD84E058BB7844E1A59986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6F034B0C578491291B5F4F0EFB43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68A3C-3D0F-4D4C-A4FE-4966F8145B23}"/>
      </w:docPartPr>
      <w:docPartBody>
        <w:p w:rsidR="00BB1D28" w:rsidRDefault="00BB1D28">
          <w:pPr>
            <w:pStyle w:val="16F034B0C578491291B5F4F0EFB435F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5FFDDDC40FE4170B1473CCD49DCD3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B59A6-5BA1-4DDD-B58B-5E50B9E0A352}"/>
      </w:docPartPr>
      <w:docPartBody>
        <w:p w:rsidR="00BB1D28" w:rsidRDefault="00BB1D28">
          <w:pPr>
            <w:pStyle w:val="95FFDDDC40FE4170B1473CCD49DCD37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D3891912CDE416BA582AF0B78004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2D431-75A9-4241-A8EA-D985597775E5}"/>
      </w:docPartPr>
      <w:docPartBody>
        <w:p w:rsidR="00BB1D28" w:rsidRDefault="00BB1D28">
          <w:pPr>
            <w:pStyle w:val="2D3891912CDE416BA582AF0B780049D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54154FAAEDB46C5941D32C5071727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9749F-8CC5-4F6D-A3C0-CC309E35279B}"/>
      </w:docPartPr>
      <w:docPartBody>
        <w:p w:rsidR="00BB1D28" w:rsidRDefault="00BB1D28">
          <w:pPr>
            <w:pStyle w:val="954154FAAEDB46C5941D32C50717270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B1CD9C043774F23A8CC0E50DA044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9CDEA-B9C7-44B0-8DC2-469520467865}"/>
      </w:docPartPr>
      <w:docPartBody>
        <w:p w:rsidR="00BB1D28" w:rsidRDefault="00BB1D28">
          <w:pPr>
            <w:pStyle w:val="CB1CD9C043774F23A8CC0E50DA04476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9D720F5129E46CA8A64A01A7259E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974B9-43D0-40F6-AA0B-328CF67A6DF1}"/>
      </w:docPartPr>
      <w:docPartBody>
        <w:p w:rsidR="00BB1D28" w:rsidRDefault="00BB1D28">
          <w:pPr>
            <w:pStyle w:val="B9D720F5129E46CA8A64A01A7259EB2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57E6EB59DC84FDDB1BE9A0F2BA36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C13BC-84F0-44E1-854D-A41A8ECD2E1E}"/>
      </w:docPartPr>
      <w:docPartBody>
        <w:p w:rsidR="00BB1D28" w:rsidRDefault="00BB1D28">
          <w:pPr>
            <w:pStyle w:val="B57E6EB59DC84FDDB1BE9A0F2BA36EA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38434566D3944A1B97069E1AE144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44C46-E543-4D43-83D3-569CBAAD1F06}"/>
      </w:docPartPr>
      <w:docPartBody>
        <w:p w:rsidR="00BB1D28" w:rsidRDefault="00BB1D28">
          <w:pPr>
            <w:pStyle w:val="038434566D3944A1B97069E1AE14413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F4955E6AC6D47AC94493BD1BAB4D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42DBB7-8355-4ED7-AAF7-8B13E0FEEAE9}"/>
      </w:docPartPr>
      <w:docPartBody>
        <w:p w:rsidR="00BB1D28" w:rsidRDefault="00BB1D28">
          <w:pPr>
            <w:pStyle w:val="4F4955E6AC6D47AC94493BD1BAB4D30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0A05B5C26194A4AAA1D74CFE4669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C39E4-F2FD-44BD-A6D8-4E6384EC1FBC}"/>
      </w:docPartPr>
      <w:docPartBody>
        <w:p w:rsidR="00BB1D28" w:rsidRDefault="00BB1D28">
          <w:pPr>
            <w:pStyle w:val="40A05B5C26194A4AAA1D74CFE4669AF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F73B2A426684E91BFB137586E9C0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67612-B444-4CE0-85BB-41690A0079B5}"/>
      </w:docPartPr>
      <w:docPartBody>
        <w:p w:rsidR="00BB1D28" w:rsidRDefault="00BB1D28">
          <w:pPr>
            <w:pStyle w:val="BF73B2A426684E91BFB137586E9C04B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74AE004D7EE4F4683BBF676D43EA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367D25-79C5-4BE0-8B1D-449BEBB2CB4D}"/>
      </w:docPartPr>
      <w:docPartBody>
        <w:p w:rsidR="00BB1D28" w:rsidRDefault="00BB1D28">
          <w:pPr>
            <w:pStyle w:val="874AE004D7EE4F4683BBF676D43EA74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A83345B825B47948CC2F1F34A376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ACF8C-96B8-421C-91B3-AB8BEB3BF5D3}"/>
      </w:docPartPr>
      <w:docPartBody>
        <w:p w:rsidR="00BB1D28" w:rsidRDefault="00BB1D28">
          <w:pPr>
            <w:pStyle w:val="FA83345B825B47948CC2F1F34A376F0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64184003A144EA2A1AAF31722191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AC17F-BCE9-4871-9A5E-60A3E7C8F256}"/>
      </w:docPartPr>
      <w:docPartBody>
        <w:p w:rsidR="00BB1D28" w:rsidRDefault="00BB1D28">
          <w:pPr>
            <w:pStyle w:val="264184003A144EA2A1AAF31722191CF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7E8B0736A4D430CB6CB191E73E7C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4F76C-FFE4-4424-A358-E8225AFD5A7F}"/>
      </w:docPartPr>
      <w:docPartBody>
        <w:p w:rsidR="00BB1D28" w:rsidRDefault="00BB1D28">
          <w:pPr>
            <w:pStyle w:val="57E8B0736A4D430CB6CB191E73E7C4D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973EC7DAB1247F0A5611EDB3EE3E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C241B3-7CD9-4227-B4A3-6F57DFC4BC51}"/>
      </w:docPartPr>
      <w:docPartBody>
        <w:p w:rsidR="00BB1D28" w:rsidRDefault="00BB1D28">
          <w:pPr>
            <w:pStyle w:val="5973EC7DAB1247F0A5611EDB3EE3E56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872966C43F34B8EB33DCB7F482AF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1BEDA-A618-4572-8F01-F618414F5543}"/>
      </w:docPartPr>
      <w:docPartBody>
        <w:p w:rsidR="00BB1D28" w:rsidRDefault="00BB1D28">
          <w:pPr>
            <w:pStyle w:val="F872966C43F34B8EB33DCB7F482AF0E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3C099FF123F4B6B9ABCA48B2F7F8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39587-17F4-4B5C-BFAA-11CE806411C9}"/>
      </w:docPartPr>
      <w:docPartBody>
        <w:p w:rsidR="00BB1D28" w:rsidRDefault="00BB1D28">
          <w:pPr>
            <w:pStyle w:val="53C099FF123F4B6B9ABCA48B2F7F8B0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F381D3414934846BA97A21845404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58710-DFF2-4D41-A0FA-2B4960DB0D67}"/>
      </w:docPartPr>
      <w:docPartBody>
        <w:p w:rsidR="00BB1D28" w:rsidRDefault="00BB1D28">
          <w:pPr>
            <w:pStyle w:val="0F381D3414934846BA97A218454046B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12E72E6AD914BD3BC197C59D08BA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986E4-CD30-4F58-8529-EB02FC46B2AD}"/>
      </w:docPartPr>
      <w:docPartBody>
        <w:p w:rsidR="00BB1D28" w:rsidRDefault="00BB1D28">
          <w:pPr>
            <w:pStyle w:val="112E72E6AD914BD3BC197C59D08BADD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8CD23DD2A5D4E7298BC86FCD5F2C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3C234-9ACC-403B-8C37-FFB4CFC0B3D8}"/>
      </w:docPartPr>
      <w:docPartBody>
        <w:p w:rsidR="00BB1D28" w:rsidRDefault="00BB1D28">
          <w:pPr>
            <w:pStyle w:val="A8CD23DD2A5D4E7298BC86FCD5F2C2B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1D2F821EEDD4018893503DBA85C5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24811-FD4D-4446-B41F-60D94597AF55}"/>
      </w:docPartPr>
      <w:docPartBody>
        <w:p w:rsidR="00BB1D28" w:rsidRDefault="00BB1D28">
          <w:pPr>
            <w:pStyle w:val="61D2F821EEDD4018893503DBA85C54D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83BA5AD7A2043F5A06472666D369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54FBC-45FB-48AF-8BA2-7C6000DA6932}"/>
      </w:docPartPr>
      <w:docPartBody>
        <w:p w:rsidR="00BB1D28" w:rsidRDefault="00BB1D28">
          <w:pPr>
            <w:pStyle w:val="F83BA5AD7A2043F5A06472666D3695B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5F24F5650AC4235936C546E020DB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B7003-FDDC-40EA-875F-D57BEAB7D28D}"/>
      </w:docPartPr>
      <w:docPartBody>
        <w:p w:rsidR="00BB1D28" w:rsidRDefault="00BB1D28">
          <w:pPr>
            <w:pStyle w:val="D5F24F5650AC4235936C546E020DBC7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8850E5A0207486DA1DE1147F5899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9C392-862C-426B-ACF6-765790648CC2}"/>
      </w:docPartPr>
      <w:docPartBody>
        <w:p w:rsidR="00BB1D28" w:rsidRDefault="00BB1D28">
          <w:pPr>
            <w:pStyle w:val="48850E5A0207486DA1DE1147F5899C9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9B3113F49B54770A5793E67F5982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D3CF3-5047-40D9-BBB4-58B7A9291BCE}"/>
      </w:docPartPr>
      <w:docPartBody>
        <w:p w:rsidR="00BB1D28" w:rsidRDefault="00BB1D28">
          <w:pPr>
            <w:pStyle w:val="D9B3113F49B54770A5793E67F598238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936F7863E464D8495D6FD121BF790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F61C9-1BFA-4D43-974E-D1ED9B9349CD}"/>
      </w:docPartPr>
      <w:docPartBody>
        <w:p w:rsidR="00BB1D28" w:rsidRDefault="00BB1D28">
          <w:pPr>
            <w:pStyle w:val="8936F7863E464D8495D6FD121BF7908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E070510678F4F02AB9B0F99D2A0D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E69A3-455D-4836-B447-81F75FDCA7D3}"/>
      </w:docPartPr>
      <w:docPartBody>
        <w:p w:rsidR="00BB1D28" w:rsidRDefault="00BB1D28">
          <w:pPr>
            <w:pStyle w:val="AE070510678F4F02AB9B0F99D2A0D6A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8D52D034A32452EA54FE10D4441C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D4B42-3DF7-4B3C-AA14-915913747656}"/>
      </w:docPartPr>
      <w:docPartBody>
        <w:p w:rsidR="00BB1D28" w:rsidRDefault="00BB1D28">
          <w:pPr>
            <w:pStyle w:val="58D52D034A32452EA54FE10D4441C27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8C8C64C624749A7AC0768F56A8D0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F2EE7-5557-4913-9030-8FF5CF4AC4C0}"/>
      </w:docPartPr>
      <w:docPartBody>
        <w:p w:rsidR="00BB1D28" w:rsidRDefault="00BB1D28">
          <w:pPr>
            <w:pStyle w:val="D8C8C64C624749A7AC0768F56A8D01C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06716C824C54BEE9A275BFE38EE4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34F2D-0060-47DD-9D36-0F3CBE490424}"/>
      </w:docPartPr>
      <w:docPartBody>
        <w:p w:rsidR="00BB1D28" w:rsidRDefault="00BB1D28">
          <w:pPr>
            <w:pStyle w:val="F06716C824C54BEE9A275BFE38EE43F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8185ED3E3AF43B39CD481ABEA499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A970A-19C1-4798-BB12-508BC651BD4E}"/>
      </w:docPartPr>
      <w:docPartBody>
        <w:p w:rsidR="00BB1D28" w:rsidRDefault="00BB1D28">
          <w:pPr>
            <w:pStyle w:val="48185ED3E3AF43B39CD481ABEA499F8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2178EBD34C44746A5D96FF14E205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858A53-DE18-4148-80DA-AEBE1C20E13D}"/>
      </w:docPartPr>
      <w:docPartBody>
        <w:p w:rsidR="00BB1D28" w:rsidRDefault="00BB1D28">
          <w:pPr>
            <w:pStyle w:val="42178EBD34C44746A5D96FF14E2056F7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4482A7BBCBA42888203548E0828E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0509C-2F80-45AA-B99C-F3F7AC2E1CBB}"/>
      </w:docPartPr>
      <w:docPartBody>
        <w:p w:rsidR="00BB1D28" w:rsidRDefault="00BB1D28">
          <w:pPr>
            <w:pStyle w:val="14482A7BBCBA42888203548E0828EF7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51DBB5902F94228B301AEB3F2125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B0571-E251-476A-BF8F-2E0CAB4D22FF}"/>
      </w:docPartPr>
      <w:docPartBody>
        <w:p w:rsidR="00BB1D28" w:rsidRDefault="00BB1D28">
          <w:pPr>
            <w:pStyle w:val="751DBB5902F94228B301AEB3F212592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8C4FC5AC1CE4B4B857A02A7C8631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0242E-7D17-4B05-AF36-7B69FBA4F958}"/>
      </w:docPartPr>
      <w:docPartBody>
        <w:p w:rsidR="00BB1D28" w:rsidRDefault="00BB1D28">
          <w:pPr>
            <w:pStyle w:val="C8C4FC5AC1CE4B4B857A02A7C863109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C29F37C46CF45C6AA95BDD8F5AF0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53023-DAA6-4D7F-8086-7AEA891FA0B5}"/>
      </w:docPartPr>
      <w:docPartBody>
        <w:p w:rsidR="00BB1D28" w:rsidRDefault="00BB1D28">
          <w:pPr>
            <w:pStyle w:val="AC29F37C46CF45C6AA95BDD8F5AF0A5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E344204EE00431FBACD5BCE4A7AE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9CA4E-EB87-4B61-9B53-64DCBB328865}"/>
      </w:docPartPr>
      <w:docPartBody>
        <w:p w:rsidR="00BB1D28" w:rsidRDefault="00BB1D28">
          <w:pPr>
            <w:pStyle w:val="2E344204EE00431FBACD5BCE4A7AECD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3711D520CDF4A4983DCFCACFC1C4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A8639E-0714-4960-A40C-F5EF482990F3}"/>
      </w:docPartPr>
      <w:docPartBody>
        <w:p w:rsidR="00BB1D28" w:rsidRDefault="0068140D" w:rsidP="0068140D">
          <w:pPr>
            <w:pStyle w:val="23711D520CDF4A4983DCFCACFC1C47691"/>
          </w:pPr>
          <w:r w:rsidRPr="00177A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D28"/>
    <w:rsid w:val="0068140D"/>
    <w:rsid w:val="00BB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140D"/>
    <w:rPr>
      <w:color w:val="808080"/>
    </w:rPr>
  </w:style>
  <w:style w:type="paragraph" w:customStyle="1" w:styleId="47A6CC0DAC634B00853B2659AC2A028E">
    <w:name w:val="47A6CC0DAC634B00853B2659AC2A028E"/>
  </w:style>
  <w:style w:type="paragraph" w:customStyle="1" w:styleId="222C1237C5074B3B8882A244B8EBED98">
    <w:name w:val="222C1237C5074B3B8882A244B8EBED98"/>
  </w:style>
  <w:style w:type="paragraph" w:customStyle="1" w:styleId="B33F7119FB314F14B38E45255245917F">
    <w:name w:val="B33F7119FB314F14B38E45255245917F"/>
  </w:style>
  <w:style w:type="paragraph" w:customStyle="1" w:styleId="97471692A65540FE84DBD09B254065DF">
    <w:name w:val="97471692A65540FE84DBD09B254065DF"/>
  </w:style>
  <w:style w:type="paragraph" w:customStyle="1" w:styleId="F2F73BEFFBBB41448F1626AD399CB3DC">
    <w:name w:val="F2F73BEFFBBB41448F1626AD399CB3DC"/>
  </w:style>
  <w:style w:type="paragraph" w:customStyle="1" w:styleId="C48A10B2382D4AF59E9F2E65E7F7AFC1">
    <w:name w:val="C48A10B2382D4AF59E9F2E65E7F7AFC1"/>
  </w:style>
  <w:style w:type="paragraph" w:customStyle="1" w:styleId="CAC863FE99734CF88613ECE4A4585124">
    <w:name w:val="CAC863FE99734CF88613ECE4A4585124"/>
  </w:style>
  <w:style w:type="paragraph" w:customStyle="1" w:styleId="CBB00CA34C1D4F3A8959217CA216FC2D">
    <w:name w:val="CBB00CA34C1D4F3A8959217CA216FC2D"/>
  </w:style>
  <w:style w:type="paragraph" w:customStyle="1" w:styleId="6E61E5DCC4174DFA873C69D2E686BA7E">
    <w:name w:val="6E61E5DCC4174DFA873C69D2E686BA7E"/>
  </w:style>
  <w:style w:type="paragraph" w:customStyle="1" w:styleId="39DE76A2B3A94CCBAE30912E5336B984">
    <w:name w:val="39DE76A2B3A94CCBAE30912E5336B984"/>
  </w:style>
  <w:style w:type="paragraph" w:customStyle="1" w:styleId="D6B4135F0397483F83A45F79F7BBE902">
    <w:name w:val="D6B4135F0397483F83A45F79F7BBE902"/>
  </w:style>
  <w:style w:type="paragraph" w:customStyle="1" w:styleId="D70FE68A871345C6810DD7D9A430CEE6">
    <w:name w:val="D70FE68A871345C6810DD7D9A430CEE6"/>
  </w:style>
  <w:style w:type="paragraph" w:customStyle="1" w:styleId="AFAC11895F214EFDA170DDE617A3DDE0">
    <w:name w:val="AFAC11895F214EFDA170DDE617A3DDE0"/>
  </w:style>
  <w:style w:type="paragraph" w:customStyle="1" w:styleId="29D7DBEEAED5410C96A0B2FDDBB7345E">
    <w:name w:val="29D7DBEEAED5410C96A0B2FDDBB7345E"/>
  </w:style>
  <w:style w:type="paragraph" w:customStyle="1" w:styleId="A41577B09364493196A60CB1694C73F6">
    <w:name w:val="A41577B09364493196A60CB1694C73F6"/>
  </w:style>
  <w:style w:type="paragraph" w:customStyle="1" w:styleId="D514CC74311C41BC90A4866B2F390346">
    <w:name w:val="D514CC74311C41BC90A4866B2F390346"/>
  </w:style>
  <w:style w:type="paragraph" w:customStyle="1" w:styleId="BD01F7D1CA6941F3A9B895C9B8D3D1A7">
    <w:name w:val="BD01F7D1CA6941F3A9B895C9B8D3D1A7"/>
  </w:style>
  <w:style w:type="paragraph" w:customStyle="1" w:styleId="7E54CB83E8AE40B0A82F56F53F51F940">
    <w:name w:val="7E54CB83E8AE40B0A82F56F53F51F940"/>
  </w:style>
  <w:style w:type="paragraph" w:customStyle="1" w:styleId="99AC2908CA874975BC90763EBF38F434">
    <w:name w:val="99AC2908CA874975BC90763EBF38F434"/>
  </w:style>
  <w:style w:type="paragraph" w:customStyle="1" w:styleId="D4EA2F63C3C349129E330A363AC2B1EC">
    <w:name w:val="D4EA2F63C3C349129E330A363AC2B1EC"/>
  </w:style>
  <w:style w:type="paragraph" w:customStyle="1" w:styleId="D280653EEA774EFD95DFC37E2FBD2C1D">
    <w:name w:val="D280653EEA774EFD95DFC37E2FBD2C1D"/>
  </w:style>
  <w:style w:type="paragraph" w:customStyle="1" w:styleId="80382705FEF949F0B6232B1112270854">
    <w:name w:val="80382705FEF949F0B6232B1112270854"/>
  </w:style>
  <w:style w:type="paragraph" w:customStyle="1" w:styleId="D5F830DDED194373B40E8054DBB9FD98">
    <w:name w:val="D5F830DDED194373B40E8054DBB9FD98"/>
  </w:style>
  <w:style w:type="paragraph" w:customStyle="1" w:styleId="0254CD57EBD84E058BB7844E1A599862">
    <w:name w:val="0254CD57EBD84E058BB7844E1A599862"/>
  </w:style>
  <w:style w:type="paragraph" w:customStyle="1" w:styleId="16F034B0C578491291B5F4F0EFB435FD">
    <w:name w:val="16F034B0C578491291B5F4F0EFB435FD"/>
  </w:style>
  <w:style w:type="paragraph" w:customStyle="1" w:styleId="95FFDDDC40FE4170B1473CCD49DCD37C">
    <w:name w:val="95FFDDDC40FE4170B1473CCD49DCD37C"/>
  </w:style>
  <w:style w:type="paragraph" w:customStyle="1" w:styleId="2D3891912CDE416BA582AF0B780049DD">
    <w:name w:val="2D3891912CDE416BA582AF0B780049DD"/>
  </w:style>
  <w:style w:type="paragraph" w:customStyle="1" w:styleId="954154FAAEDB46C5941D32C507172709">
    <w:name w:val="954154FAAEDB46C5941D32C507172709"/>
  </w:style>
  <w:style w:type="paragraph" w:customStyle="1" w:styleId="CB1CD9C043774F23A8CC0E50DA04476D">
    <w:name w:val="CB1CD9C043774F23A8CC0E50DA04476D"/>
  </w:style>
  <w:style w:type="paragraph" w:customStyle="1" w:styleId="B9D720F5129E46CA8A64A01A7259EB22">
    <w:name w:val="B9D720F5129E46CA8A64A01A7259EB22"/>
  </w:style>
  <w:style w:type="paragraph" w:customStyle="1" w:styleId="B57E6EB59DC84FDDB1BE9A0F2BA36EA5">
    <w:name w:val="B57E6EB59DC84FDDB1BE9A0F2BA36EA5"/>
  </w:style>
  <w:style w:type="paragraph" w:customStyle="1" w:styleId="038434566D3944A1B97069E1AE14413F">
    <w:name w:val="038434566D3944A1B97069E1AE14413F"/>
  </w:style>
  <w:style w:type="paragraph" w:customStyle="1" w:styleId="4F4955E6AC6D47AC94493BD1BAB4D30B">
    <w:name w:val="4F4955E6AC6D47AC94493BD1BAB4D30B"/>
  </w:style>
  <w:style w:type="paragraph" w:customStyle="1" w:styleId="40A05B5C26194A4AAA1D74CFE4669AFC">
    <w:name w:val="40A05B5C26194A4AAA1D74CFE4669AFC"/>
  </w:style>
  <w:style w:type="paragraph" w:customStyle="1" w:styleId="BF73B2A426684E91BFB137586E9C04B8">
    <w:name w:val="BF73B2A426684E91BFB137586E9C04B8"/>
  </w:style>
  <w:style w:type="paragraph" w:customStyle="1" w:styleId="874AE004D7EE4F4683BBF676D43EA748">
    <w:name w:val="874AE004D7EE4F4683BBF676D43EA748"/>
  </w:style>
  <w:style w:type="paragraph" w:customStyle="1" w:styleId="FA83345B825B47948CC2F1F34A376F0F">
    <w:name w:val="FA83345B825B47948CC2F1F34A376F0F"/>
  </w:style>
  <w:style w:type="paragraph" w:customStyle="1" w:styleId="264184003A144EA2A1AAF31722191CFA">
    <w:name w:val="264184003A144EA2A1AAF31722191CFA"/>
  </w:style>
  <w:style w:type="paragraph" w:customStyle="1" w:styleId="57E8B0736A4D430CB6CB191E73E7C4DC">
    <w:name w:val="57E8B0736A4D430CB6CB191E73E7C4DC"/>
  </w:style>
  <w:style w:type="paragraph" w:customStyle="1" w:styleId="5973EC7DAB1247F0A5611EDB3EE3E56C">
    <w:name w:val="5973EC7DAB1247F0A5611EDB3EE3E56C"/>
  </w:style>
  <w:style w:type="paragraph" w:customStyle="1" w:styleId="F872966C43F34B8EB33DCB7F482AF0EF">
    <w:name w:val="F872966C43F34B8EB33DCB7F482AF0EF"/>
  </w:style>
  <w:style w:type="paragraph" w:customStyle="1" w:styleId="53C099FF123F4B6B9ABCA48B2F7F8B0F">
    <w:name w:val="53C099FF123F4B6B9ABCA48B2F7F8B0F"/>
  </w:style>
  <w:style w:type="paragraph" w:customStyle="1" w:styleId="0F381D3414934846BA97A218454046BC">
    <w:name w:val="0F381D3414934846BA97A218454046BC"/>
  </w:style>
  <w:style w:type="paragraph" w:customStyle="1" w:styleId="112E72E6AD914BD3BC197C59D08BADD9">
    <w:name w:val="112E72E6AD914BD3BC197C59D08BADD9"/>
  </w:style>
  <w:style w:type="paragraph" w:customStyle="1" w:styleId="A8CD23DD2A5D4E7298BC86FCD5F2C2B4">
    <w:name w:val="A8CD23DD2A5D4E7298BC86FCD5F2C2B4"/>
  </w:style>
  <w:style w:type="paragraph" w:customStyle="1" w:styleId="61D2F821EEDD4018893503DBA85C54D1">
    <w:name w:val="61D2F821EEDD4018893503DBA85C54D1"/>
  </w:style>
  <w:style w:type="paragraph" w:customStyle="1" w:styleId="F83BA5AD7A2043F5A06472666D3695B9">
    <w:name w:val="F83BA5AD7A2043F5A06472666D3695B9"/>
  </w:style>
  <w:style w:type="paragraph" w:customStyle="1" w:styleId="D5F24F5650AC4235936C546E020DBC71">
    <w:name w:val="D5F24F5650AC4235936C546E020DBC71"/>
  </w:style>
  <w:style w:type="paragraph" w:customStyle="1" w:styleId="48850E5A0207486DA1DE1147F5899C9F">
    <w:name w:val="48850E5A0207486DA1DE1147F5899C9F"/>
  </w:style>
  <w:style w:type="paragraph" w:customStyle="1" w:styleId="D9B3113F49B54770A5793E67F5982386">
    <w:name w:val="D9B3113F49B54770A5793E67F5982386"/>
  </w:style>
  <w:style w:type="paragraph" w:customStyle="1" w:styleId="8936F7863E464D8495D6FD121BF7908B">
    <w:name w:val="8936F7863E464D8495D6FD121BF7908B"/>
  </w:style>
  <w:style w:type="paragraph" w:customStyle="1" w:styleId="AE070510678F4F02AB9B0F99D2A0D6AA">
    <w:name w:val="AE070510678F4F02AB9B0F99D2A0D6AA"/>
  </w:style>
  <w:style w:type="paragraph" w:customStyle="1" w:styleId="58D52D034A32452EA54FE10D4441C274">
    <w:name w:val="58D52D034A32452EA54FE10D4441C274"/>
  </w:style>
  <w:style w:type="paragraph" w:customStyle="1" w:styleId="D8C8C64C624749A7AC0768F56A8D01CB">
    <w:name w:val="D8C8C64C624749A7AC0768F56A8D01CB"/>
  </w:style>
  <w:style w:type="paragraph" w:customStyle="1" w:styleId="F06716C824C54BEE9A275BFE38EE43FA">
    <w:name w:val="F06716C824C54BEE9A275BFE38EE43FA"/>
  </w:style>
  <w:style w:type="paragraph" w:customStyle="1" w:styleId="48185ED3E3AF43B39CD481ABEA499F8D">
    <w:name w:val="48185ED3E3AF43B39CD481ABEA499F8D"/>
  </w:style>
  <w:style w:type="paragraph" w:customStyle="1" w:styleId="42178EBD34C44746A5D96FF14E2056F7">
    <w:name w:val="42178EBD34C44746A5D96FF14E2056F7"/>
  </w:style>
  <w:style w:type="paragraph" w:customStyle="1" w:styleId="14482A7BBCBA42888203548E0828EF73">
    <w:name w:val="14482A7BBCBA42888203548E0828EF73"/>
  </w:style>
  <w:style w:type="paragraph" w:customStyle="1" w:styleId="751DBB5902F94228B301AEB3F2125928">
    <w:name w:val="751DBB5902F94228B301AEB3F2125928"/>
  </w:style>
  <w:style w:type="paragraph" w:customStyle="1" w:styleId="C8C4FC5AC1CE4B4B857A02A7C8631091">
    <w:name w:val="C8C4FC5AC1CE4B4B857A02A7C8631091"/>
  </w:style>
  <w:style w:type="paragraph" w:customStyle="1" w:styleId="AC29F37C46CF45C6AA95BDD8F5AF0A52">
    <w:name w:val="AC29F37C46CF45C6AA95BDD8F5AF0A52"/>
  </w:style>
  <w:style w:type="paragraph" w:customStyle="1" w:styleId="2E344204EE00431FBACD5BCE4A7AECD3">
    <w:name w:val="2E344204EE00431FBACD5BCE4A7AECD3"/>
  </w:style>
  <w:style w:type="paragraph" w:customStyle="1" w:styleId="23711D520CDF4A4983DCFCACFC1C4769">
    <w:name w:val="23711D520CDF4A4983DCFCACFC1C4769"/>
  </w:style>
  <w:style w:type="paragraph" w:customStyle="1" w:styleId="23711D520CDF4A4983DCFCACFC1C47691">
    <w:name w:val="23711D520CDF4A4983DCFCACFC1C47691"/>
    <w:rsid w:val="0068140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140D"/>
    <w:rPr>
      <w:color w:val="808080"/>
    </w:rPr>
  </w:style>
  <w:style w:type="paragraph" w:customStyle="1" w:styleId="47A6CC0DAC634B00853B2659AC2A028E">
    <w:name w:val="47A6CC0DAC634B00853B2659AC2A028E"/>
  </w:style>
  <w:style w:type="paragraph" w:customStyle="1" w:styleId="222C1237C5074B3B8882A244B8EBED98">
    <w:name w:val="222C1237C5074B3B8882A244B8EBED98"/>
  </w:style>
  <w:style w:type="paragraph" w:customStyle="1" w:styleId="B33F7119FB314F14B38E45255245917F">
    <w:name w:val="B33F7119FB314F14B38E45255245917F"/>
  </w:style>
  <w:style w:type="paragraph" w:customStyle="1" w:styleId="97471692A65540FE84DBD09B254065DF">
    <w:name w:val="97471692A65540FE84DBD09B254065DF"/>
  </w:style>
  <w:style w:type="paragraph" w:customStyle="1" w:styleId="F2F73BEFFBBB41448F1626AD399CB3DC">
    <w:name w:val="F2F73BEFFBBB41448F1626AD399CB3DC"/>
  </w:style>
  <w:style w:type="paragraph" w:customStyle="1" w:styleId="C48A10B2382D4AF59E9F2E65E7F7AFC1">
    <w:name w:val="C48A10B2382D4AF59E9F2E65E7F7AFC1"/>
  </w:style>
  <w:style w:type="paragraph" w:customStyle="1" w:styleId="CAC863FE99734CF88613ECE4A4585124">
    <w:name w:val="CAC863FE99734CF88613ECE4A4585124"/>
  </w:style>
  <w:style w:type="paragraph" w:customStyle="1" w:styleId="CBB00CA34C1D4F3A8959217CA216FC2D">
    <w:name w:val="CBB00CA34C1D4F3A8959217CA216FC2D"/>
  </w:style>
  <w:style w:type="paragraph" w:customStyle="1" w:styleId="6E61E5DCC4174DFA873C69D2E686BA7E">
    <w:name w:val="6E61E5DCC4174DFA873C69D2E686BA7E"/>
  </w:style>
  <w:style w:type="paragraph" w:customStyle="1" w:styleId="39DE76A2B3A94CCBAE30912E5336B984">
    <w:name w:val="39DE76A2B3A94CCBAE30912E5336B984"/>
  </w:style>
  <w:style w:type="paragraph" w:customStyle="1" w:styleId="D6B4135F0397483F83A45F79F7BBE902">
    <w:name w:val="D6B4135F0397483F83A45F79F7BBE902"/>
  </w:style>
  <w:style w:type="paragraph" w:customStyle="1" w:styleId="D70FE68A871345C6810DD7D9A430CEE6">
    <w:name w:val="D70FE68A871345C6810DD7D9A430CEE6"/>
  </w:style>
  <w:style w:type="paragraph" w:customStyle="1" w:styleId="AFAC11895F214EFDA170DDE617A3DDE0">
    <w:name w:val="AFAC11895F214EFDA170DDE617A3DDE0"/>
  </w:style>
  <w:style w:type="paragraph" w:customStyle="1" w:styleId="29D7DBEEAED5410C96A0B2FDDBB7345E">
    <w:name w:val="29D7DBEEAED5410C96A0B2FDDBB7345E"/>
  </w:style>
  <w:style w:type="paragraph" w:customStyle="1" w:styleId="A41577B09364493196A60CB1694C73F6">
    <w:name w:val="A41577B09364493196A60CB1694C73F6"/>
  </w:style>
  <w:style w:type="paragraph" w:customStyle="1" w:styleId="D514CC74311C41BC90A4866B2F390346">
    <w:name w:val="D514CC74311C41BC90A4866B2F390346"/>
  </w:style>
  <w:style w:type="paragraph" w:customStyle="1" w:styleId="BD01F7D1CA6941F3A9B895C9B8D3D1A7">
    <w:name w:val="BD01F7D1CA6941F3A9B895C9B8D3D1A7"/>
  </w:style>
  <w:style w:type="paragraph" w:customStyle="1" w:styleId="7E54CB83E8AE40B0A82F56F53F51F940">
    <w:name w:val="7E54CB83E8AE40B0A82F56F53F51F940"/>
  </w:style>
  <w:style w:type="paragraph" w:customStyle="1" w:styleId="99AC2908CA874975BC90763EBF38F434">
    <w:name w:val="99AC2908CA874975BC90763EBF38F434"/>
  </w:style>
  <w:style w:type="paragraph" w:customStyle="1" w:styleId="D4EA2F63C3C349129E330A363AC2B1EC">
    <w:name w:val="D4EA2F63C3C349129E330A363AC2B1EC"/>
  </w:style>
  <w:style w:type="paragraph" w:customStyle="1" w:styleId="D280653EEA774EFD95DFC37E2FBD2C1D">
    <w:name w:val="D280653EEA774EFD95DFC37E2FBD2C1D"/>
  </w:style>
  <w:style w:type="paragraph" w:customStyle="1" w:styleId="80382705FEF949F0B6232B1112270854">
    <w:name w:val="80382705FEF949F0B6232B1112270854"/>
  </w:style>
  <w:style w:type="paragraph" w:customStyle="1" w:styleId="D5F830DDED194373B40E8054DBB9FD98">
    <w:name w:val="D5F830DDED194373B40E8054DBB9FD98"/>
  </w:style>
  <w:style w:type="paragraph" w:customStyle="1" w:styleId="0254CD57EBD84E058BB7844E1A599862">
    <w:name w:val="0254CD57EBD84E058BB7844E1A599862"/>
  </w:style>
  <w:style w:type="paragraph" w:customStyle="1" w:styleId="16F034B0C578491291B5F4F0EFB435FD">
    <w:name w:val="16F034B0C578491291B5F4F0EFB435FD"/>
  </w:style>
  <w:style w:type="paragraph" w:customStyle="1" w:styleId="95FFDDDC40FE4170B1473CCD49DCD37C">
    <w:name w:val="95FFDDDC40FE4170B1473CCD49DCD37C"/>
  </w:style>
  <w:style w:type="paragraph" w:customStyle="1" w:styleId="2D3891912CDE416BA582AF0B780049DD">
    <w:name w:val="2D3891912CDE416BA582AF0B780049DD"/>
  </w:style>
  <w:style w:type="paragraph" w:customStyle="1" w:styleId="954154FAAEDB46C5941D32C507172709">
    <w:name w:val="954154FAAEDB46C5941D32C507172709"/>
  </w:style>
  <w:style w:type="paragraph" w:customStyle="1" w:styleId="CB1CD9C043774F23A8CC0E50DA04476D">
    <w:name w:val="CB1CD9C043774F23A8CC0E50DA04476D"/>
  </w:style>
  <w:style w:type="paragraph" w:customStyle="1" w:styleId="B9D720F5129E46CA8A64A01A7259EB22">
    <w:name w:val="B9D720F5129E46CA8A64A01A7259EB22"/>
  </w:style>
  <w:style w:type="paragraph" w:customStyle="1" w:styleId="B57E6EB59DC84FDDB1BE9A0F2BA36EA5">
    <w:name w:val="B57E6EB59DC84FDDB1BE9A0F2BA36EA5"/>
  </w:style>
  <w:style w:type="paragraph" w:customStyle="1" w:styleId="038434566D3944A1B97069E1AE14413F">
    <w:name w:val="038434566D3944A1B97069E1AE14413F"/>
  </w:style>
  <w:style w:type="paragraph" w:customStyle="1" w:styleId="4F4955E6AC6D47AC94493BD1BAB4D30B">
    <w:name w:val="4F4955E6AC6D47AC94493BD1BAB4D30B"/>
  </w:style>
  <w:style w:type="paragraph" w:customStyle="1" w:styleId="40A05B5C26194A4AAA1D74CFE4669AFC">
    <w:name w:val="40A05B5C26194A4AAA1D74CFE4669AFC"/>
  </w:style>
  <w:style w:type="paragraph" w:customStyle="1" w:styleId="BF73B2A426684E91BFB137586E9C04B8">
    <w:name w:val="BF73B2A426684E91BFB137586E9C04B8"/>
  </w:style>
  <w:style w:type="paragraph" w:customStyle="1" w:styleId="874AE004D7EE4F4683BBF676D43EA748">
    <w:name w:val="874AE004D7EE4F4683BBF676D43EA748"/>
  </w:style>
  <w:style w:type="paragraph" w:customStyle="1" w:styleId="FA83345B825B47948CC2F1F34A376F0F">
    <w:name w:val="FA83345B825B47948CC2F1F34A376F0F"/>
  </w:style>
  <w:style w:type="paragraph" w:customStyle="1" w:styleId="264184003A144EA2A1AAF31722191CFA">
    <w:name w:val="264184003A144EA2A1AAF31722191CFA"/>
  </w:style>
  <w:style w:type="paragraph" w:customStyle="1" w:styleId="57E8B0736A4D430CB6CB191E73E7C4DC">
    <w:name w:val="57E8B0736A4D430CB6CB191E73E7C4DC"/>
  </w:style>
  <w:style w:type="paragraph" w:customStyle="1" w:styleId="5973EC7DAB1247F0A5611EDB3EE3E56C">
    <w:name w:val="5973EC7DAB1247F0A5611EDB3EE3E56C"/>
  </w:style>
  <w:style w:type="paragraph" w:customStyle="1" w:styleId="F872966C43F34B8EB33DCB7F482AF0EF">
    <w:name w:val="F872966C43F34B8EB33DCB7F482AF0EF"/>
  </w:style>
  <w:style w:type="paragraph" w:customStyle="1" w:styleId="53C099FF123F4B6B9ABCA48B2F7F8B0F">
    <w:name w:val="53C099FF123F4B6B9ABCA48B2F7F8B0F"/>
  </w:style>
  <w:style w:type="paragraph" w:customStyle="1" w:styleId="0F381D3414934846BA97A218454046BC">
    <w:name w:val="0F381D3414934846BA97A218454046BC"/>
  </w:style>
  <w:style w:type="paragraph" w:customStyle="1" w:styleId="112E72E6AD914BD3BC197C59D08BADD9">
    <w:name w:val="112E72E6AD914BD3BC197C59D08BADD9"/>
  </w:style>
  <w:style w:type="paragraph" w:customStyle="1" w:styleId="A8CD23DD2A5D4E7298BC86FCD5F2C2B4">
    <w:name w:val="A8CD23DD2A5D4E7298BC86FCD5F2C2B4"/>
  </w:style>
  <w:style w:type="paragraph" w:customStyle="1" w:styleId="61D2F821EEDD4018893503DBA85C54D1">
    <w:name w:val="61D2F821EEDD4018893503DBA85C54D1"/>
  </w:style>
  <w:style w:type="paragraph" w:customStyle="1" w:styleId="F83BA5AD7A2043F5A06472666D3695B9">
    <w:name w:val="F83BA5AD7A2043F5A06472666D3695B9"/>
  </w:style>
  <w:style w:type="paragraph" w:customStyle="1" w:styleId="D5F24F5650AC4235936C546E020DBC71">
    <w:name w:val="D5F24F5650AC4235936C546E020DBC71"/>
  </w:style>
  <w:style w:type="paragraph" w:customStyle="1" w:styleId="48850E5A0207486DA1DE1147F5899C9F">
    <w:name w:val="48850E5A0207486DA1DE1147F5899C9F"/>
  </w:style>
  <w:style w:type="paragraph" w:customStyle="1" w:styleId="D9B3113F49B54770A5793E67F5982386">
    <w:name w:val="D9B3113F49B54770A5793E67F5982386"/>
  </w:style>
  <w:style w:type="paragraph" w:customStyle="1" w:styleId="8936F7863E464D8495D6FD121BF7908B">
    <w:name w:val="8936F7863E464D8495D6FD121BF7908B"/>
  </w:style>
  <w:style w:type="paragraph" w:customStyle="1" w:styleId="AE070510678F4F02AB9B0F99D2A0D6AA">
    <w:name w:val="AE070510678F4F02AB9B0F99D2A0D6AA"/>
  </w:style>
  <w:style w:type="paragraph" w:customStyle="1" w:styleId="58D52D034A32452EA54FE10D4441C274">
    <w:name w:val="58D52D034A32452EA54FE10D4441C274"/>
  </w:style>
  <w:style w:type="paragraph" w:customStyle="1" w:styleId="D8C8C64C624749A7AC0768F56A8D01CB">
    <w:name w:val="D8C8C64C624749A7AC0768F56A8D01CB"/>
  </w:style>
  <w:style w:type="paragraph" w:customStyle="1" w:styleId="F06716C824C54BEE9A275BFE38EE43FA">
    <w:name w:val="F06716C824C54BEE9A275BFE38EE43FA"/>
  </w:style>
  <w:style w:type="paragraph" w:customStyle="1" w:styleId="48185ED3E3AF43B39CD481ABEA499F8D">
    <w:name w:val="48185ED3E3AF43B39CD481ABEA499F8D"/>
  </w:style>
  <w:style w:type="paragraph" w:customStyle="1" w:styleId="42178EBD34C44746A5D96FF14E2056F7">
    <w:name w:val="42178EBD34C44746A5D96FF14E2056F7"/>
  </w:style>
  <w:style w:type="paragraph" w:customStyle="1" w:styleId="14482A7BBCBA42888203548E0828EF73">
    <w:name w:val="14482A7BBCBA42888203548E0828EF73"/>
  </w:style>
  <w:style w:type="paragraph" w:customStyle="1" w:styleId="751DBB5902F94228B301AEB3F2125928">
    <w:name w:val="751DBB5902F94228B301AEB3F2125928"/>
  </w:style>
  <w:style w:type="paragraph" w:customStyle="1" w:styleId="C8C4FC5AC1CE4B4B857A02A7C8631091">
    <w:name w:val="C8C4FC5AC1CE4B4B857A02A7C8631091"/>
  </w:style>
  <w:style w:type="paragraph" w:customStyle="1" w:styleId="AC29F37C46CF45C6AA95BDD8F5AF0A52">
    <w:name w:val="AC29F37C46CF45C6AA95BDD8F5AF0A52"/>
  </w:style>
  <w:style w:type="paragraph" w:customStyle="1" w:styleId="2E344204EE00431FBACD5BCE4A7AECD3">
    <w:name w:val="2E344204EE00431FBACD5BCE4A7AECD3"/>
  </w:style>
  <w:style w:type="paragraph" w:customStyle="1" w:styleId="23711D520CDF4A4983DCFCACFC1C4769">
    <w:name w:val="23711D520CDF4A4983DCFCACFC1C4769"/>
  </w:style>
  <w:style w:type="paragraph" w:customStyle="1" w:styleId="23711D520CDF4A4983DCFCACFC1C47691">
    <w:name w:val="23711D520CDF4A4983DCFCACFC1C47691"/>
    <w:rsid w:val="006814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Certificate Format for MF2012 -MF2016 batches</Template>
  <TotalTime>10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This PC</cp:lastModifiedBy>
  <cp:revision>13</cp:revision>
  <cp:lastPrinted>2016-06-22T08:58:00Z</cp:lastPrinted>
  <dcterms:created xsi:type="dcterms:W3CDTF">2020-08-18T06:18:00Z</dcterms:created>
  <dcterms:modified xsi:type="dcterms:W3CDTF">2022-03-23T06:25:00Z</dcterms:modified>
</cp:coreProperties>
</file>